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48AE9" w14:textId="77777777" w:rsidR="00211EFC" w:rsidRDefault="00211EFC" w:rsidP="00AC0F4B">
      <w:pPr>
        <w:rPr>
          <w:b/>
          <w:sz w:val="32"/>
        </w:rPr>
      </w:pPr>
      <w:r w:rsidRPr="00A323D6">
        <w:rPr>
          <w:b/>
          <w:sz w:val="32"/>
        </w:rPr>
        <w:t xml:space="preserve">Schlussbericht Projekt: </w:t>
      </w:r>
      <w:r w:rsidR="00075A7C" w:rsidRPr="00A323D6">
        <w:rPr>
          <w:b/>
          <w:sz w:val="32"/>
        </w:rPr>
        <w:t>…</w:t>
      </w:r>
    </w:p>
    <w:p w14:paraId="1EA1DCBF" w14:textId="77777777" w:rsidR="00A323D6" w:rsidRPr="00593BC4" w:rsidRDefault="00A323D6" w:rsidP="00AC0F4B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6083"/>
      </w:tblGrid>
      <w:tr w:rsidR="00AF40E6" w:rsidRPr="00ED039A" w14:paraId="06DAE1AB" w14:textId="77777777" w:rsidTr="00597CAE">
        <w:trPr>
          <w:cantSplit/>
        </w:trPr>
        <w:tc>
          <w:tcPr>
            <w:tcW w:w="3343" w:type="dxa"/>
          </w:tcPr>
          <w:p w14:paraId="429E4588" w14:textId="77777777" w:rsidR="00AF40E6" w:rsidRPr="00ED039A" w:rsidRDefault="00AF40E6" w:rsidP="00AC0F4B">
            <w:pPr>
              <w:pStyle w:val="Balken"/>
              <w:rPr>
                <w:sz w:val="20"/>
              </w:rPr>
            </w:pPr>
            <w:bookmarkStart w:id="0" w:name="OLE_LINK21"/>
            <w:r w:rsidRPr="00ED039A">
              <w:rPr>
                <w:sz w:val="20"/>
              </w:rPr>
              <w:t>Basisdaten</w:t>
            </w:r>
            <w:bookmarkEnd w:id="0"/>
          </w:p>
        </w:tc>
        <w:tc>
          <w:tcPr>
            <w:tcW w:w="6083" w:type="dxa"/>
          </w:tcPr>
          <w:p w14:paraId="4CDE4A72" w14:textId="77777777" w:rsidR="00AF40E6" w:rsidRPr="00ED039A" w:rsidRDefault="00AF40E6" w:rsidP="00AC0F4B">
            <w:pPr>
              <w:pStyle w:val="Balken"/>
              <w:rPr>
                <w:sz w:val="20"/>
              </w:rPr>
            </w:pPr>
          </w:p>
        </w:tc>
      </w:tr>
      <w:tr w:rsidR="00AF40E6" w:rsidRPr="00ED039A" w14:paraId="42C9B647" w14:textId="77777777" w:rsidTr="00597CAE">
        <w:trPr>
          <w:cantSplit/>
        </w:trPr>
        <w:tc>
          <w:tcPr>
            <w:tcW w:w="3343" w:type="dxa"/>
          </w:tcPr>
          <w:p w14:paraId="160FFFF7" w14:textId="77777777" w:rsidR="00AF40E6" w:rsidRPr="00ED039A" w:rsidRDefault="00E058CB" w:rsidP="00AC0F4B">
            <w:pPr>
              <w:rPr>
                <w:sz w:val="20"/>
              </w:rPr>
            </w:pPr>
            <w:r>
              <w:rPr>
                <w:sz w:val="20"/>
              </w:rPr>
              <w:t>Titel (Projekt)</w:t>
            </w:r>
          </w:p>
        </w:tc>
        <w:tc>
          <w:tcPr>
            <w:tcW w:w="6083" w:type="dxa"/>
          </w:tcPr>
          <w:p w14:paraId="7EDB6BF6" w14:textId="77777777" w:rsidR="00AF40E6" w:rsidRPr="00ED039A" w:rsidRDefault="00AF40E6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D02134F" w14:textId="77777777" w:rsidTr="00597CAE">
        <w:trPr>
          <w:cantSplit/>
        </w:trPr>
        <w:tc>
          <w:tcPr>
            <w:tcW w:w="3343" w:type="dxa"/>
          </w:tcPr>
          <w:p w14:paraId="4F6289A6" w14:textId="77777777" w:rsidR="00E058CB" w:rsidRPr="00ED039A" w:rsidRDefault="00E058CB" w:rsidP="007A4F08">
            <w:pPr>
              <w:rPr>
                <w:sz w:val="20"/>
              </w:rPr>
            </w:pPr>
            <w:r w:rsidRPr="00ED039A">
              <w:rPr>
                <w:sz w:val="20"/>
              </w:rPr>
              <w:t>Verantwortliche Person(en)</w:t>
            </w:r>
          </w:p>
        </w:tc>
        <w:tc>
          <w:tcPr>
            <w:tcW w:w="6083" w:type="dxa"/>
          </w:tcPr>
          <w:p w14:paraId="12478691" w14:textId="77777777" w:rsidR="00E058CB" w:rsidRPr="00ED039A" w:rsidRDefault="00E058CB" w:rsidP="007A4F08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02E486F" w14:textId="77777777" w:rsidTr="00597CAE">
        <w:trPr>
          <w:cantSplit/>
        </w:trPr>
        <w:tc>
          <w:tcPr>
            <w:tcW w:w="3343" w:type="dxa"/>
          </w:tcPr>
          <w:p w14:paraId="33ABA51A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Telefonnummer</w:t>
            </w:r>
          </w:p>
        </w:tc>
        <w:tc>
          <w:tcPr>
            <w:tcW w:w="6083" w:type="dxa"/>
          </w:tcPr>
          <w:p w14:paraId="5AE9A365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7099E5D3" w14:textId="77777777" w:rsidTr="00597CAE">
        <w:trPr>
          <w:cantSplit/>
        </w:trPr>
        <w:tc>
          <w:tcPr>
            <w:tcW w:w="3343" w:type="dxa"/>
          </w:tcPr>
          <w:p w14:paraId="1A9DB600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E-Mail Adresse</w:t>
            </w:r>
          </w:p>
        </w:tc>
        <w:tc>
          <w:tcPr>
            <w:tcW w:w="6083" w:type="dxa"/>
          </w:tcPr>
          <w:p w14:paraId="2F5BD227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37FBB5C" w14:textId="77777777" w:rsidTr="00597CAE">
        <w:trPr>
          <w:cantSplit/>
        </w:trPr>
        <w:tc>
          <w:tcPr>
            <w:tcW w:w="3343" w:type="dxa"/>
          </w:tcPr>
          <w:p w14:paraId="5B12D0AD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(Voraussichtliche) Trägerschaft</w:t>
            </w:r>
          </w:p>
        </w:tc>
        <w:tc>
          <w:tcPr>
            <w:tcW w:w="6083" w:type="dxa"/>
          </w:tcPr>
          <w:p w14:paraId="7BDC74F4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6678993D" w14:textId="77777777" w:rsidTr="00597CAE">
        <w:trPr>
          <w:cantSplit/>
        </w:trPr>
        <w:tc>
          <w:tcPr>
            <w:tcW w:w="3343" w:type="dxa"/>
          </w:tcPr>
          <w:p w14:paraId="6643A909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Datum/Versionsnummer</w:t>
            </w:r>
          </w:p>
        </w:tc>
        <w:tc>
          <w:tcPr>
            <w:tcW w:w="6083" w:type="dxa"/>
          </w:tcPr>
          <w:p w14:paraId="4CB8BEB2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0F4D0498" w14:textId="77777777" w:rsidTr="00597CAE">
        <w:trPr>
          <w:cantSplit/>
        </w:trPr>
        <w:tc>
          <w:tcPr>
            <w:tcW w:w="3343" w:type="dxa"/>
          </w:tcPr>
          <w:p w14:paraId="3B9BAC8D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Ergänzende Bemerkungen</w:t>
            </w:r>
          </w:p>
        </w:tc>
        <w:tc>
          <w:tcPr>
            <w:tcW w:w="6083" w:type="dxa"/>
          </w:tcPr>
          <w:p w14:paraId="5E376C92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</w:tbl>
    <w:p w14:paraId="18B5EFBF" w14:textId="77777777" w:rsidR="00AF40E6" w:rsidRPr="00232FA5" w:rsidRDefault="00AF40E6" w:rsidP="00AC0F4B"/>
    <w:p w14:paraId="16BB3287" w14:textId="77777777" w:rsidR="00AF40E6" w:rsidRPr="00A323D6" w:rsidRDefault="00D87890" w:rsidP="00647C7E">
      <w:pPr>
        <w:pStyle w:val="berschrift1"/>
      </w:pPr>
      <w:r>
        <w:t>Einleitung</w:t>
      </w:r>
    </w:p>
    <w:p w14:paraId="268E2B1A" w14:textId="77777777" w:rsidR="00AF40E6" w:rsidRPr="00A323D6" w:rsidRDefault="00AF40E6" w:rsidP="00EE2B38">
      <w:pPr>
        <w:pStyle w:val="berschrift2"/>
      </w:pPr>
      <w:r w:rsidRPr="00A323D6">
        <w:t xml:space="preserve">Ausgangslage </w:t>
      </w:r>
    </w:p>
    <w:p w14:paraId="371857EB" w14:textId="77777777" w:rsidR="00AF40E6" w:rsidRPr="00232FA5" w:rsidRDefault="00AF40E6" w:rsidP="00AC0F4B">
      <w:pPr>
        <w:spacing w:after="240"/>
      </w:pPr>
      <w:r w:rsidRPr="00232FA5">
        <w:t>…</w:t>
      </w:r>
    </w:p>
    <w:p w14:paraId="3BF1932F" w14:textId="77777777" w:rsidR="00AF40E6" w:rsidRPr="00232FA5" w:rsidRDefault="00AF40E6" w:rsidP="00EE2B38">
      <w:pPr>
        <w:pStyle w:val="berschrift2"/>
      </w:pPr>
      <w:r>
        <w:t>Kurzbeschreibung des Projekts</w:t>
      </w:r>
    </w:p>
    <w:p w14:paraId="3DA8507C" w14:textId="77777777" w:rsidR="00AF40E6" w:rsidRPr="00232FA5" w:rsidRDefault="00AF40E6" w:rsidP="00AC0F4B">
      <w:pPr>
        <w:spacing w:after="240"/>
      </w:pPr>
      <w:r w:rsidRPr="00232FA5">
        <w:t>…</w:t>
      </w:r>
    </w:p>
    <w:p w14:paraId="7D2479CA" w14:textId="77777777" w:rsidR="00AF40E6" w:rsidRPr="00D210BD" w:rsidRDefault="00EA10F8" w:rsidP="00647C7E">
      <w:pPr>
        <w:pStyle w:val="berschrift1"/>
      </w:pPr>
      <w:r>
        <w:t xml:space="preserve">Reflexion der </w:t>
      </w:r>
      <w:r w:rsidR="00AF40E6">
        <w:t>P</w:t>
      </w:r>
      <w:r w:rsidR="00D87890">
        <w:t>lanung</w:t>
      </w:r>
    </w:p>
    <w:p w14:paraId="7B6124ED" w14:textId="77777777" w:rsidR="00AF40E6" w:rsidRPr="00232FA5" w:rsidRDefault="00AF40E6" w:rsidP="00EE2B38">
      <w:pPr>
        <w:pStyle w:val="berschrift2"/>
      </w:pPr>
      <w:r>
        <w:t>Settings</w:t>
      </w:r>
      <w:r w:rsidRPr="00232FA5">
        <w:t xml:space="preserve"> </w:t>
      </w:r>
    </w:p>
    <w:p w14:paraId="58D2A3B0" w14:textId="77777777" w:rsidR="00AF40E6" w:rsidRPr="00232FA5" w:rsidRDefault="00AF40E6" w:rsidP="00AC0F4B">
      <w:pPr>
        <w:spacing w:after="240"/>
      </w:pPr>
      <w:r w:rsidRPr="00232FA5">
        <w:t>…</w:t>
      </w:r>
    </w:p>
    <w:p w14:paraId="23DE8010" w14:textId="77777777" w:rsidR="00D87890" w:rsidRPr="00232FA5" w:rsidRDefault="00D87890" w:rsidP="00EE2B38">
      <w:pPr>
        <w:pStyle w:val="berschrift2"/>
      </w:pPr>
      <w:r>
        <w:t>Zielgruppen</w:t>
      </w:r>
      <w:r w:rsidRPr="00232FA5">
        <w:t xml:space="preserve"> </w:t>
      </w:r>
    </w:p>
    <w:p w14:paraId="29E3B996" w14:textId="77777777" w:rsidR="00D87890" w:rsidRPr="00232FA5" w:rsidRDefault="00D87890" w:rsidP="00D87890">
      <w:pPr>
        <w:spacing w:after="240"/>
      </w:pPr>
      <w:r w:rsidRPr="00232FA5">
        <w:t>…</w:t>
      </w:r>
    </w:p>
    <w:p w14:paraId="205365D1" w14:textId="77777777" w:rsidR="00AF40E6" w:rsidRPr="00232FA5" w:rsidRDefault="00D87890" w:rsidP="00EE2B38">
      <w:pPr>
        <w:pStyle w:val="berschrift2"/>
      </w:pPr>
      <w:r>
        <w:t>Strategien</w:t>
      </w:r>
    </w:p>
    <w:p w14:paraId="3A75D0DA" w14:textId="77777777" w:rsidR="00AF40E6" w:rsidRPr="00232FA5" w:rsidRDefault="00AF40E6" w:rsidP="00AC0F4B">
      <w:pPr>
        <w:spacing w:after="240"/>
      </w:pPr>
      <w:r w:rsidRPr="00232FA5">
        <w:t>…</w:t>
      </w:r>
    </w:p>
    <w:p w14:paraId="54DA1170" w14:textId="77777777" w:rsidR="00AF40E6" w:rsidRPr="00232FA5" w:rsidRDefault="00D87890" w:rsidP="00EE2B38">
      <w:pPr>
        <w:pStyle w:val="berschrift2"/>
      </w:pPr>
      <w:r>
        <w:t>Ziele</w:t>
      </w:r>
      <w:r w:rsidR="00AF40E6" w:rsidRPr="00232FA5">
        <w:t xml:space="preserve"> </w:t>
      </w:r>
    </w:p>
    <w:p w14:paraId="4CDBD226" w14:textId="77777777" w:rsidR="00AF40E6" w:rsidRPr="00232FA5" w:rsidRDefault="00AF40E6" w:rsidP="00AC0F4B">
      <w:pPr>
        <w:spacing w:after="240"/>
      </w:pPr>
      <w:r w:rsidRPr="00232FA5">
        <w:t>…</w:t>
      </w:r>
    </w:p>
    <w:p w14:paraId="2819DB31" w14:textId="77777777" w:rsidR="00AF40E6" w:rsidRPr="00232FA5" w:rsidRDefault="00AF40E6" w:rsidP="00EE2B38">
      <w:pPr>
        <w:pStyle w:val="berschrift2"/>
      </w:pPr>
      <w:r>
        <w:t>Massnahmen</w:t>
      </w:r>
    </w:p>
    <w:p w14:paraId="02FAA30C" w14:textId="77777777" w:rsidR="00075A7C" w:rsidRPr="00593BC4" w:rsidRDefault="00AF40E6" w:rsidP="00D87890">
      <w:pPr>
        <w:spacing w:after="240"/>
      </w:pPr>
      <w:r w:rsidRPr="00232FA5">
        <w:t>…</w:t>
      </w:r>
    </w:p>
    <w:p w14:paraId="644DB855" w14:textId="00A12203" w:rsidR="00AF40E6" w:rsidRPr="00D210BD" w:rsidRDefault="00EA10F8" w:rsidP="00647C7E">
      <w:pPr>
        <w:pStyle w:val="berschrift1"/>
      </w:pPr>
      <w:r>
        <w:lastRenderedPageBreak/>
        <w:t xml:space="preserve">Reflexion der </w:t>
      </w:r>
      <w:r w:rsidR="00295E2E">
        <w:t>O</w:t>
      </w:r>
      <w:r w:rsidR="00AF40E6">
        <w:t>rganisation</w:t>
      </w:r>
    </w:p>
    <w:p w14:paraId="14A57ED5" w14:textId="77777777" w:rsidR="00AF40E6" w:rsidRPr="00232FA5" w:rsidRDefault="00AF40E6" w:rsidP="00EE2B38">
      <w:pPr>
        <w:pStyle w:val="berschrift2"/>
      </w:pPr>
      <w:r>
        <w:t>Projektstruktur</w:t>
      </w:r>
      <w:r w:rsidRPr="00232FA5">
        <w:t xml:space="preserve"> </w:t>
      </w:r>
    </w:p>
    <w:p w14:paraId="2BFF75B7" w14:textId="77777777" w:rsidR="00AF40E6" w:rsidRPr="00232FA5" w:rsidRDefault="00AF40E6" w:rsidP="00AC0F4B">
      <w:pPr>
        <w:spacing w:after="240"/>
      </w:pPr>
      <w:r w:rsidRPr="00232FA5">
        <w:t>…</w:t>
      </w:r>
    </w:p>
    <w:p w14:paraId="0253BA23" w14:textId="77777777" w:rsidR="00D87890" w:rsidRPr="00232FA5" w:rsidRDefault="00D87890" w:rsidP="00EE2B38">
      <w:pPr>
        <w:pStyle w:val="berschrift2"/>
      </w:pPr>
      <w:r>
        <w:t>Partizipation</w:t>
      </w:r>
    </w:p>
    <w:p w14:paraId="61187D38" w14:textId="77777777" w:rsidR="00D87890" w:rsidRDefault="00D87890" w:rsidP="00D87890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D87890" w:rsidRPr="0059137D" w14:paraId="740A6DFE" w14:textId="77777777" w:rsidTr="00D55666">
        <w:tc>
          <w:tcPr>
            <w:tcW w:w="4748" w:type="dxa"/>
            <w:shd w:val="clear" w:color="auto" w:fill="EAEAEA"/>
          </w:tcPr>
          <w:p w14:paraId="0388C982" w14:textId="77777777" w:rsidR="00D87890" w:rsidRPr="0059137D" w:rsidRDefault="00D87890" w:rsidP="00D55666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Zielgruppen</w:t>
            </w:r>
            <w:r w:rsidRPr="0059137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678" w:type="dxa"/>
            <w:shd w:val="clear" w:color="auto" w:fill="EAEAEA"/>
          </w:tcPr>
          <w:p w14:paraId="31A72385" w14:textId="77777777" w:rsidR="00D87890" w:rsidRPr="0059137D" w:rsidRDefault="00D87890" w:rsidP="00D55666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Beurteilung der Mitwirkung</w:t>
            </w:r>
          </w:p>
        </w:tc>
      </w:tr>
      <w:tr w:rsidR="00D87890" w:rsidRPr="0059137D" w14:paraId="087018D3" w14:textId="77777777" w:rsidTr="00D55666">
        <w:tc>
          <w:tcPr>
            <w:tcW w:w="4748" w:type="dxa"/>
          </w:tcPr>
          <w:p w14:paraId="4F2AB0D1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33CE3265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6502E726" w14:textId="77777777" w:rsidTr="00D55666">
        <w:tc>
          <w:tcPr>
            <w:tcW w:w="4748" w:type="dxa"/>
          </w:tcPr>
          <w:p w14:paraId="4F74F8BE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557783AA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06E7EF44" w14:textId="77777777" w:rsidTr="00D55666">
        <w:tc>
          <w:tcPr>
            <w:tcW w:w="4748" w:type="dxa"/>
          </w:tcPr>
          <w:p w14:paraId="3B6A8734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00D1AD09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1933F63C" w14:textId="77777777" w:rsidTr="00D55666">
        <w:tc>
          <w:tcPr>
            <w:tcW w:w="4748" w:type="dxa"/>
          </w:tcPr>
          <w:p w14:paraId="0AD2B1A4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4FF58674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</w:tbl>
    <w:p w14:paraId="5A94A301" w14:textId="77777777" w:rsidR="00AF40E6" w:rsidRPr="00232FA5" w:rsidRDefault="00AF40E6" w:rsidP="00EE2B38">
      <w:pPr>
        <w:pStyle w:val="berschrift2"/>
      </w:pPr>
      <w:r>
        <w:t>Vernetzung</w:t>
      </w:r>
    </w:p>
    <w:p w14:paraId="133E53AE" w14:textId="77777777" w:rsidR="00AF40E6" w:rsidRDefault="00AF40E6" w:rsidP="00AC0F4B">
      <w:pPr>
        <w:spacing w:after="240"/>
      </w:pPr>
      <w:r w:rsidRPr="00232FA5">
        <w:t>…</w:t>
      </w:r>
    </w:p>
    <w:p w14:paraId="591CE66B" w14:textId="77777777" w:rsidR="00AF40E6" w:rsidRPr="00D210BD" w:rsidRDefault="00EA10F8" w:rsidP="00647C7E">
      <w:pPr>
        <w:pStyle w:val="berschrift1"/>
      </w:pPr>
      <w:r>
        <w:t xml:space="preserve">Reflexion der </w:t>
      </w:r>
      <w:r w:rsidR="00D87890">
        <w:t>S</w:t>
      </w:r>
      <w:r w:rsidR="00AF40E6">
        <w:t>teuerung</w:t>
      </w:r>
    </w:p>
    <w:p w14:paraId="44C07727" w14:textId="77777777" w:rsidR="00D87890" w:rsidRPr="00D87890" w:rsidRDefault="00D87890" w:rsidP="00EE2B38">
      <w:pPr>
        <w:pStyle w:val="berschrift2"/>
      </w:pPr>
      <w:r>
        <w:t xml:space="preserve">Systematische </w:t>
      </w:r>
      <w:r w:rsidRPr="002E59EC">
        <w:t>Reflexion</w:t>
      </w:r>
    </w:p>
    <w:p w14:paraId="26A7FCAB" w14:textId="77777777" w:rsidR="00D87890" w:rsidRDefault="00D87890" w:rsidP="00D87890">
      <w:pPr>
        <w:spacing w:after="240"/>
      </w:pPr>
      <w:r w:rsidRPr="00232FA5">
        <w:t>…</w:t>
      </w:r>
    </w:p>
    <w:p w14:paraId="1594FC5F" w14:textId="77777777" w:rsidR="00AF40E6" w:rsidRPr="00232FA5" w:rsidRDefault="00AF40E6" w:rsidP="00EE2B38">
      <w:pPr>
        <w:pStyle w:val="berschrift2"/>
      </w:pPr>
      <w:r>
        <w:t>Evaluation</w:t>
      </w:r>
      <w:r w:rsidRPr="00232FA5">
        <w:t xml:space="preserve"> </w:t>
      </w:r>
    </w:p>
    <w:p w14:paraId="0FA29099" w14:textId="77777777" w:rsidR="002B38DC" w:rsidRDefault="00AF40E6" w:rsidP="00AC0F4B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3"/>
        <w:gridCol w:w="4731"/>
      </w:tblGrid>
      <w:tr w:rsidR="002B38DC" w:rsidRPr="0059137D" w14:paraId="2DB8774E" w14:textId="77777777" w:rsidTr="00B45A1E">
        <w:tc>
          <w:tcPr>
            <w:tcW w:w="4890" w:type="dxa"/>
            <w:shd w:val="clear" w:color="auto" w:fill="EAEAEA"/>
          </w:tcPr>
          <w:p w14:paraId="6A91E704" w14:textId="77777777" w:rsidR="002B38DC" w:rsidRPr="0059137D" w:rsidRDefault="002B38DC" w:rsidP="00B45A1E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Evaluationsfragen*</w:t>
            </w:r>
            <w:r w:rsidRPr="0059137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7A586F73" w14:textId="77777777" w:rsidR="002B38DC" w:rsidRPr="0059137D" w:rsidRDefault="002B38DC" w:rsidP="00B45A1E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Antworten</w:t>
            </w:r>
          </w:p>
        </w:tc>
      </w:tr>
      <w:tr w:rsidR="002B38DC" w:rsidRPr="0059137D" w14:paraId="63708851" w14:textId="77777777" w:rsidTr="00B45A1E">
        <w:tc>
          <w:tcPr>
            <w:tcW w:w="4890" w:type="dxa"/>
          </w:tcPr>
          <w:p w14:paraId="18C5ADCD" w14:textId="77777777" w:rsidR="002B38DC" w:rsidRPr="0059137D" w:rsidRDefault="002B38DC" w:rsidP="00B45A1E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72A9495E" w14:textId="77777777" w:rsidR="002B38DC" w:rsidRPr="0059137D" w:rsidRDefault="002B38DC" w:rsidP="00B45A1E">
            <w:pPr>
              <w:rPr>
                <w:color w:val="000000"/>
                <w:sz w:val="20"/>
              </w:rPr>
            </w:pPr>
          </w:p>
        </w:tc>
      </w:tr>
      <w:tr w:rsidR="002B38DC" w:rsidRPr="0059137D" w14:paraId="2C7B6ABF" w14:textId="77777777" w:rsidTr="00B45A1E">
        <w:tc>
          <w:tcPr>
            <w:tcW w:w="4890" w:type="dxa"/>
          </w:tcPr>
          <w:p w14:paraId="6F2A7E4A" w14:textId="77777777" w:rsidR="002B38DC" w:rsidRPr="0059137D" w:rsidRDefault="002B38DC" w:rsidP="00B45A1E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C3BC82E" w14:textId="77777777" w:rsidR="002B38DC" w:rsidRPr="0059137D" w:rsidRDefault="002B38DC" w:rsidP="00B45A1E">
            <w:pPr>
              <w:rPr>
                <w:color w:val="000000"/>
                <w:sz w:val="20"/>
              </w:rPr>
            </w:pPr>
          </w:p>
        </w:tc>
      </w:tr>
      <w:tr w:rsidR="002B38DC" w:rsidRPr="0059137D" w14:paraId="779CEFB5" w14:textId="77777777" w:rsidTr="00B45A1E">
        <w:tc>
          <w:tcPr>
            <w:tcW w:w="4890" w:type="dxa"/>
          </w:tcPr>
          <w:p w14:paraId="15BAF9A8" w14:textId="77777777" w:rsidR="002B38DC" w:rsidRPr="0059137D" w:rsidRDefault="002B38DC" w:rsidP="00B45A1E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1085475" w14:textId="77777777" w:rsidR="002B38DC" w:rsidRPr="0059137D" w:rsidRDefault="002B38DC" w:rsidP="00B45A1E">
            <w:pPr>
              <w:rPr>
                <w:color w:val="000000"/>
                <w:sz w:val="20"/>
              </w:rPr>
            </w:pPr>
          </w:p>
        </w:tc>
      </w:tr>
      <w:tr w:rsidR="002B38DC" w:rsidRPr="0059137D" w14:paraId="57008489" w14:textId="77777777" w:rsidTr="00B45A1E">
        <w:tc>
          <w:tcPr>
            <w:tcW w:w="4890" w:type="dxa"/>
          </w:tcPr>
          <w:p w14:paraId="5AA4DF79" w14:textId="77777777" w:rsidR="002B38DC" w:rsidRPr="0059137D" w:rsidRDefault="002B38DC" w:rsidP="00B45A1E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21E1461" w14:textId="77777777" w:rsidR="002B38DC" w:rsidRPr="0059137D" w:rsidRDefault="002B38DC" w:rsidP="00B45A1E">
            <w:pPr>
              <w:rPr>
                <w:color w:val="000000"/>
                <w:sz w:val="20"/>
              </w:rPr>
            </w:pPr>
          </w:p>
        </w:tc>
      </w:tr>
    </w:tbl>
    <w:p w14:paraId="49E9578F" w14:textId="0012B76E" w:rsidR="002B38DC" w:rsidRPr="00B45A1E" w:rsidRDefault="002B38DC" w:rsidP="00AC0F4B">
      <w:pPr>
        <w:spacing w:after="240"/>
        <w:rPr>
          <w:color w:val="7F7F7F"/>
          <w:sz w:val="20"/>
        </w:rPr>
      </w:pPr>
      <w:r w:rsidRPr="00B45A1E">
        <w:rPr>
          <w:color w:val="7F7F7F"/>
          <w:sz w:val="20"/>
        </w:rPr>
        <w:t>*d</w:t>
      </w:r>
      <w:r w:rsidR="00FB7E58">
        <w:rPr>
          <w:color w:val="7F7F7F"/>
          <w:sz w:val="20"/>
        </w:rPr>
        <w:t>ie Zielerreichung wird unter 5.1</w:t>
      </w:r>
      <w:r w:rsidRPr="00B45A1E">
        <w:rPr>
          <w:color w:val="7F7F7F"/>
          <w:sz w:val="20"/>
        </w:rPr>
        <w:t xml:space="preserve"> beurteilt</w:t>
      </w:r>
    </w:p>
    <w:p w14:paraId="17D0E6FD" w14:textId="77777777" w:rsidR="00AF40E6" w:rsidRPr="00D210BD" w:rsidRDefault="00075A7C" w:rsidP="00647C7E">
      <w:pPr>
        <w:pStyle w:val="berschrift1"/>
      </w:pPr>
      <w:r w:rsidRPr="00647C7E">
        <w:t>Ergebnisse</w:t>
      </w:r>
      <w:r>
        <w:t xml:space="preserve"> und Wirkungen</w:t>
      </w:r>
    </w:p>
    <w:p w14:paraId="1B9F04E7" w14:textId="77777777" w:rsidR="00AF40E6" w:rsidRPr="00232FA5" w:rsidRDefault="00AF40E6" w:rsidP="00EE2B38">
      <w:pPr>
        <w:pStyle w:val="berschrift2"/>
      </w:pPr>
      <w:r>
        <w:t>Zielerreichung</w:t>
      </w:r>
      <w:r w:rsidRPr="00232FA5">
        <w:t xml:space="preserve"> </w:t>
      </w:r>
    </w:p>
    <w:p w14:paraId="3E8BD847" w14:textId="77777777" w:rsidR="00075A7C" w:rsidRDefault="00AF40E6" w:rsidP="00AC0F4B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891"/>
        <w:gridCol w:w="3216"/>
      </w:tblGrid>
      <w:tr w:rsidR="00075A7C" w:rsidRPr="00AC0F4B" w14:paraId="4A501A24" w14:textId="77777777" w:rsidTr="00597CAE">
        <w:tc>
          <w:tcPr>
            <w:tcW w:w="5319" w:type="dxa"/>
            <w:shd w:val="clear" w:color="auto" w:fill="EAEAEA"/>
          </w:tcPr>
          <w:p w14:paraId="15F4E4C7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Ziel</w:t>
            </w:r>
            <w:r w:rsidR="00AC0F4B" w:rsidRPr="00AC0F4B">
              <w:rPr>
                <w:color w:val="000000"/>
                <w:sz w:val="20"/>
              </w:rPr>
              <w:t>klassen und Ziel</w:t>
            </w:r>
            <w:r w:rsidRPr="00AC0F4B">
              <w:rPr>
                <w:color w:val="000000"/>
                <w:sz w:val="20"/>
              </w:rPr>
              <w:t>e</w:t>
            </w:r>
          </w:p>
        </w:tc>
        <w:tc>
          <w:tcPr>
            <w:tcW w:w="891" w:type="dxa"/>
            <w:shd w:val="clear" w:color="auto" w:fill="EAEAEA"/>
          </w:tcPr>
          <w:p w14:paraId="6EF9569F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ZE in %</w:t>
            </w:r>
          </w:p>
        </w:tc>
        <w:tc>
          <w:tcPr>
            <w:tcW w:w="3216" w:type="dxa"/>
            <w:shd w:val="clear" w:color="auto" w:fill="EAEAEA"/>
          </w:tcPr>
          <w:p w14:paraId="6E7CF1AB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Begründung/Kommentare</w:t>
            </w:r>
          </w:p>
        </w:tc>
      </w:tr>
      <w:tr w:rsidR="00075A7C" w:rsidRPr="00AC0F4B" w14:paraId="0C6065F2" w14:textId="77777777" w:rsidTr="00597CAE">
        <w:tc>
          <w:tcPr>
            <w:tcW w:w="5319" w:type="dxa"/>
          </w:tcPr>
          <w:p w14:paraId="7E07BC01" w14:textId="77777777" w:rsidR="00075A7C" w:rsidRPr="00AC0F4B" w:rsidRDefault="00075A7C" w:rsidP="00AC0F4B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09C465E8" w14:textId="77777777" w:rsidR="00075A7C" w:rsidRPr="00AC0F4B" w:rsidRDefault="00075A7C" w:rsidP="00AC0F4B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4E862C5A" w14:textId="77777777" w:rsidR="00075A7C" w:rsidRPr="00AC0F4B" w:rsidRDefault="00075A7C" w:rsidP="00AC0F4B">
            <w:pPr>
              <w:rPr>
                <w:sz w:val="20"/>
              </w:rPr>
            </w:pPr>
          </w:p>
        </w:tc>
      </w:tr>
      <w:tr w:rsidR="00075A7C" w:rsidRPr="00AC0F4B" w14:paraId="1E86B431" w14:textId="77777777" w:rsidTr="00597CAE">
        <w:tc>
          <w:tcPr>
            <w:tcW w:w="5319" w:type="dxa"/>
          </w:tcPr>
          <w:p w14:paraId="6933A1F2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7CD8A11E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1DAA04CB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075A7C" w:rsidRPr="00AC0F4B" w14:paraId="71809997" w14:textId="77777777" w:rsidTr="00597CAE">
        <w:tc>
          <w:tcPr>
            <w:tcW w:w="5319" w:type="dxa"/>
          </w:tcPr>
          <w:p w14:paraId="30BB8A7A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891" w:type="dxa"/>
          </w:tcPr>
          <w:p w14:paraId="25BC3985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40F77CEE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7EF11E0A" w14:textId="77777777" w:rsidTr="00597CAE">
        <w:tc>
          <w:tcPr>
            <w:tcW w:w="5319" w:type="dxa"/>
            <w:shd w:val="clear" w:color="auto" w:fill="F2F2F2"/>
          </w:tcPr>
          <w:p w14:paraId="6D911B9B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2DCFCEC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22DFCE11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36285127" w14:textId="77777777" w:rsidTr="00597CAE">
        <w:tc>
          <w:tcPr>
            <w:tcW w:w="5319" w:type="dxa"/>
          </w:tcPr>
          <w:p w14:paraId="031A6ADC" w14:textId="77777777" w:rsidR="00AC0F4B" w:rsidRPr="00AC0F4B" w:rsidRDefault="00AC0F4B" w:rsidP="00A54E16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27822BE7" w14:textId="77777777" w:rsidR="00AC0F4B" w:rsidRPr="00AC0F4B" w:rsidRDefault="00AC0F4B" w:rsidP="00A54E16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47DAF651" w14:textId="77777777" w:rsidR="00AC0F4B" w:rsidRPr="00AC0F4B" w:rsidRDefault="00AC0F4B" w:rsidP="00A54E16">
            <w:pPr>
              <w:rPr>
                <w:sz w:val="20"/>
              </w:rPr>
            </w:pPr>
          </w:p>
        </w:tc>
      </w:tr>
      <w:tr w:rsidR="00AC0F4B" w:rsidRPr="00AC0F4B" w14:paraId="7FAD9A78" w14:textId="77777777" w:rsidTr="00597CAE">
        <w:tc>
          <w:tcPr>
            <w:tcW w:w="5319" w:type="dxa"/>
          </w:tcPr>
          <w:p w14:paraId="43BE02D6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B7F9206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1811D88F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2EB532DA" w14:textId="77777777" w:rsidTr="00597CAE">
        <w:tc>
          <w:tcPr>
            <w:tcW w:w="5319" w:type="dxa"/>
          </w:tcPr>
          <w:p w14:paraId="420BFA76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09446EC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3371C592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12A8AB18" w14:textId="77777777" w:rsidTr="00597CAE">
        <w:tc>
          <w:tcPr>
            <w:tcW w:w="5319" w:type="dxa"/>
            <w:shd w:val="clear" w:color="auto" w:fill="F2F2F2"/>
          </w:tcPr>
          <w:p w14:paraId="786CB39A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D33160D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2BE1DB59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6C247E99" w14:textId="77777777" w:rsidTr="00597CAE">
        <w:tc>
          <w:tcPr>
            <w:tcW w:w="5319" w:type="dxa"/>
          </w:tcPr>
          <w:p w14:paraId="6BB86F50" w14:textId="77777777" w:rsidR="00AC0F4B" w:rsidRPr="00AC0F4B" w:rsidRDefault="00AC0F4B" w:rsidP="00A54E16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1D9347BA" w14:textId="77777777" w:rsidR="00AC0F4B" w:rsidRPr="00AC0F4B" w:rsidRDefault="00AC0F4B" w:rsidP="00A54E16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36336132" w14:textId="77777777" w:rsidR="00AC0F4B" w:rsidRPr="00AC0F4B" w:rsidRDefault="00AC0F4B" w:rsidP="00A54E16">
            <w:pPr>
              <w:rPr>
                <w:sz w:val="20"/>
              </w:rPr>
            </w:pPr>
          </w:p>
        </w:tc>
      </w:tr>
      <w:tr w:rsidR="00AC0F4B" w:rsidRPr="00AC0F4B" w14:paraId="0B303A14" w14:textId="77777777" w:rsidTr="00597CAE">
        <w:tc>
          <w:tcPr>
            <w:tcW w:w="5319" w:type="dxa"/>
          </w:tcPr>
          <w:p w14:paraId="4F199FB4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25109A6D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09011FDE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41B2ACCF" w14:textId="77777777" w:rsidTr="00597CAE">
        <w:tc>
          <w:tcPr>
            <w:tcW w:w="5319" w:type="dxa"/>
          </w:tcPr>
          <w:p w14:paraId="5430CE1B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F5FCE87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49830063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</w:tbl>
    <w:p w14:paraId="4C9D1FFD" w14:textId="77777777" w:rsidR="00AF40E6" w:rsidRPr="00232FA5" w:rsidRDefault="00AF40E6" w:rsidP="00EE2B38">
      <w:pPr>
        <w:pStyle w:val="berschrift2"/>
      </w:pPr>
      <w:r>
        <w:t>Weitere Ergebnisse</w:t>
      </w:r>
    </w:p>
    <w:p w14:paraId="42E11297" w14:textId="77777777" w:rsidR="00AF40E6" w:rsidRDefault="00AF40E6" w:rsidP="00AC0F4B">
      <w:pPr>
        <w:spacing w:after="240"/>
      </w:pPr>
      <w:r w:rsidRPr="00232FA5">
        <w:t>…</w:t>
      </w:r>
    </w:p>
    <w:p w14:paraId="4F92F0FD" w14:textId="77777777" w:rsidR="00D87890" w:rsidRPr="00232FA5" w:rsidRDefault="00D87890" w:rsidP="00EE2B38">
      <w:pPr>
        <w:pStyle w:val="berschrift2"/>
      </w:pPr>
      <w:r>
        <w:t>Nachhaltigkeit</w:t>
      </w:r>
      <w:r w:rsidRPr="00232FA5">
        <w:t xml:space="preserve"> </w:t>
      </w:r>
    </w:p>
    <w:p w14:paraId="5333F459" w14:textId="77777777" w:rsidR="00D87890" w:rsidRPr="00232FA5" w:rsidRDefault="00D87890" w:rsidP="00D87890">
      <w:pPr>
        <w:spacing w:after="240"/>
      </w:pPr>
      <w:r w:rsidRPr="00232FA5">
        <w:t>…</w:t>
      </w:r>
    </w:p>
    <w:p w14:paraId="0B31DD64" w14:textId="77777777" w:rsidR="00D87890" w:rsidRPr="00232FA5" w:rsidRDefault="00D87890" w:rsidP="00EE2B38">
      <w:pPr>
        <w:pStyle w:val="berschrift2"/>
      </w:pPr>
      <w:r w:rsidRPr="002E59EC">
        <w:t>Valorisierung</w:t>
      </w:r>
    </w:p>
    <w:p w14:paraId="1306FDC1" w14:textId="77777777" w:rsidR="00D87890" w:rsidRPr="00232FA5" w:rsidRDefault="00D87890" w:rsidP="00D87890">
      <w:pPr>
        <w:spacing w:after="240"/>
      </w:pPr>
      <w:r w:rsidRPr="00232FA5">
        <w:t>…</w:t>
      </w:r>
    </w:p>
    <w:p w14:paraId="0E417FFA" w14:textId="77777777" w:rsidR="00D87890" w:rsidRPr="00232FA5" w:rsidRDefault="00D87890" w:rsidP="00EE2B38">
      <w:pPr>
        <w:pStyle w:val="berschrift2"/>
      </w:pPr>
      <w:r>
        <w:t>Erfolgsrechnung</w:t>
      </w:r>
    </w:p>
    <w:p w14:paraId="01D74967" w14:textId="77777777" w:rsidR="00D87890" w:rsidRDefault="00D87890" w:rsidP="00D87890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D87890" w:rsidRPr="00ED039A" w14:paraId="5B7AB6ED" w14:textId="77777777" w:rsidTr="00D55666">
        <w:tc>
          <w:tcPr>
            <w:tcW w:w="6628" w:type="dxa"/>
            <w:shd w:val="clear" w:color="auto" w:fill="auto"/>
          </w:tcPr>
          <w:p w14:paraId="3B27B502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</w:p>
        </w:tc>
        <w:tc>
          <w:tcPr>
            <w:tcW w:w="1393" w:type="dxa"/>
            <w:shd w:val="clear" w:color="auto" w:fill="auto"/>
          </w:tcPr>
          <w:p w14:paraId="7D57D73B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budgetiert</w:t>
            </w:r>
          </w:p>
        </w:tc>
        <w:tc>
          <w:tcPr>
            <w:tcW w:w="1405" w:type="dxa"/>
            <w:shd w:val="clear" w:color="auto" w:fill="auto"/>
          </w:tcPr>
          <w:p w14:paraId="2DE8EA8C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effektiv</w:t>
            </w:r>
          </w:p>
        </w:tc>
      </w:tr>
      <w:tr w:rsidR="00D87890" w:rsidRPr="00ED039A" w14:paraId="397AE762" w14:textId="77777777" w:rsidTr="00D55666">
        <w:tc>
          <w:tcPr>
            <w:tcW w:w="6628" w:type="dxa"/>
            <w:shd w:val="clear" w:color="auto" w:fill="EAEAEA"/>
          </w:tcPr>
          <w:p w14:paraId="0DC89989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Ausgaben</w:t>
            </w:r>
          </w:p>
        </w:tc>
        <w:tc>
          <w:tcPr>
            <w:tcW w:w="1393" w:type="dxa"/>
            <w:shd w:val="clear" w:color="auto" w:fill="EAEAEA"/>
          </w:tcPr>
          <w:p w14:paraId="63B6E4C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AEAEA"/>
          </w:tcPr>
          <w:p w14:paraId="7A736F1F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161D88ED" w14:textId="77777777" w:rsidTr="00D55666">
        <w:tc>
          <w:tcPr>
            <w:tcW w:w="6628" w:type="dxa"/>
          </w:tcPr>
          <w:p w14:paraId="3B0B5C77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3DE70E1B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4150995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8B77248" w14:textId="77777777" w:rsidTr="00D55666">
        <w:tc>
          <w:tcPr>
            <w:tcW w:w="6628" w:type="dxa"/>
          </w:tcPr>
          <w:p w14:paraId="061A9FE1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46741B8F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F5205DA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122214FA" w14:textId="77777777" w:rsidTr="00D55666">
        <w:tc>
          <w:tcPr>
            <w:tcW w:w="6628" w:type="dxa"/>
          </w:tcPr>
          <w:p w14:paraId="70A8182F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7BB4AFB8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5DC60E5E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24C3F0C" w14:textId="77777777" w:rsidTr="00D55666">
        <w:tc>
          <w:tcPr>
            <w:tcW w:w="6628" w:type="dxa"/>
          </w:tcPr>
          <w:p w14:paraId="408B72B8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40BCC3A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24AAAA1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B069F2E" w14:textId="77777777" w:rsidTr="00D55666">
        <w:tc>
          <w:tcPr>
            <w:tcW w:w="6628" w:type="dxa"/>
            <w:shd w:val="clear" w:color="auto" w:fill="EAEAEA"/>
          </w:tcPr>
          <w:p w14:paraId="021B9185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Einnahmen</w:t>
            </w:r>
          </w:p>
        </w:tc>
        <w:tc>
          <w:tcPr>
            <w:tcW w:w="1393" w:type="dxa"/>
            <w:shd w:val="clear" w:color="auto" w:fill="EAEAEA"/>
          </w:tcPr>
          <w:p w14:paraId="76AA4CD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AEAEA"/>
          </w:tcPr>
          <w:p w14:paraId="7E52D6C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52A493E8" w14:textId="77777777" w:rsidTr="00D55666">
        <w:tc>
          <w:tcPr>
            <w:tcW w:w="6628" w:type="dxa"/>
          </w:tcPr>
          <w:p w14:paraId="58159089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4E56B60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F9217B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66D6998" w14:textId="77777777" w:rsidTr="00D55666">
        <w:tc>
          <w:tcPr>
            <w:tcW w:w="6628" w:type="dxa"/>
          </w:tcPr>
          <w:p w14:paraId="0ECB0F9D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1F22B5D5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11A65DE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A3EBB2F" w14:textId="77777777" w:rsidTr="00D55666">
        <w:tc>
          <w:tcPr>
            <w:tcW w:w="6628" w:type="dxa"/>
          </w:tcPr>
          <w:p w14:paraId="1E78BDAB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19110D9C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3E43CDE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69B6640" w14:textId="77777777" w:rsidTr="00D55666">
        <w:tc>
          <w:tcPr>
            <w:tcW w:w="6628" w:type="dxa"/>
            <w:tcBorders>
              <w:bottom w:val="single" w:sz="4" w:space="0" w:color="C0C0C0"/>
            </w:tcBorders>
          </w:tcPr>
          <w:p w14:paraId="639FD09D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05130F60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47417E6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60C023FC" w14:textId="77777777" w:rsidTr="00D55666">
        <w:tc>
          <w:tcPr>
            <w:tcW w:w="6628" w:type="dxa"/>
            <w:shd w:val="clear" w:color="auto" w:fill="E6E6E6"/>
          </w:tcPr>
          <w:p w14:paraId="02AE7281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Total</w:t>
            </w:r>
          </w:p>
        </w:tc>
        <w:tc>
          <w:tcPr>
            <w:tcW w:w="1393" w:type="dxa"/>
            <w:shd w:val="clear" w:color="auto" w:fill="E6E6E6"/>
          </w:tcPr>
          <w:p w14:paraId="796B7CC0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6E6E6"/>
          </w:tcPr>
          <w:p w14:paraId="2B9DD34E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</w:tbl>
    <w:p w14:paraId="72339572" w14:textId="77777777" w:rsidR="00D87890" w:rsidRPr="00232FA5" w:rsidRDefault="00D87890" w:rsidP="00EE2B38">
      <w:pPr>
        <w:pStyle w:val="berschrift2"/>
      </w:pPr>
      <w:r w:rsidRPr="00D87890">
        <w:t>Wirtschaftlichkeit</w:t>
      </w:r>
    </w:p>
    <w:p w14:paraId="3FF935CB" w14:textId="77777777" w:rsidR="00D87890" w:rsidRDefault="00D87890" w:rsidP="00D87890">
      <w:pPr>
        <w:spacing w:after="240"/>
      </w:pPr>
      <w:r w:rsidRPr="00232FA5">
        <w:t>…</w:t>
      </w:r>
    </w:p>
    <w:p w14:paraId="56917E7E" w14:textId="77777777" w:rsidR="00075A7C" w:rsidRPr="0048271D" w:rsidRDefault="00D87890" w:rsidP="00647C7E">
      <w:pPr>
        <w:pStyle w:val="berschrift1"/>
      </w:pPr>
      <w:r w:rsidRPr="0048271D">
        <w:lastRenderedPageBreak/>
        <w:t>Fazit und Ausblick</w:t>
      </w:r>
    </w:p>
    <w:p w14:paraId="26AE8822" w14:textId="77777777" w:rsidR="00B365DE" w:rsidRPr="00232FA5" w:rsidRDefault="00D87890" w:rsidP="00EE2B38">
      <w:pPr>
        <w:pStyle w:val="berschrift2"/>
      </w:pPr>
      <w:r w:rsidRPr="00D87890">
        <w:t>Gesamtbeurteilung</w:t>
      </w:r>
    </w:p>
    <w:p w14:paraId="10A94A75" w14:textId="77777777" w:rsidR="00351C6E" w:rsidRPr="005C5A54" w:rsidRDefault="00D87890" w:rsidP="00351C6E">
      <w:pPr>
        <w:spacing w:after="240"/>
      </w:pPr>
      <w: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351C6E" w:rsidRPr="00ED039A" w14:paraId="65BB7BF9" w14:textId="77777777" w:rsidTr="00810BE2">
        <w:trPr>
          <w:trHeight w:val="92"/>
        </w:trPr>
        <w:tc>
          <w:tcPr>
            <w:tcW w:w="4746" w:type="dxa"/>
            <w:shd w:val="clear" w:color="auto" w:fill="EAEAEA"/>
          </w:tcPr>
          <w:p w14:paraId="499A36A1" w14:textId="77777777" w:rsidR="00351C6E" w:rsidRPr="00ED039A" w:rsidRDefault="00351C6E" w:rsidP="00810BE2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Stärken</w:t>
            </w:r>
          </w:p>
        </w:tc>
        <w:tc>
          <w:tcPr>
            <w:tcW w:w="4680" w:type="dxa"/>
            <w:shd w:val="clear" w:color="auto" w:fill="EAEAEA"/>
          </w:tcPr>
          <w:p w14:paraId="3C2EAD4F" w14:textId="77777777" w:rsidR="00351C6E" w:rsidRPr="00ED039A" w:rsidRDefault="00351C6E" w:rsidP="00810BE2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Schwächen</w:t>
            </w:r>
          </w:p>
        </w:tc>
      </w:tr>
      <w:tr w:rsidR="00351C6E" w:rsidRPr="00ED039A" w14:paraId="56140698" w14:textId="77777777" w:rsidTr="00810BE2">
        <w:trPr>
          <w:trHeight w:val="92"/>
        </w:trPr>
        <w:tc>
          <w:tcPr>
            <w:tcW w:w="4746" w:type="dxa"/>
          </w:tcPr>
          <w:p w14:paraId="648FFC36" w14:textId="77777777" w:rsidR="00351C6E" w:rsidRPr="00ED039A" w:rsidRDefault="00351C6E" w:rsidP="00810BE2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02CB8E05" w14:textId="77777777" w:rsidR="00351C6E" w:rsidRPr="00ED039A" w:rsidRDefault="00351C6E" w:rsidP="00810BE2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0561009C" w14:textId="568CF097" w:rsidR="00351C6E" w:rsidRDefault="000359A5" w:rsidP="000359A5">
      <w:pPr>
        <w:pStyle w:val="berschrift3"/>
      </w:pPr>
      <w:r w:rsidRPr="00ED039A">
        <w:t>Förderliche Faktoren</w:t>
      </w:r>
    </w:p>
    <w:p w14:paraId="6E5FBA3F" w14:textId="003D462A" w:rsidR="000359A5" w:rsidRPr="000359A5" w:rsidRDefault="000359A5" w:rsidP="00D87890">
      <w:pPr>
        <w:spacing w:after="240"/>
      </w:pPr>
      <w:r w:rsidRPr="00232FA5">
        <w:t>…</w:t>
      </w:r>
    </w:p>
    <w:p w14:paraId="1BF1992F" w14:textId="1E8E56ED" w:rsidR="000359A5" w:rsidRDefault="000359A5" w:rsidP="000359A5">
      <w:pPr>
        <w:pStyle w:val="berschrift3"/>
      </w:pPr>
      <w:r w:rsidRPr="00ED039A">
        <w:t>Hinderliche Faktoren</w:t>
      </w:r>
    </w:p>
    <w:p w14:paraId="62084012" w14:textId="0F490B25" w:rsidR="000359A5" w:rsidRDefault="000359A5" w:rsidP="00D87890">
      <w:pPr>
        <w:spacing w:after="240"/>
      </w:pPr>
      <w:r w:rsidRPr="00232FA5">
        <w:t>…</w:t>
      </w:r>
    </w:p>
    <w:p w14:paraId="75610349" w14:textId="77777777" w:rsidR="00B365DE" w:rsidRDefault="00D87890" w:rsidP="00EE2B38">
      <w:pPr>
        <w:pStyle w:val="berschrift2"/>
      </w:pPr>
      <w:r>
        <w:t>Chancen und Risiken</w:t>
      </w:r>
    </w:p>
    <w:p w14:paraId="25C80494" w14:textId="77777777" w:rsidR="00B365DE" w:rsidRDefault="00B365DE" w:rsidP="00B365DE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C80EC5" w:rsidRPr="00ED039A" w14:paraId="40098AC6" w14:textId="77777777" w:rsidTr="00E455DC">
        <w:trPr>
          <w:trHeight w:val="92"/>
        </w:trPr>
        <w:tc>
          <w:tcPr>
            <w:tcW w:w="4746" w:type="dxa"/>
            <w:shd w:val="clear" w:color="auto" w:fill="EAEAEA"/>
          </w:tcPr>
          <w:p w14:paraId="33228FE1" w14:textId="58FFE292" w:rsidR="00C80EC5" w:rsidRPr="00ED039A" w:rsidRDefault="00C80EC5" w:rsidP="00E455DC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Chancen</w:t>
            </w:r>
          </w:p>
        </w:tc>
        <w:tc>
          <w:tcPr>
            <w:tcW w:w="4680" w:type="dxa"/>
            <w:shd w:val="clear" w:color="auto" w:fill="EAEAEA"/>
          </w:tcPr>
          <w:p w14:paraId="4FF68999" w14:textId="0BE4E107" w:rsidR="00C80EC5" w:rsidRPr="00ED039A" w:rsidRDefault="00C80EC5" w:rsidP="00E455DC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</w:t>
            </w:r>
            <w:r w:rsidR="002D5DC5">
              <w:rPr>
                <w:color w:val="000000"/>
                <w:sz w:val="20"/>
              </w:rPr>
              <w:t>ik</w:t>
            </w:r>
            <w:r>
              <w:rPr>
                <w:color w:val="000000"/>
                <w:sz w:val="20"/>
              </w:rPr>
              <w:t>en</w:t>
            </w:r>
          </w:p>
        </w:tc>
      </w:tr>
      <w:tr w:rsidR="00C80EC5" w:rsidRPr="00ED039A" w14:paraId="10867540" w14:textId="77777777" w:rsidTr="00E455DC">
        <w:trPr>
          <w:trHeight w:val="92"/>
        </w:trPr>
        <w:tc>
          <w:tcPr>
            <w:tcW w:w="4746" w:type="dxa"/>
          </w:tcPr>
          <w:p w14:paraId="491D9FC0" w14:textId="77777777" w:rsidR="00C80EC5" w:rsidRPr="00ED039A" w:rsidRDefault="00C80EC5" w:rsidP="00E455DC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0867014" w14:textId="77777777" w:rsidR="00C80EC5" w:rsidRPr="00ED039A" w:rsidRDefault="00C80EC5" w:rsidP="00E455DC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348D7DDE" w14:textId="77777777" w:rsidR="00C80EC5" w:rsidRDefault="00C80EC5" w:rsidP="00B365DE">
      <w:pPr>
        <w:spacing w:after="240"/>
      </w:pPr>
    </w:p>
    <w:p w14:paraId="05645B64" w14:textId="77777777" w:rsidR="00B365DE" w:rsidRPr="00232FA5" w:rsidRDefault="00D87890" w:rsidP="00EE2B38">
      <w:pPr>
        <w:pStyle w:val="berschrift2"/>
      </w:pPr>
      <w:r w:rsidRPr="00D87890">
        <w:t>Empfehlungen</w:t>
      </w:r>
    </w:p>
    <w:p w14:paraId="7612B296" w14:textId="77777777" w:rsidR="00B365DE" w:rsidRPr="00232FA5" w:rsidRDefault="00B365DE" w:rsidP="00B365DE">
      <w:pPr>
        <w:spacing w:after="240"/>
      </w:pPr>
      <w:r w:rsidRPr="00232FA5">
        <w:t>…</w:t>
      </w:r>
    </w:p>
    <w:p w14:paraId="465A2B96" w14:textId="77777777" w:rsidR="00075A7C" w:rsidRPr="00232FA5" w:rsidRDefault="00D87890" w:rsidP="00EE2B38">
      <w:pPr>
        <w:pStyle w:val="berschrift2"/>
      </w:pPr>
      <w:r w:rsidRPr="002E59EC">
        <w:t>Anmerkungen</w:t>
      </w:r>
    </w:p>
    <w:p w14:paraId="0C470684" w14:textId="77777777" w:rsidR="00075A7C" w:rsidRDefault="00075A7C" w:rsidP="00AC0F4B">
      <w:pPr>
        <w:spacing w:after="240"/>
      </w:pPr>
      <w:r w:rsidRPr="00232FA5">
        <w:t>…</w:t>
      </w:r>
    </w:p>
    <w:p w14:paraId="1BD1B472" w14:textId="77777777" w:rsidR="00AC0F4B" w:rsidRPr="00232FA5" w:rsidRDefault="00AC0F4B" w:rsidP="00AC0F4B">
      <w:pPr>
        <w:spacing w:after="240"/>
      </w:pPr>
    </w:p>
    <w:p w14:paraId="57043F9F" w14:textId="77777777" w:rsidR="00AF40E6" w:rsidRPr="00FA1FB0" w:rsidRDefault="00075A7C" w:rsidP="00AC0F4B">
      <w:pPr>
        <w:pStyle w:val="Eingabe"/>
        <w:rPr>
          <w:sz w:val="6"/>
        </w:rPr>
      </w:pPr>
      <w:r>
        <w:br w:type="page"/>
      </w:r>
    </w:p>
    <w:p w14:paraId="64A51049" w14:textId="77777777" w:rsidR="002D5DC5" w:rsidRPr="00BC21C6" w:rsidRDefault="002D5DC5" w:rsidP="002D5DC5">
      <w:pPr>
        <w:rPr>
          <w:b/>
          <w:color w:val="000000"/>
          <w:sz w:val="28"/>
        </w:rPr>
      </w:pPr>
      <w:r w:rsidRPr="00BC21C6">
        <w:rPr>
          <w:b/>
          <w:color w:val="000000"/>
          <w:sz w:val="28"/>
        </w:rPr>
        <w:t>Bewertungsprofil</w:t>
      </w:r>
      <w:bookmarkStart w:id="1" w:name="_GoBack"/>
      <w:bookmarkEnd w:id="1"/>
    </w:p>
    <w:p w14:paraId="4EA89BA2" w14:textId="77777777" w:rsidR="002D5DC5" w:rsidRPr="008D1AED" w:rsidRDefault="002D5DC5" w:rsidP="002D5DC5"/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9"/>
        <w:gridCol w:w="999"/>
        <w:gridCol w:w="426"/>
        <w:gridCol w:w="425"/>
        <w:gridCol w:w="425"/>
        <w:gridCol w:w="425"/>
      </w:tblGrid>
      <w:tr w:rsidR="002D5DC5" w:rsidRPr="00591263" w14:paraId="6C1EAFF6" w14:textId="77777777" w:rsidTr="00EE2B38">
        <w:trPr>
          <w:cantSplit/>
          <w:tblHeader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30C83015" w14:textId="77777777" w:rsidR="002D5DC5" w:rsidRPr="00591263" w:rsidRDefault="002D5DC5" w:rsidP="00591263">
            <w:pPr>
              <w:pStyle w:val="ZelleStandardplus"/>
            </w:pP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33964A" w14:textId="77777777" w:rsidR="00EE2B38" w:rsidRPr="008516F9" w:rsidRDefault="002D5DC5" w:rsidP="00EE2B38">
            <w:pPr>
              <w:pStyle w:val="ZelleTitelzentr"/>
              <w:rPr>
                <w:rFonts w:ascii="Arial" w:hAnsi="Arial"/>
                <w:b w:val="0"/>
                <w:color w:val="000000"/>
                <w:sz w:val="16"/>
                <w:szCs w:val="16"/>
              </w:rPr>
            </w:pPr>
            <w:r w:rsidRPr="008516F9">
              <w:rPr>
                <w:rFonts w:ascii="Arial" w:hAnsi="Arial"/>
                <w:b w:val="0"/>
                <w:color w:val="000000"/>
                <w:sz w:val="16"/>
                <w:szCs w:val="16"/>
              </w:rPr>
              <w:t xml:space="preserve">nicht </w:t>
            </w:r>
          </w:p>
          <w:p w14:paraId="0AE96B93" w14:textId="201973E5" w:rsidR="002D5DC5" w:rsidRPr="008516F9" w:rsidRDefault="002D5DC5" w:rsidP="00EE2B38">
            <w:pPr>
              <w:pStyle w:val="ZelleTitelzentr"/>
              <w:rPr>
                <w:rFonts w:ascii="Arial" w:hAnsi="Arial"/>
                <w:b w:val="0"/>
                <w:color w:val="000000"/>
                <w:sz w:val="16"/>
                <w:szCs w:val="16"/>
              </w:rPr>
            </w:pPr>
            <w:r w:rsidRPr="008516F9">
              <w:rPr>
                <w:rFonts w:ascii="Arial" w:hAnsi="Arial"/>
                <w:b w:val="0"/>
                <w:color w:val="000000"/>
                <w:sz w:val="16"/>
                <w:szCs w:val="16"/>
              </w:rPr>
              <w:t>rel</w:t>
            </w:r>
            <w:r w:rsidRPr="008516F9">
              <w:rPr>
                <w:rFonts w:ascii="Arial" w:hAnsi="Arial"/>
                <w:b w:val="0"/>
                <w:color w:val="000000"/>
                <w:sz w:val="16"/>
                <w:szCs w:val="16"/>
              </w:rPr>
              <w:t>e</w:t>
            </w:r>
            <w:r w:rsidRPr="008516F9">
              <w:rPr>
                <w:rFonts w:ascii="Arial" w:hAnsi="Arial"/>
                <w:b w:val="0"/>
                <w:color w:val="000000"/>
                <w:sz w:val="16"/>
                <w:szCs w:val="16"/>
              </w:rPr>
              <w:t>vant</w:t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D0A6FE" w14:textId="77777777" w:rsidR="002D5DC5" w:rsidRPr="008516F9" w:rsidRDefault="002D5DC5" w:rsidP="00EE2B38">
            <w:pPr>
              <w:pStyle w:val="ZelleTitelzentr"/>
              <w:rPr>
                <w:color w:val="000000"/>
              </w:rPr>
            </w:pPr>
            <w:r w:rsidRPr="008516F9">
              <w:rPr>
                <w:color w:val="000000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AA327C7" w14:textId="77777777" w:rsidR="002D5DC5" w:rsidRPr="008516F9" w:rsidRDefault="002D5DC5" w:rsidP="00EE2B38">
            <w:pPr>
              <w:pStyle w:val="ZelleTitelzentr"/>
              <w:rPr>
                <w:color w:val="000000"/>
              </w:rPr>
            </w:pPr>
            <w:r w:rsidRPr="008516F9">
              <w:rPr>
                <w:color w:val="000000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039DE66" w14:textId="77777777" w:rsidR="002D5DC5" w:rsidRPr="008516F9" w:rsidRDefault="002D5DC5" w:rsidP="00EE2B38">
            <w:pPr>
              <w:pStyle w:val="ZelleTitelzentr"/>
              <w:rPr>
                <w:color w:val="000000"/>
              </w:rPr>
            </w:pPr>
            <w:r w:rsidRPr="008516F9">
              <w:rPr>
                <w:color w:val="000000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715D87C" w14:textId="77777777" w:rsidR="002D5DC5" w:rsidRPr="008516F9" w:rsidRDefault="002D5DC5" w:rsidP="00EE2B38">
            <w:pPr>
              <w:pStyle w:val="ZelleTitelzentr"/>
              <w:rPr>
                <w:color w:val="000000"/>
              </w:rPr>
            </w:pPr>
            <w:r w:rsidRPr="008516F9">
              <w:rPr>
                <w:color w:val="000000"/>
              </w:rPr>
              <w:t>++</w:t>
            </w:r>
          </w:p>
        </w:tc>
      </w:tr>
      <w:tr w:rsidR="002D5DC5" w:rsidRPr="00591263" w14:paraId="5E14C362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705162EE" w14:textId="66E30323" w:rsidR="002D5DC5" w:rsidRPr="00591263" w:rsidRDefault="00591263" w:rsidP="00591263">
            <w:pPr>
              <w:pStyle w:val="ZelleTitel"/>
            </w:pPr>
            <w:r w:rsidRPr="00591263">
              <w:t>1.</w:t>
            </w:r>
            <w:r w:rsidRPr="00591263">
              <w:tab/>
            </w:r>
            <w:r w:rsidR="002D5DC5" w:rsidRPr="00591263">
              <w:t>Grundlagen der Gesundheitsförderung und Prävention</w:t>
            </w:r>
          </w:p>
        </w:tc>
        <w:tc>
          <w:tcPr>
            <w:tcW w:w="999" w:type="dxa"/>
            <w:shd w:val="clear" w:color="auto" w:fill="D9D9D9"/>
          </w:tcPr>
          <w:p w14:paraId="7D4D3A52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16C3515B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2D5DC5" w14:paraId="07A28EB1" w14:textId="77777777" w:rsidTr="00166134">
        <w:trPr>
          <w:cantSplit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5D9870B3" w14:textId="4353B73C" w:rsidR="002D5DC5" w:rsidRPr="00591263" w:rsidRDefault="00591263" w:rsidP="00591263">
            <w:pPr>
              <w:pStyle w:val="ZelleStandardplus"/>
            </w:pPr>
            <w:r w:rsidRPr="00591263">
              <w:t>1.1</w:t>
            </w:r>
            <w:r w:rsidRPr="00591263">
              <w:tab/>
            </w:r>
            <w:r w:rsidR="002D5DC5" w:rsidRPr="00591263">
              <w:t>Das Projekt entspricht den Grundsätzen und Handlungsprinzipien der Gesundheitsförderung und Prävention.</w:t>
            </w:r>
            <w:r w:rsidR="002D5DC5" w:rsidRPr="00591263">
              <w:br/>
            </w:r>
            <w:r w:rsidR="002D5DC5" w:rsidRPr="00591263">
              <w:rPr>
                <w:sz w:val="16"/>
                <w:szCs w:val="16"/>
              </w:rPr>
              <w:t xml:space="preserve">(Umfassendes Gesundheitsverständnis, Salutogenese und Ressourcenorientierung, </w:t>
            </w:r>
            <w:proofErr w:type="spellStart"/>
            <w:r w:rsidR="002D5DC5" w:rsidRPr="00591263">
              <w:rPr>
                <w:sz w:val="16"/>
                <w:szCs w:val="16"/>
              </w:rPr>
              <w:t>E</w:t>
            </w:r>
            <w:r w:rsidR="002D5DC5" w:rsidRPr="00591263">
              <w:rPr>
                <w:sz w:val="16"/>
                <w:szCs w:val="16"/>
              </w:rPr>
              <w:t>m</w:t>
            </w:r>
            <w:r w:rsidR="002D5DC5" w:rsidRPr="00591263">
              <w:rPr>
                <w:sz w:val="16"/>
                <w:szCs w:val="16"/>
              </w:rPr>
              <w:t>powerment</w:t>
            </w:r>
            <w:proofErr w:type="spellEnd"/>
            <w:r w:rsidR="002D5DC5" w:rsidRPr="00591263">
              <w:rPr>
                <w:sz w:val="16"/>
                <w:szCs w:val="16"/>
              </w:rPr>
              <w:t xml:space="preserve">, Partizipation, </w:t>
            </w:r>
            <w:proofErr w:type="spellStart"/>
            <w:r w:rsidR="002D5DC5" w:rsidRPr="00591263">
              <w:rPr>
                <w:sz w:val="16"/>
                <w:szCs w:val="16"/>
              </w:rPr>
              <w:t>Settingansatz</w:t>
            </w:r>
            <w:proofErr w:type="spellEnd"/>
            <w:r w:rsidR="002D5DC5" w:rsidRPr="00591263">
              <w:rPr>
                <w:sz w:val="16"/>
                <w:szCs w:val="16"/>
              </w:rPr>
              <w:t>, gesundheitliche Chancengleichheit)</w:t>
            </w: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</w:tcPr>
          <w:p w14:paraId="3C2864A9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74AA74DE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A5261CF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57F1119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6BFD031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591263" w14:paraId="236165AD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0248DA32" w14:textId="77777777" w:rsidR="002D5DC5" w:rsidRPr="00591263" w:rsidRDefault="002D5DC5" w:rsidP="00591263">
            <w:pPr>
              <w:pStyle w:val="ZelleTitel"/>
            </w:pPr>
            <w:bookmarkStart w:id="2" w:name="_Hlk440272675"/>
            <w:r w:rsidRPr="00591263">
              <w:t>2.</w:t>
            </w:r>
            <w:r w:rsidRPr="00591263">
              <w:tab/>
              <w:t>Projektbegründung</w:t>
            </w:r>
          </w:p>
        </w:tc>
        <w:tc>
          <w:tcPr>
            <w:tcW w:w="999" w:type="dxa"/>
            <w:shd w:val="clear" w:color="auto" w:fill="D9D9D9"/>
          </w:tcPr>
          <w:p w14:paraId="3FE764FD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2B1A19ED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2D5DC5" w14:paraId="5592FB93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6A8669BF" w14:textId="77777777" w:rsidR="002D5DC5" w:rsidRPr="00591263" w:rsidRDefault="002D5DC5" w:rsidP="00591263">
            <w:pPr>
              <w:pStyle w:val="ZelleStandardplus"/>
            </w:pPr>
            <w:r w:rsidRPr="00591263">
              <w:t>2.1</w:t>
            </w:r>
            <w:r w:rsidRPr="00591263">
              <w:tab/>
              <w:t>Der Bedarf für das Projekt ist nachgewiesen, entsprechende Evidenzen sind berücksichtigt.</w:t>
            </w:r>
          </w:p>
        </w:tc>
        <w:tc>
          <w:tcPr>
            <w:tcW w:w="999" w:type="dxa"/>
            <w:shd w:val="clear" w:color="auto" w:fill="auto"/>
          </w:tcPr>
          <w:p w14:paraId="4193C4A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CEC8666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8ECCC52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F675AC1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B11666C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30AB3670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02CA150A" w14:textId="77777777" w:rsidR="002D5DC5" w:rsidRPr="002D5DC5" w:rsidRDefault="002D5DC5" w:rsidP="00591263">
            <w:pPr>
              <w:pStyle w:val="ZelleStandardplus"/>
            </w:pPr>
            <w:r w:rsidRPr="002D5DC5">
              <w:t>2.2</w:t>
            </w:r>
            <w:r w:rsidRPr="002D5DC5">
              <w:tab/>
              <w:t>Die Bedürfnisse und die Lebensweise der Ziel- und Anspruchsgruppen werden angemessen berücksichtigt.</w:t>
            </w:r>
          </w:p>
        </w:tc>
        <w:tc>
          <w:tcPr>
            <w:tcW w:w="999" w:type="dxa"/>
            <w:shd w:val="clear" w:color="auto" w:fill="auto"/>
          </w:tcPr>
          <w:p w14:paraId="1D95E3EC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A558C90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EFE20C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63CD33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6803CD9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14C2CE72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335425DA" w14:textId="77777777" w:rsidR="002D5DC5" w:rsidRPr="002D5DC5" w:rsidRDefault="002D5DC5" w:rsidP="00591263">
            <w:pPr>
              <w:pStyle w:val="ZelleStandardplus"/>
            </w:pPr>
            <w:r w:rsidRPr="002D5DC5">
              <w:t>2.3</w:t>
            </w:r>
            <w:r w:rsidRPr="002D5DC5">
              <w:tab/>
              <w:t>Positive und negative Erfahrungen aus anderen Projekten sind reflektiert und werden genutzt.</w:t>
            </w:r>
          </w:p>
        </w:tc>
        <w:tc>
          <w:tcPr>
            <w:tcW w:w="999" w:type="dxa"/>
            <w:shd w:val="clear" w:color="auto" w:fill="auto"/>
          </w:tcPr>
          <w:p w14:paraId="3E3CFAC1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6CA0CB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6616E0E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2C7CE8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64BCB4B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56BDA121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1076A8DC" w14:textId="77777777" w:rsidR="002D5DC5" w:rsidRPr="002D5DC5" w:rsidRDefault="002D5DC5" w:rsidP="00591263">
            <w:pPr>
              <w:pStyle w:val="ZelleStandardplus"/>
            </w:pPr>
            <w:r w:rsidRPr="002D5DC5">
              <w:t>2.4</w:t>
            </w:r>
            <w:r w:rsidRPr="002D5DC5">
              <w:tab/>
              <w:t>Der Kontext und die für das Projekt relevanten Rahmenbedingungen werden hinreichend berücksichtigt.</w:t>
            </w:r>
          </w:p>
        </w:tc>
        <w:tc>
          <w:tcPr>
            <w:tcW w:w="999" w:type="dxa"/>
            <w:shd w:val="clear" w:color="auto" w:fill="auto"/>
          </w:tcPr>
          <w:p w14:paraId="3338B14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0F6A55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1322106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B29A6E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7F540A4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427E6489" w14:textId="77777777" w:rsidTr="00166134">
        <w:trPr>
          <w:cantSplit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43DB48C1" w14:textId="77777777" w:rsidR="002D5DC5" w:rsidRPr="002D5DC5" w:rsidRDefault="002D5DC5" w:rsidP="00591263">
            <w:pPr>
              <w:pStyle w:val="ZelleStandardplus"/>
            </w:pPr>
            <w:r w:rsidRPr="002D5DC5">
              <w:t>2.5</w:t>
            </w:r>
            <w:r w:rsidRPr="002D5DC5">
              <w:tab/>
              <w:t>Das Projekt ist in eine übergeordnete Strategie eingebettet.</w:t>
            </w: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</w:tcPr>
          <w:p w14:paraId="4E82DED1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DAAD571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DCAF789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E873869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48BCE84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591263" w14:paraId="0B2E929A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05E3B9A9" w14:textId="053FDA25" w:rsidR="002D5DC5" w:rsidRPr="00591263" w:rsidRDefault="002D5DC5" w:rsidP="00591263">
            <w:pPr>
              <w:pStyle w:val="ZelleTitel"/>
            </w:pPr>
            <w:r w:rsidRPr="00591263">
              <w:t>3.</w:t>
            </w:r>
            <w:r w:rsidRPr="00591263">
              <w:tab/>
              <w:t>Projektplanung</w:t>
            </w:r>
          </w:p>
        </w:tc>
        <w:tc>
          <w:tcPr>
            <w:tcW w:w="999" w:type="dxa"/>
            <w:shd w:val="clear" w:color="auto" w:fill="D9D9D9"/>
          </w:tcPr>
          <w:p w14:paraId="0C562C5D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60F0A674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2D5DC5" w14:paraId="09E0A228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14BAC4FC" w14:textId="77777777" w:rsidR="002D5DC5" w:rsidRPr="00591263" w:rsidRDefault="002D5DC5" w:rsidP="00591263">
            <w:pPr>
              <w:pStyle w:val="ZelleStandardplus"/>
            </w:pPr>
            <w:r w:rsidRPr="00591263">
              <w:t>3.1</w:t>
            </w:r>
            <w:r w:rsidRPr="00591263">
              <w:tab/>
              <w:t>Das Projekt hat eine Vision und wirkungsorientierte, überprüfbare Ziele.</w:t>
            </w:r>
          </w:p>
        </w:tc>
        <w:tc>
          <w:tcPr>
            <w:tcW w:w="999" w:type="dxa"/>
            <w:shd w:val="clear" w:color="auto" w:fill="auto"/>
          </w:tcPr>
          <w:p w14:paraId="5C23C35F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30B0CD2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9F7B10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E50149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133C386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30ED989D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09B98E09" w14:textId="77777777" w:rsidR="002D5DC5" w:rsidRPr="002D5DC5" w:rsidRDefault="002D5DC5" w:rsidP="00591263">
            <w:pPr>
              <w:pStyle w:val="ZelleStandardplus"/>
            </w:pPr>
            <w:r w:rsidRPr="002D5DC5">
              <w:t>3.2</w:t>
            </w:r>
            <w:r w:rsidRPr="002D5DC5">
              <w:tab/>
              <w:t>Die Wahl der Settings, Zielgruppen und gegebenenfalls Multiplikatoren ist mit Blick auf die intendierten Wirkungen plausibel begründet.</w:t>
            </w:r>
          </w:p>
        </w:tc>
        <w:tc>
          <w:tcPr>
            <w:tcW w:w="999" w:type="dxa"/>
            <w:shd w:val="clear" w:color="auto" w:fill="auto"/>
          </w:tcPr>
          <w:p w14:paraId="2E8A96E8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5CC1F7F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2E0FD1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C5B214C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F191954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44CFCC1C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2604847F" w14:textId="77777777" w:rsidR="002D5DC5" w:rsidRPr="002D5DC5" w:rsidRDefault="002D5DC5" w:rsidP="00591263">
            <w:pPr>
              <w:pStyle w:val="ZelleStandardplus"/>
            </w:pPr>
            <w:r w:rsidRPr="002D5DC5">
              <w:t>3.3</w:t>
            </w:r>
            <w:r w:rsidRPr="002D5DC5">
              <w:tab/>
              <w:t>Die Vorgehensweise ist mit Bezug auf vermutete Wirkungszusamme</w:t>
            </w:r>
            <w:r w:rsidRPr="002D5DC5">
              <w:t>n</w:t>
            </w:r>
            <w:r w:rsidRPr="002D5DC5">
              <w:t>hänge nachvollziehbar begründet.</w:t>
            </w:r>
          </w:p>
        </w:tc>
        <w:tc>
          <w:tcPr>
            <w:tcW w:w="999" w:type="dxa"/>
            <w:shd w:val="clear" w:color="auto" w:fill="auto"/>
          </w:tcPr>
          <w:p w14:paraId="165BBE3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89D727D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B3E00D3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4B26936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B7AE5D4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5ABEB45D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72D61CB2" w14:textId="77777777" w:rsidR="002D5DC5" w:rsidRPr="002D5DC5" w:rsidRDefault="002D5DC5" w:rsidP="00591263">
            <w:pPr>
              <w:pStyle w:val="ZelleStandardplus"/>
            </w:pPr>
            <w:r w:rsidRPr="002D5DC5">
              <w:t>3.4</w:t>
            </w:r>
            <w:r w:rsidRPr="002D5DC5">
              <w:tab/>
              <w:t>Das Projekt ist auf nachhaltige Wirkungen ausgerichtet.</w:t>
            </w:r>
          </w:p>
        </w:tc>
        <w:tc>
          <w:tcPr>
            <w:tcW w:w="999" w:type="dxa"/>
            <w:shd w:val="clear" w:color="auto" w:fill="auto"/>
          </w:tcPr>
          <w:p w14:paraId="1B17C04B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938B8D0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016ECE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A8B8F78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70BCCDB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2D5DC5" w14:paraId="3E03E89A" w14:textId="77777777" w:rsidTr="00166134">
        <w:trPr>
          <w:cantSplit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611A4693" w14:textId="77777777" w:rsidR="002D5DC5" w:rsidRPr="002D5DC5" w:rsidRDefault="002D5DC5" w:rsidP="00591263">
            <w:pPr>
              <w:pStyle w:val="ZelleStandardplus"/>
            </w:pPr>
            <w:r w:rsidRPr="002D5DC5">
              <w:t>3.5</w:t>
            </w:r>
            <w:r w:rsidRPr="002D5DC5">
              <w:tab/>
              <w:t>Die für das Projekt notwendigen personellen und finanziellen Ressou</w:t>
            </w:r>
            <w:r w:rsidRPr="002D5DC5">
              <w:t>r</w:t>
            </w:r>
            <w:r w:rsidRPr="002D5DC5">
              <w:t>cen sind sichergestellt.</w:t>
            </w: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</w:tcPr>
          <w:p w14:paraId="481259BB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3093D18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4797340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2471434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BDED0FA" w14:textId="77777777" w:rsidR="002D5DC5" w:rsidRPr="002D5DC5" w:rsidRDefault="002D5DC5" w:rsidP="00E455DC">
            <w:pPr>
              <w:spacing w:before="40" w:after="40"/>
              <w:jc w:val="center"/>
              <w:rPr>
                <w:color w:val="000000"/>
                <w:szCs w:val="22"/>
              </w:rPr>
            </w:pPr>
            <w:r w:rsidRPr="002D5DC5">
              <w:rPr>
                <w:rFonts w:eastAsia="Arial Unicode MS"/>
                <w:color w:val="000000"/>
                <w:szCs w:val="22"/>
              </w:rPr>
              <w:sym w:font="Wingdings" w:char="F071"/>
            </w:r>
          </w:p>
        </w:tc>
      </w:tr>
      <w:tr w:rsidR="002D5DC5" w:rsidRPr="00591263" w14:paraId="17AEACE8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08A8DC66" w14:textId="77777777" w:rsidR="002D5DC5" w:rsidRPr="00591263" w:rsidRDefault="002D5DC5" w:rsidP="00591263">
            <w:pPr>
              <w:pStyle w:val="ZelleTitel"/>
            </w:pPr>
            <w:r w:rsidRPr="00591263">
              <w:t>4.</w:t>
            </w:r>
            <w:r w:rsidRPr="00591263">
              <w:tab/>
              <w:t>Projektorganisation</w:t>
            </w:r>
          </w:p>
        </w:tc>
        <w:tc>
          <w:tcPr>
            <w:tcW w:w="999" w:type="dxa"/>
            <w:shd w:val="clear" w:color="auto" w:fill="D9D9D9"/>
          </w:tcPr>
          <w:p w14:paraId="511BE4EF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362A8149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D92A61" w14:paraId="3BB7B227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232BFC87" w14:textId="77777777" w:rsidR="002D5DC5" w:rsidRPr="005218AB" w:rsidRDefault="002D5DC5" w:rsidP="00591263">
            <w:pPr>
              <w:pStyle w:val="ZelleStandardplus"/>
            </w:pPr>
            <w:r w:rsidRPr="005218AB">
              <w:t>4.1</w:t>
            </w:r>
            <w:r w:rsidRPr="005218AB">
              <w:tab/>
              <w:t>Das Projekt hat eine adäquate und für alle Akteure nachvollziehbare Projektstruktur.</w:t>
            </w:r>
          </w:p>
        </w:tc>
        <w:tc>
          <w:tcPr>
            <w:tcW w:w="999" w:type="dxa"/>
            <w:shd w:val="clear" w:color="auto" w:fill="auto"/>
          </w:tcPr>
          <w:p w14:paraId="69837C0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4398F66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F3F361C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70BCC55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AAA8B88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7E5EF1E0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113A6287" w14:textId="77777777" w:rsidR="002D5DC5" w:rsidRPr="005218AB" w:rsidRDefault="002D5DC5" w:rsidP="00591263">
            <w:pPr>
              <w:pStyle w:val="ZelleStandardplus"/>
            </w:pPr>
            <w:r w:rsidRPr="005218AB">
              <w:t>4.2</w:t>
            </w:r>
            <w:r w:rsidRPr="005218AB">
              <w:tab/>
              <w:t xml:space="preserve">Die Projektleitung und </w:t>
            </w:r>
            <w:r>
              <w:t>die weiteren Projektbeteiligten</w:t>
            </w:r>
            <w:r w:rsidRPr="005218AB">
              <w:t xml:space="preserve"> sind für ihre Au</w:t>
            </w:r>
            <w:r w:rsidRPr="005218AB">
              <w:t>f</w:t>
            </w:r>
            <w:r w:rsidRPr="005218AB">
              <w:t>gaben qualifiziert.</w:t>
            </w:r>
          </w:p>
        </w:tc>
        <w:tc>
          <w:tcPr>
            <w:tcW w:w="999" w:type="dxa"/>
            <w:shd w:val="clear" w:color="auto" w:fill="auto"/>
          </w:tcPr>
          <w:p w14:paraId="07E29F27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C0040EF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0C7D947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DE76B70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21157B7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5F2F820B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1B721BE2" w14:textId="77777777" w:rsidR="002D5DC5" w:rsidRPr="005218AB" w:rsidRDefault="002D5DC5" w:rsidP="00591263">
            <w:pPr>
              <w:pStyle w:val="ZelleStandardplus"/>
            </w:pPr>
            <w:r w:rsidRPr="005218AB">
              <w:t>4.3</w:t>
            </w:r>
            <w:r w:rsidRPr="005218AB">
              <w:tab/>
              <w:t>Das Projekt ist zielgerichtet vernetzt und koordiniert.</w:t>
            </w:r>
          </w:p>
        </w:tc>
        <w:tc>
          <w:tcPr>
            <w:tcW w:w="999" w:type="dxa"/>
            <w:shd w:val="clear" w:color="auto" w:fill="auto"/>
          </w:tcPr>
          <w:p w14:paraId="03A46A2C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589CEE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2D29715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3FAD873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4E62C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3E4BB06F" w14:textId="77777777" w:rsidTr="00166134">
        <w:trPr>
          <w:cantSplit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3C9CCA78" w14:textId="77777777" w:rsidR="002D5DC5" w:rsidRPr="005218AB" w:rsidRDefault="002D5DC5" w:rsidP="00591263">
            <w:pPr>
              <w:pStyle w:val="ZelleStandardplus"/>
            </w:pPr>
            <w:r w:rsidRPr="005218AB">
              <w:t>4.4</w:t>
            </w:r>
            <w:r w:rsidRPr="005218AB">
              <w:tab/>
              <w:t xml:space="preserve">Die Projektleitung, das Projektteam und die weiteren </w:t>
            </w:r>
            <w:r>
              <w:t>Projektbeteiligten</w:t>
            </w:r>
            <w:r w:rsidRPr="005218AB">
              <w:t xml:space="preserve"> haben eine </w:t>
            </w:r>
            <w:r>
              <w:t>konstruktive</w:t>
            </w:r>
            <w:r w:rsidRPr="005218AB">
              <w:t xml:space="preserve"> Zusammenarbeit etabliert.</w:t>
            </w: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</w:tcPr>
          <w:p w14:paraId="66103BB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17CF47A1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5FB99CC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047E45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10F2D5B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591263" w14:paraId="3503DE10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78BC6AE3" w14:textId="77777777" w:rsidR="002D5DC5" w:rsidRPr="00591263" w:rsidRDefault="002D5DC5" w:rsidP="00591263">
            <w:pPr>
              <w:pStyle w:val="ZelleTitel"/>
            </w:pPr>
            <w:r w:rsidRPr="00591263">
              <w:t>5.</w:t>
            </w:r>
            <w:r w:rsidRPr="00591263">
              <w:tab/>
              <w:t>Projektsteuerung</w:t>
            </w:r>
          </w:p>
        </w:tc>
        <w:tc>
          <w:tcPr>
            <w:tcW w:w="999" w:type="dxa"/>
            <w:shd w:val="clear" w:color="auto" w:fill="D9D9D9"/>
          </w:tcPr>
          <w:p w14:paraId="6F5D8697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2014012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D92A61" w14:paraId="539BB91B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706AD876" w14:textId="77777777" w:rsidR="002D5DC5" w:rsidRPr="00622BB0" w:rsidRDefault="002D5DC5" w:rsidP="00591263">
            <w:pPr>
              <w:pStyle w:val="ZelleStandardplus"/>
            </w:pPr>
            <w:r w:rsidRPr="00622BB0">
              <w:t>5.1</w:t>
            </w:r>
            <w:r w:rsidRPr="00622BB0">
              <w:tab/>
              <w:t xml:space="preserve">Das Projekt wird </w:t>
            </w:r>
            <w:proofErr w:type="spellStart"/>
            <w:r w:rsidRPr="00622BB0">
              <w:t>regelmässig</w:t>
            </w:r>
            <w:proofErr w:type="spellEnd"/>
            <w:r w:rsidRPr="00622BB0">
              <w:t xml:space="preserve"> systematisch reflektiert und bei Bedarf angepasst.</w:t>
            </w:r>
          </w:p>
        </w:tc>
        <w:tc>
          <w:tcPr>
            <w:tcW w:w="999" w:type="dxa"/>
            <w:shd w:val="clear" w:color="auto" w:fill="auto"/>
          </w:tcPr>
          <w:p w14:paraId="4DFF201A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F7F5B63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3E1CBEA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858BFE0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FC5D57C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74C1EF67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18193074" w14:textId="77777777" w:rsidR="002D5DC5" w:rsidRPr="00622BB0" w:rsidRDefault="002D5DC5" w:rsidP="00591263">
            <w:pPr>
              <w:pStyle w:val="ZelleStandardplus"/>
            </w:pPr>
            <w:r w:rsidRPr="00622BB0">
              <w:t>5.2</w:t>
            </w:r>
            <w:r w:rsidRPr="00622BB0">
              <w:tab/>
              <w:t>Wichtige Aspekte des Projekts sind in nachvollziehbarer Weise dok</w:t>
            </w:r>
            <w:r w:rsidRPr="00622BB0">
              <w:t>u</w:t>
            </w:r>
            <w:r w:rsidRPr="00622BB0">
              <w:t>mentiert.</w:t>
            </w:r>
          </w:p>
        </w:tc>
        <w:tc>
          <w:tcPr>
            <w:tcW w:w="999" w:type="dxa"/>
            <w:shd w:val="clear" w:color="auto" w:fill="auto"/>
          </w:tcPr>
          <w:p w14:paraId="19649E58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1B6565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A0D9BD8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20AA9A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B3D9676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3DC7C513" w14:textId="77777777" w:rsidTr="00166134">
        <w:trPr>
          <w:cantSplit/>
        </w:trPr>
        <w:tc>
          <w:tcPr>
            <w:tcW w:w="6939" w:type="dxa"/>
            <w:tcBorders>
              <w:bottom w:val="single" w:sz="4" w:space="0" w:color="C0C0C0"/>
            </w:tcBorders>
            <w:shd w:val="clear" w:color="auto" w:fill="auto"/>
          </w:tcPr>
          <w:p w14:paraId="4F0A27A5" w14:textId="77777777" w:rsidR="002D5DC5" w:rsidRPr="00622BB0" w:rsidRDefault="002D5DC5" w:rsidP="00591263">
            <w:pPr>
              <w:pStyle w:val="ZelleStandardplus"/>
            </w:pPr>
            <w:r w:rsidRPr="00622BB0">
              <w:t>5.3</w:t>
            </w:r>
            <w:r w:rsidRPr="00622BB0">
              <w:tab/>
              <w:t>Die interne und externe Kommunikation ist zielgerichtet.</w:t>
            </w:r>
          </w:p>
        </w:tc>
        <w:tc>
          <w:tcPr>
            <w:tcW w:w="999" w:type="dxa"/>
            <w:tcBorders>
              <w:bottom w:val="single" w:sz="4" w:space="0" w:color="C0C0C0"/>
            </w:tcBorders>
            <w:shd w:val="clear" w:color="auto" w:fill="auto"/>
          </w:tcPr>
          <w:p w14:paraId="539FCE11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34B135F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D6F619B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5001EE0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0AD2740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591263" w14:paraId="46BCCDB9" w14:textId="77777777" w:rsidTr="006F3AAC">
        <w:trPr>
          <w:cantSplit/>
        </w:trPr>
        <w:tc>
          <w:tcPr>
            <w:tcW w:w="6939" w:type="dxa"/>
            <w:shd w:val="clear" w:color="auto" w:fill="D9D9D9"/>
          </w:tcPr>
          <w:p w14:paraId="33E04970" w14:textId="77777777" w:rsidR="002D5DC5" w:rsidRPr="00591263" w:rsidRDefault="002D5DC5" w:rsidP="00591263">
            <w:pPr>
              <w:pStyle w:val="ZelleTitel"/>
            </w:pPr>
            <w:r w:rsidRPr="00591263">
              <w:t>6.</w:t>
            </w:r>
            <w:r w:rsidRPr="00591263">
              <w:tab/>
              <w:t>Evaluation und Valorisierung</w:t>
            </w:r>
          </w:p>
        </w:tc>
        <w:tc>
          <w:tcPr>
            <w:tcW w:w="999" w:type="dxa"/>
            <w:shd w:val="clear" w:color="auto" w:fill="D9D9D9"/>
          </w:tcPr>
          <w:p w14:paraId="3E6E17DE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209672BF" w14:textId="77777777" w:rsidR="002D5DC5" w:rsidRPr="00591263" w:rsidRDefault="002D5DC5" w:rsidP="00591263">
            <w:pPr>
              <w:pStyle w:val="ZelleStandardplus"/>
              <w:rPr>
                <w:b/>
              </w:rPr>
            </w:pPr>
          </w:p>
        </w:tc>
      </w:tr>
      <w:tr w:rsidR="002D5DC5" w:rsidRPr="00D92A61" w14:paraId="31FADA3C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542CFEDC" w14:textId="77777777" w:rsidR="002D5DC5" w:rsidRPr="00622BB0" w:rsidRDefault="002D5DC5" w:rsidP="00591263">
            <w:pPr>
              <w:pStyle w:val="ZelleStandardplus"/>
            </w:pPr>
            <w:r w:rsidRPr="00622BB0">
              <w:t>6.1</w:t>
            </w:r>
            <w:r w:rsidRPr="00622BB0">
              <w:tab/>
              <w:t xml:space="preserve">Die Evaluation trägt dazu bei, das Projekt fundiert zu steuern und die Wirkungen des Projekts </w:t>
            </w:r>
            <w:r w:rsidRPr="00622BB0">
              <w:rPr>
                <w:lang w:val="de-CH"/>
              </w:rPr>
              <w:t>abschliessend</w:t>
            </w:r>
            <w:r w:rsidRPr="00622BB0">
              <w:t xml:space="preserve"> zu beurteilen.</w:t>
            </w:r>
          </w:p>
        </w:tc>
        <w:tc>
          <w:tcPr>
            <w:tcW w:w="999" w:type="dxa"/>
            <w:shd w:val="clear" w:color="auto" w:fill="auto"/>
          </w:tcPr>
          <w:p w14:paraId="5D3A10CB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7A3118B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5E4B425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1DFE78E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5C2EC9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0980C437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7F92FBEC" w14:textId="77777777" w:rsidR="002D5DC5" w:rsidRPr="00622BB0" w:rsidRDefault="002D5DC5" w:rsidP="00591263">
            <w:pPr>
              <w:pStyle w:val="ZelleStandardplus"/>
            </w:pPr>
            <w:r w:rsidRPr="00622BB0">
              <w:t>6.2</w:t>
            </w:r>
            <w:r w:rsidRPr="00622BB0">
              <w:tab/>
              <w:t xml:space="preserve">Das Projekt hat seine Ziele erreicht und </w:t>
            </w:r>
            <w:r>
              <w:t>die Voraussetzungen für nac</w:t>
            </w:r>
            <w:r>
              <w:t>h</w:t>
            </w:r>
            <w:r>
              <w:t>haltige Wirkungen sind gegeben</w:t>
            </w:r>
            <w:r w:rsidRPr="00622BB0">
              <w:t>.</w:t>
            </w:r>
          </w:p>
        </w:tc>
        <w:tc>
          <w:tcPr>
            <w:tcW w:w="999" w:type="dxa"/>
            <w:shd w:val="clear" w:color="auto" w:fill="auto"/>
          </w:tcPr>
          <w:p w14:paraId="44D77B8E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9ABC2F1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D624E8C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F6C372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58C114F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2D5DC5" w:rsidRPr="00D92A61" w14:paraId="2A2D9FB8" w14:textId="77777777" w:rsidTr="00591263">
        <w:trPr>
          <w:cantSplit/>
        </w:trPr>
        <w:tc>
          <w:tcPr>
            <w:tcW w:w="6939" w:type="dxa"/>
            <w:shd w:val="clear" w:color="auto" w:fill="auto"/>
          </w:tcPr>
          <w:p w14:paraId="2BF43485" w14:textId="77777777" w:rsidR="002D5DC5" w:rsidRPr="00622BB0" w:rsidRDefault="002D5DC5" w:rsidP="00591263">
            <w:pPr>
              <w:pStyle w:val="ZelleStandardplus"/>
            </w:pPr>
            <w:r w:rsidRPr="00622BB0">
              <w:t>6.3</w:t>
            </w:r>
            <w:r w:rsidRPr="00622BB0">
              <w:tab/>
              <w:t xml:space="preserve">Ergebnisse und </w:t>
            </w:r>
            <w:r>
              <w:t>Erkenntnisse</w:t>
            </w:r>
            <w:r w:rsidRPr="00622BB0">
              <w:t xml:space="preserve"> </w:t>
            </w:r>
            <w:r>
              <w:t>des</w:t>
            </w:r>
            <w:r w:rsidRPr="00622BB0">
              <w:t xml:space="preserve"> Projekt</w:t>
            </w:r>
            <w:r>
              <w:t>s</w:t>
            </w:r>
            <w:r w:rsidRPr="00622BB0">
              <w:t xml:space="preserve"> werden zielgerichtet verbre</w:t>
            </w:r>
            <w:r w:rsidRPr="00622BB0">
              <w:t>i</w:t>
            </w:r>
            <w:r>
              <w:t xml:space="preserve">tet und für eine Multiplikation des Projekts </w:t>
            </w:r>
            <w:r w:rsidRPr="00622BB0">
              <w:t>nutzbar gemacht.</w:t>
            </w:r>
          </w:p>
        </w:tc>
        <w:tc>
          <w:tcPr>
            <w:tcW w:w="999" w:type="dxa"/>
            <w:shd w:val="clear" w:color="auto" w:fill="auto"/>
          </w:tcPr>
          <w:p w14:paraId="528F912E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8C17AC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18F57A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3220F62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CB51684" w14:textId="77777777" w:rsidR="002D5DC5" w:rsidRPr="00D92A61" w:rsidRDefault="002D5DC5" w:rsidP="00E455DC">
            <w:pPr>
              <w:spacing w:before="40" w:after="40"/>
              <w:jc w:val="center"/>
              <w:rPr>
                <w:color w:val="000000"/>
              </w:rPr>
            </w:pPr>
            <w:r w:rsidRPr="00D92A61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bookmarkEnd w:id="2"/>
    </w:tbl>
    <w:p w14:paraId="5D94D11C" w14:textId="77777777" w:rsidR="00211EFC" w:rsidRPr="00647C7E" w:rsidRDefault="00597CAE" w:rsidP="00647C7E">
      <w:pPr>
        <w:pStyle w:val="Titel"/>
        <w:jc w:val="left"/>
        <w:rPr>
          <w:rFonts w:ascii="Arial" w:hAnsi="Arial" w:cs="Arial"/>
          <w:sz w:val="28"/>
          <w:szCs w:val="28"/>
        </w:rPr>
      </w:pPr>
      <w:r w:rsidRPr="00647C7E">
        <w:rPr>
          <w:rFonts w:ascii="Arial" w:hAnsi="Arial" w:cs="Arial"/>
          <w:sz w:val="28"/>
          <w:szCs w:val="28"/>
        </w:rPr>
        <w:br w:type="page"/>
      </w:r>
      <w:r w:rsidR="00211EFC" w:rsidRPr="00647C7E">
        <w:rPr>
          <w:rFonts w:ascii="Arial" w:hAnsi="Arial" w:cs="Arial"/>
          <w:sz w:val="28"/>
          <w:szCs w:val="28"/>
        </w:rPr>
        <w:lastRenderedPageBreak/>
        <w:t>Wesentliche Stärken und Verbesserungspotenziale</w:t>
      </w:r>
      <w:r w:rsidR="002B38DC" w:rsidRPr="00647C7E">
        <w:rPr>
          <w:rFonts w:ascii="Arial" w:hAnsi="Arial" w:cs="Arial"/>
          <w:sz w:val="28"/>
          <w:szCs w:val="28"/>
        </w:rPr>
        <w:t xml:space="preserve"> des Projekts</w:t>
      </w:r>
    </w:p>
    <w:p w14:paraId="312704A1" w14:textId="77777777" w:rsidR="002B38DC" w:rsidRPr="00B45A1E" w:rsidRDefault="002B38DC" w:rsidP="002B38DC">
      <w:pPr>
        <w:rPr>
          <w:color w:val="000000"/>
          <w:lang w:val="de-CH"/>
        </w:rPr>
      </w:pPr>
    </w:p>
    <w:p w14:paraId="40E95CB8" w14:textId="77777777" w:rsidR="00211EFC" w:rsidRPr="003D5283" w:rsidRDefault="00211EFC" w:rsidP="00EE2B38">
      <w:pPr>
        <w:pStyle w:val="berschrift2"/>
        <w:numPr>
          <w:ilvl w:val="0"/>
          <w:numId w:val="0"/>
        </w:numPr>
      </w:pPr>
      <w:r w:rsidRPr="003D5283">
        <w:t>St</w:t>
      </w:r>
      <w:r>
        <w:t>ärken</w:t>
      </w:r>
    </w:p>
    <w:p w14:paraId="5396DC94" w14:textId="77777777" w:rsidR="00211EFC" w:rsidRDefault="00075A7C" w:rsidP="00AC0F4B">
      <w:pPr>
        <w:spacing w:after="240"/>
      </w:pPr>
      <w:bookmarkStart w:id="3" w:name="OLE_LINK26"/>
      <w:r>
        <w:t>…</w:t>
      </w:r>
    </w:p>
    <w:bookmarkEnd w:id="3"/>
    <w:p w14:paraId="5D98FC85" w14:textId="77777777" w:rsidR="00211EFC" w:rsidRDefault="00211EFC" w:rsidP="00EE2B38">
      <w:pPr>
        <w:pStyle w:val="berschrift2"/>
        <w:numPr>
          <w:ilvl w:val="0"/>
          <w:numId w:val="0"/>
        </w:numPr>
      </w:pPr>
      <w:r>
        <w:t>Verbesserungspotenziale</w:t>
      </w:r>
    </w:p>
    <w:p w14:paraId="511C6397" w14:textId="77777777" w:rsidR="00211EFC" w:rsidRDefault="00075A7C" w:rsidP="00AC0F4B">
      <w:pPr>
        <w:spacing w:after="240"/>
      </w:pPr>
      <w:r>
        <w:t>…</w:t>
      </w:r>
    </w:p>
    <w:p w14:paraId="49257990" w14:textId="77777777" w:rsidR="00211EFC" w:rsidRDefault="00211EFC" w:rsidP="00EE2B38">
      <w:pPr>
        <w:pStyle w:val="berschrift2"/>
        <w:numPr>
          <w:ilvl w:val="0"/>
          <w:numId w:val="0"/>
        </w:numPr>
      </w:pPr>
      <w:r w:rsidRPr="003D5283">
        <w:t>Welche Empfehlungen können Sie daraus ableiten</w:t>
      </w:r>
      <w:r>
        <w:t>?</w:t>
      </w:r>
    </w:p>
    <w:p w14:paraId="3DB55DC2" w14:textId="77777777" w:rsidR="00211EFC" w:rsidRDefault="00075A7C" w:rsidP="00AC0F4B">
      <w:pPr>
        <w:spacing w:after="240"/>
      </w:pPr>
      <w:r>
        <w:t>…</w:t>
      </w:r>
    </w:p>
    <w:p w14:paraId="71DAAA26" w14:textId="77777777" w:rsidR="00211EFC" w:rsidRPr="005839CB" w:rsidRDefault="00211EFC" w:rsidP="00AC0F4B"/>
    <w:sectPr w:rsidR="00211EFC" w:rsidRPr="005839CB" w:rsidSect="00A006B1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0411A" w14:textId="77777777" w:rsidR="008516F9" w:rsidRDefault="008516F9" w:rsidP="00A323D6">
      <w:r>
        <w:separator/>
      </w:r>
    </w:p>
  </w:endnote>
  <w:endnote w:type="continuationSeparator" w:id="0">
    <w:p w14:paraId="018591CD" w14:textId="77777777" w:rsidR="008516F9" w:rsidRDefault="008516F9" w:rsidP="00A3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F3366" w14:textId="1368A305" w:rsidR="00211EFC" w:rsidRPr="004011EA" w:rsidRDefault="00211EFC" w:rsidP="002B38DC">
    <w:pPr>
      <w:pStyle w:val="Fuzeile"/>
      <w:tabs>
        <w:tab w:val="clear" w:pos="9406"/>
        <w:tab w:val="right" w:pos="9072"/>
      </w:tabs>
    </w:pPr>
    <w:r w:rsidRPr="000F06DA">
      <w:rPr>
        <w:color w:val="FF9900"/>
      </w:rPr>
      <w:t>www.quint-essenz.ch</w:t>
    </w:r>
    <w:r w:rsidRPr="00E459D6">
      <w:t>, ein Angebot von Gesundheitsförderung Schweiz</w:t>
    </w:r>
    <w:r w:rsidRPr="00E459D6">
      <w:br/>
    </w:r>
    <w:r w:rsidR="00A006B1">
      <w:t>Schlussbericht [Projekt]</w:t>
    </w:r>
    <w:r w:rsidR="00A006B1" w:rsidRPr="00E459D6">
      <w:t>,</w:t>
    </w:r>
    <w:r w:rsidR="00A006B1">
      <w:t xml:space="preserve"> [Autor/in], [Datum]</w:t>
    </w:r>
    <w:r w:rsidRPr="00E459D6">
      <w:tab/>
    </w:r>
    <w:r w:rsidRPr="00E459D6">
      <w:tab/>
    </w:r>
    <w:r>
      <w:tab/>
    </w:r>
    <w:r w:rsidRPr="00E459D6">
      <w:rPr>
        <w:lang w:val="fr-FR"/>
      </w:rPr>
      <w:fldChar w:fldCharType="begin"/>
    </w:r>
    <w:r w:rsidRPr="00E459D6">
      <w:instrText xml:space="preserve"> </w:instrText>
    </w:r>
    <w:r w:rsidR="009E368A">
      <w:instrText>PAGE</w:instrText>
    </w:r>
    <w:r w:rsidRPr="00E459D6">
      <w:instrText xml:space="preserve"> </w:instrText>
    </w:r>
    <w:r w:rsidRPr="00E459D6">
      <w:rPr>
        <w:lang w:val="fr-FR"/>
      </w:rPr>
      <w:fldChar w:fldCharType="separate"/>
    </w:r>
    <w:r w:rsidR="00EE2B38">
      <w:rPr>
        <w:noProof/>
      </w:rPr>
      <w:t>5</w:t>
    </w:r>
    <w:r w:rsidRPr="00E459D6">
      <w:rPr>
        <w:lang w:val="fr-FR"/>
      </w:rPr>
      <w:fldChar w:fldCharType="end"/>
    </w:r>
    <w:r w:rsidRPr="00E459D6">
      <w:t>/</w:t>
    </w:r>
    <w:r w:rsidRPr="00E459D6">
      <w:fldChar w:fldCharType="begin"/>
    </w:r>
    <w:r w:rsidRPr="00E459D6">
      <w:instrText xml:space="preserve"> </w:instrText>
    </w:r>
    <w:r w:rsidR="009E368A">
      <w:instrText>NUMPAGES</w:instrText>
    </w:r>
    <w:r w:rsidRPr="00E459D6">
      <w:instrText xml:space="preserve"> </w:instrText>
    </w:r>
    <w:r w:rsidRPr="00E459D6">
      <w:fldChar w:fldCharType="separate"/>
    </w:r>
    <w:r w:rsidR="00EE2B38">
      <w:rPr>
        <w:noProof/>
      </w:rPr>
      <w:t>6</w:t>
    </w:r>
    <w:r w:rsidRPr="00E459D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7889D" w14:textId="77777777" w:rsidR="00211EFC" w:rsidRPr="00E459D6" w:rsidRDefault="00211EFC" w:rsidP="002B38DC">
    <w:pPr>
      <w:pStyle w:val="Fuzeile"/>
      <w:tabs>
        <w:tab w:val="clear" w:pos="9406"/>
        <w:tab w:val="right" w:pos="9072"/>
      </w:tabs>
    </w:pPr>
    <w:r w:rsidRPr="000F06DA">
      <w:rPr>
        <w:color w:val="FF9900"/>
      </w:rPr>
      <w:t>www.quint-essenz.ch</w:t>
    </w:r>
    <w:r w:rsidRPr="00E459D6">
      <w:t>, ein Angebot von Gesundheitsförderung Schweiz</w:t>
    </w:r>
    <w:r w:rsidRPr="00E459D6">
      <w:br/>
    </w:r>
    <w:r>
      <w:t>Konzept [Projekt]</w:t>
    </w:r>
    <w:r w:rsidRPr="00E459D6">
      <w:t>,</w:t>
    </w:r>
    <w:r>
      <w:t xml:space="preserve"> [Autor/in], [Datum]</w:t>
    </w:r>
    <w:r w:rsidRPr="00E459D6">
      <w:tab/>
    </w:r>
    <w:r w:rsidRPr="00E459D6">
      <w:tab/>
    </w:r>
    <w:r>
      <w:tab/>
    </w:r>
    <w:r w:rsidRPr="00E459D6">
      <w:rPr>
        <w:lang w:val="fr-FR"/>
      </w:rPr>
      <w:fldChar w:fldCharType="begin"/>
    </w:r>
    <w:r w:rsidRPr="00E459D6">
      <w:instrText xml:space="preserve"> </w:instrText>
    </w:r>
    <w:r w:rsidR="009E368A">
      <w:instrText>PAGE</w:instrText>
    </w:r>
    <w:r w:rsidRPr="00E459D6">
      <w:instrText xml:space="preserve"> </w:instrText>
    </w:r>
    <w:r w:rsidRPr="00E459D6">
      <w:rPr>
        <w:lang w:val="fr-FR"/>
      </w:rPr>
      <w:fldChar w:fldCharType="separate"/>
    </w:r>
    <w:r w:rsidR="00A006B1">
      <w:rPr>
        <w:noProof/>
      </w:rPr>
      <w:t>1</w:t>
    </w:r>
    <w:r w:rsidRPr="00E459D6">
      <w:rPr>
        <w:lang w:val="fr-FR"/>
      </w:rPr>
      <w:fldChar w:fldCharType="end"/>
    </w:r>
    <w:r w:rsidRPr="00E459D6">
      <w:t>/</w:t>
    </w:r>
    <w:r w:rsidRPr="00E459D6">
      <w:fldChar w:fldCharType="begin"/>
    </w:r>
    <w:r w:rsidRPr="00E459D6">
      <w:instrText xml:space="preserve"> </w:instrText>
    </w:r>
    <w:r w:rsidR="009E368A">
      <w:instrText>NUMPAGES</w:instrText>
    </w:r>
    <w:r w:rsidRPr="00E459D6">
      <w:instrText xml:space="preserve"> </w:instrText>
    </w:r>
    <w:r w:rsidRPr="00E459D6">
      <w:fldChar w:fldCharType="separate"/>
    </w:r>
    <w:r w:rsidR="00A006B1">
      <w:rPr>
        <w:noProof/>
      </w:rPr>
      <w:t>6</w:t>
    </w:r>
    <w:r w:rsidRPr="00E459D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AF548" w14:textId="77777777" w:rsidR="008516F9" w:rsidRDefault="008516F9" w:rsidP="00A323D6">
      <w:r>
        <w:separator/>
      </w:r>
    </w:p>
  </w:footnote>
  <w:footnote w:type="continuationSeparator" w:id="0">
    <w:p w14:paraId="1DF195F6" w14:textId="77777777" w:rsidR="008516F9" w:rsidRDefault="008516F9" w:rsidP="00A32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D7B72" w14:textId="77777777" w:rsidR="00211EFC" w:rsidRPr="00B76B08" w:rsidRDefault="00EE2B38" w:rsidP="00593BC4">
    <w:pPr>
      <w:ind w:right="-143"/>
      <w:jc w:val="right"/>
    </w:pPr>
    <w:r>
      <w:pict w14:anchorId="4B1C78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4.3pt;height:59.1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4EB"/>
    <w:multiLevelType w:val="multilevel"/>
    <w:tmpl w:val="930A5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elleKriterium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13E385D"/>
    <w:multiLevelType w:val="multilevel"/>
    <w:tmpl w:val="7A7EA70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33E766EA"/>
    <w:multiLevelType w:val="multilevel"/>
    <w:tmpl w:val="DD6861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E7657FE"/>
    <w:multiLevelType w:val="multilevel"/>
    <w:tmpl w:val="DD6861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359A5"/>
    <w:rsid w:val="00075A7C"/>
    <w:rsid w:val="000F06DA"/>
    <w:rsid w:val="00166134"/>
    <w:rsid w:val="001F0CD0"/>
    <w:rsid w:val="00211EFC"/>
    <w:rsid w:val="002320EC"/>
    <w:rsid w:val="00295E2E"/>
    <w:rsid w:val="002B38DC"/>
    <w:rsid w:val="002D5DC5"/>
    <w:rsid w:val="002D78EF"/>
    <w:rsid w:val="002E35D5"/>
    <w:rsid w:val="00323A6E"/>
    <w:rsid w:val="003371D3"/>
    <w:rsid w:val="00351C6E"/>
    <w:rsid w:val="003E41B4"/>
    <w:rsid w:val="00464272"/>
    <w:rsid w:val="0048271D"/>
    <w:rsid w:val="00522195"/>
    <w:rsid w:val="00591263"/>
    <w:rsid w:val="00593BC4"/>
    <w:rsid w:val="00597CAE"/>
    <w:rsid w:val="005A1B5B"/>
    <w:rsid w:val="005C5A54"/>
    <w:rsid w:val="006313C6"/>
    <w:rsid w:val="00643683"/>
    <w:rsid w:val="00647C7E"/>
    <w:rsid w:val="006767AC"/>
    <w:rsid w:val="006F3AAC"/>
    <w:rsid w:val="0079616E"/>
    <w:rsid w:val="007A4F08"/>
    <w:rsid w:val="00810BE2"/>
    <w:rsid w:val="00840672"/>
    <w:rsid w:val="008516F9"/>
    <w:rsid w:val="008A4D1A"/>
    <w:rsid w:val="008E2D5C"/>
    <w:rsid w:val="009E368A"/>
    <w:rsid w:val="00A006B1"/>
    <w:rsid w:val="00A323D6"/>
    <w:rsid w:val="00A36B18"/>
    <w:rsid w:val="00A54E16"/>
    <w:rsid w:val="00AC0F4B"/>
    <w:rsid w:val="00AF40E6"/>
    <w:rsid w:val="00B365DE"/>
    <w:rsid w:val="00B45A1E"/>
    <w:rsid w:val="00C80EC5"/>
    <w:rsid w:val="00CD3230"/>
    <w:rsid w:val="00D55666"/>
    <w:rsid w:val="00D87890"/>
    <w:rsid w:val="00DA35F9"/>
    <w:rsid w:val="00DA37BA"/>
    <w:rsid w:val="00E058CB"/>
    <w:rsid w:val="00EA10F8"/>
    <w:rsid w:val="00EB18F8"/>
    <w:rsid w:val="00ED039A"/>
    <w:rsid w:val="00EE2B38"/>
    <w:rsid w:val="00EE570D"/>
    <w:rsid w:val="00FA1FB0"/>
    <w:rsid w:val="00FA5A4B"/>
    <w:rsid w:val="00FB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62D0A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0359A5"/>
    <w:pPr>
      <w:spacing w:before="60" w:after="60"/>
    </w:pPr>
    <w:rPr>
      <w:rFonts w:ascii="Arial" w:hAnsi="Arial" w:cs="Arial"/>
      <w:sz w:val="22"/>
      <w:lang w:val="de-DE" w:eastAsia="fr-FR"/>
    </w:rPr>
  </w:style>
  <w:style w:type="paragraph" w:styleId="berschrift1">
    <w:name w:val="heading 1"/>
    <w:basedOn w:val="Standard"/>
    <w:next w:val="Standard"/>
    <w:qFormat/>
    <w:rsid w:val="00647C7E"/>
    <w:pPr>
      <w:keepNext/>
      <w:numPr>
        <w:numId w:val="1"/>
      </w:numPr>
      <w:shd w:val="clear" w:color="auto" w:fill="D9D9D9"/>
      <w:spacing w:before="360" w:after="360"/>
      <w:ind w:left="0" w:firstLine="0"/>
      <w:outlineLvl w:val="0"/>
    </w:pPr>
    <w:rPr>
      <w:b/>
      <w:color w:val="000000"/>
      <w:szCs w:val="2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EE2B38"/>
    <w:pPr>
      <w:keepNext/>
      <w:keepLines/>
      <w:numPr>
        <w:ilvl w:val="1"/>
        <w:numId w:val="1"/>
      </w:numPr>
      <w:spacing w:before="480" w:after="120"/>
      <w:ind w:left="0" w:firstLine="0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0359A5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A323D6"/>
    <w:pPr>
      <w:keepNext/>
      <w:numPr>
        <w:ilvl w:val="3"/>
        <w:numId w:val="1"/>
      </w:numPr>
      <w:spacing w:before="24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A323D6"/>
    <w:pPr>
      <w:numPr>
        <w:ilvl w:val="4"/>
        <w:numId w:val="1"/>
      </w:numPr>
      <w:spacing w:before="24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A323D6"/>
    <w:pPr>
      <w:numPr>
        <w:ilvl w:val="5"/>
        <w:numId w:val="1"/>
      </w:numPr>
      <w:spacing w:before="240"/>
      <w:outlineLvl w:val="5"/>
    </w:pPr>
    <w:rPr>
      <w:rFonts w:ascii="Calibri" w:eastAsia="Times New Roman" w:hAnsi="Calibri" w:cs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A323D6"/>
    <w:pPr>
      <w:numPr>
        <w:ilvl w:val="6"/>
        <w:numId w:val="1"/>
      </w:numPr>
      <w:spacing w:before="24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A323D6"/>
    <w:pPr>
      <w:numPr>
        <w:ilvl w:val="7"/>
        <w:numId w:val="1"/>
      </w:numPr>
      <w:spacing w:before="2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A323D6"/>
    <w:pPr>
      <w:numPr>
        <w:ilvl w:val="8"/>
        <w:numId w:val="1"/>
      </w:numPr>
      <w:spacing w:before="240"/>
      <w:outlineLvl w:val="8"/>
    </w:pPr>
    <w:rPr>
      <w:rFonts w:ascii="Cambria" w:eastAsia="Times New Roman" w:hAnsi="Cambria" w:cs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91263"/>
    <w:pPr>
      <w:keepNext/>
      <w:tabs>
        <w:tab w:val="left" w:pos="352"/>
      </w:tabs>
      <w:spacing w:before="20" w:after="20"/>
    </w:pPr>
    <w:rPr>
      <w:b/>
      <w:sz w:val="20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D21808"/>
    <w:pPr>
      <w:keepNext w:val="0"/>
      <w:tabs>
        <w:tab w:val="right" w:leader="dot" w:pos="10206"/>
      </w:tabs>
      <w:suppressAutoHyphens/>
      <w:spacing w:before="60" w:after="60"/>
    </w:pPr>
    <w:rPr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character" w:styleId="Kommentarzeichen">
    <w:name w:val="annotation reference"/>
    <w:uiPriority w:val="99"/>
    <w:semiHidden/>
    <w:unhideWhenUsed/>
    <w:rsid w:val="001A04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0420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1A0420"/>
    <w:rPr>
      <w:rFonts w:ascii="Garamond" w:hAnsi="Garamond"/>
      <w:lang w:val="de-DE" w:eastAsia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42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A0420"/>
    <w:rPr>
      <w:rFonts w:ascii="Garamond" w:hAnsi="Garamond"/>
      <w:b/>
      <w:bCs/>
      <w:lang w:val="de-DE" w:eastAsia="fr-FR"/>
    </w:rPr>
  </w:style>
  <w:style w:type="paragraph" w:customStyle="1" w:styleId="Text">
    <w:name w:val="Text"/>
    <w:basedOn w:val="Standard"/>
    <w:rsid w:val="003D5283"/>
    <w:rPr>
      <w:rFonts w:eastAsia="Times New Roman"/>
      <w:color w:val="804000"/>
      <w:lang w:val="de-CH" w:eastAsia="de-DE"/>
    </w:rPr>
  </w:style>
  <w:style w:type="paragraph" w:customStyle="1" w:styleId="Balkenerst">
    <w:name w:val="Balken erst"/>
    <w:basedOn w:val="Balken"/>
    <w:rsid w:val="005839CB"/>
    <w:pPr>
      <w:tabs>
        <w:tab w:val="left" w:pos="426"/>
      </w:tabs>
    </w:pPr>
    <w:rPr>
      <w:lang w:eastAsia="de-CH"/>
    </w:rPr>
  </w:style>
  <w:style w:type="paragraph" w:customStyle="1" w:styleId="ZelleStandardplus">
    <w:name w:val="Zelle Standard plus"/>
    <w:basedOn w:val="ZelleStandard"/>
    <w:rsid w:val="00591263"/>
    <w:pPr>
      <w:spacing w:before="20" w:after="20"/>
      <w:ind w:left="352" w:hanging="352"/>
    </w:pPr>
    <w:rPr>
      <w:sz w:val="20"/>
      <w:lang w:eastAsia="de-CH"/>
    </w:rPr>
  </w:style>
  <w:style w:type="paragraph" w:customStyle="1" w:styleId="ZelleTitelzentr">
    <w:name w:val="Zelle Titel zentr"/>
    <w:basedOn w:val="ZelleTitel"/>
    <w:rsid w:val="003D5283"/>
    <w:pPr>
      <w:jc w:val="center"/>
    </w:pPr>
    <w:rPr>
      <w:rFonts w:ascii="Courier New" w:hAnsi="Courier New"/>
      <w:color w:val="800000"/>
      <w:lang w:eastAsia="de-CH"/>
    </w:rPr>
  </w:style>
  <w:style w:type="paragraph" w:customStyle="1" w:styleId="Eingabe">
    <w:name w:val="Eingabe"/>
    <w:basedOn w:val="TextZelle"/>
    <w:rsid w:val="005839CB"/>
    <w:pPr>
      <w:tabs>
        <w:tab w:val="left" w:pos="637"/>
        <w:tab w:val="left" w:pos="10344"/>
      </w:tabs>
    </w:pPr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39CB"/>
    <w:rPr>
      <w:szCs w:val="24"/>
    </w:rPr>
  </w:style>
  <w:style w:type="character" w:customStyle="1" w:styleId="FunotentextZchn">
    <w:name w:val="Fußnotentext Zchn"/>
    <w:link w:val="Funotentext"/>
    <w:uiPriority w:val="99"/>
    <w:semiHidden/>
    <w:rsid w:val="005839CB"/>
    <w:rPr>
      <w:rFonts w:ascii="Garamond" w:hAnsi="Garamond"/>
      <w:sz w:val="24"/>
      <w:szCs w:val="24"/>
      <w:lang w:eastAsia="fr-FR"/>
    </w:rPr>
  </w:style>
  <w:style w:type="character" w:styleId="Funotenzeichen">
    <w:name w:val="footnote reference"/>
    <w:uiPriority w:val="99"/>
    <w:semiHidden/>
    <w:unhideWhenUsed/>
    <w:rsid w:val="005839CB"/>
    <w:rPr>
      <w:vertAlign w:val="superscript"/>
    </w:rPr>
  </w:style>
  <w:style w:type="character" w:customStyle="1" w:styleId="berschrift4Zchn">
    <w:name w:val="Überschrift 4 Zchn"/>
    <w:link w:val="berschrift4"/>
    <w:semiHidden/>
    <w:rsid w:val="00A323D6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semiHidden/>
    <w:rsid w:val="00A323D6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semiHidden/>
    <w:rsid w:val="00A323D6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semiHidden/>
    <w:rsid w:val="00A323D6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semiHidden/>
    <w:rsid w:val="00A323D6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semiHidden/>
    <w:rsid w:val="00A323D6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2Zchn">
    <w:name w:val="Überschrift 2 Zchn"/>
    <w:link w:val="berschrift2"/>
    <w:rsid w:val="00EE2B38"/>
    <w:rPr>
      <w:rFonts w:ascii="Arial" w:eastAsia="Times New Roman" w:hAnsi="Arial" w:cs="Arial"/>
      <w:b/>
      <w:color w:val="000000"/>
      <w:sz w:val="22"/>
      <w:lang w:val="de-CH" w:eastAsia="fr-FR"/>
    </w:rPr>
  </w:style>
  <w:style w:type="paragraph" w:customStyle="1" w:styleId="ZelleKriterium">
    <w:name w:val="Zelle Kriterium"/>
    <w:basedOn w:val="ZelleStandard"/>
    <w:qFormat/>
    <w:rsid w:val="002D5DC5"/>
    <w:pPr>
      <w:numPr>
        <w:ilvl w:val="1"/>
        <w:numId w:val="4"/>
      </w:numPr>
      <w:tabs>
        <w:tab w:val="clear" w:pos="227"/>
      </w:tabs>
      <w:spacing w:before="40" w:after="40"/>
    </w:pPr>
    <w:rPr>
      <w:szCs w:val="22"/>
    </w:rPr>
  </w:style>
  <w:style w:type="paragraph" w:styleId="Titel">
    <w:name w:val="Title"/>
    <w:basedOn w:val="Standard"/>
    <w:next w:val="Standard"/>
    <w:link w:val="TitelZchn"/>
    <w:qFormat/>
    <w:rsid w:val="00647C7E"/>
    <w:pPr>
      <w:spacing w:before="24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647C7E"/>
    <w:rPr>
      <w:rFonts w:ascii="Calibri Light" w:eastAsia="Times New Roman" w:hAnsi="Calibri Light" w:cs="Times New Roman"/>
      <w:b/>
      <w:bCs/>
      <w:kern w:val="28"/>
      <w:sz w:val="32"/>
      <w:szCs w:val="3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D8D6C-70C3-49C9-AD19-CD73D433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6</Pages>
  <Words>541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12</cp:revision>
  <cp:lastPrinted>2014-06-16T09:29:00Z</cp:lastPrinted>
  <dcterms:created xsi:type="dcterms:W3CDTF">2016-09-21T12:58:00Z</dcterms:created>
  <dcterms:modified xsi:type="dcterms:W3CDTF">2016-09-27T15:37:00Z</dcterms:modified>
</cp:coreProperties>
</file>