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C717E" w14:textId="6A63B5B5" w:rsidR="002D26DC" w:rsidRPr="004B3005" w:rsidRDefault="00A61ECD" w:rsidP="00B90E23">
      <w:pPr>
        <w:rPr>
          <w:b/>
          <w:sz w:val="32"/>
          <w:szCs w:val="32"/>
          <w:lang w:val="fr-CH"/>
        </w:rPr>
      </w:pPr>
      <w:r w:rsidRPr="004B3005">
        <w:rPr>
          <w:b/>
          <w:sz w:val="32"/>
          <w:szCs w:val="32"/>
          <w:lang w:val="fr-CH"/>
        </w:rPr>
        <w:t>Rapport final</w:t>
      </w:r>
      <w:r w:rsidR="00CC6424" w:rsidRPr="004B3005">
        <w:rPr>
          <w:b/>
          <w:sz w:val="32"/>
          <w:szCs w:val="32"/>
          <w:lang w:val="fr-CH"/>
        </w:rPr>
        <w:t xml:space="preserve">: </w:t>
      </w:r>
      <w:r w:rsidR="00733E1A" w:rsidRPr="004B3005">
        <w:rPr>
          <w:b/>
          <w:sz w:val="32"/>
          <w:szCs w:val="32"/>
          <w:lang w:val="fr-CH"/>
        </w:rPr>
        <w:t>…</w:t>
      </w:r>
    </w:p>
    <w:p w14:paraId="595AEF0D" w14:textId="77777777" w:rsidR="00D62ED3" w:rsidRPr="004B3005" w:rsidRDefault="00D62ED3" w:rsidP="00B90E23">
      <w:pPr>
        <w:rPr>
          <w:b/>
          <w:sz w:val="12"/>
          <w:szCs w:val="32"/>
          <w:lang w:val="fr-CH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4B3005" w14:paraId="530186AF" w14:textId="77777777" w:rsidTr="00A93837">
        <w:tc>
          <w:tcPr>
            <w:tcW w:w="3472" w:type="dxa"/>
          </w:tcPr>
          <w:p w14:paraId="10919E5E" w14:textId="27E2BC57" w:rsidR="002D26DC" w:rsidRPr="004B3005" w:rsidRDefault="00D94CB7" w:rsidP="00B90E23">
            <w:pPr>
              <w:pStyle w:val="Balken"/>
              <w:rPr>
                <w:rFonts w:cs="Arial"/>
                <w:color w:val="000000"/>
                <w:lang w:val="fr-CH"/>
              </w:rPr>
            </w:pPr>
            <w:r w:rsidRPr="00D94CB7">
              <w:rPr>
                <w:rFonts w:cs="Arial"/>
                <w:color w:val="000000"/>
                <w:lang w:val="fr-CH"/>
              </w:rPr>
              <w:t>Données principales</w:t>
            </w:r>
          </w:p>
        </w:tc>
        <w:tc>
          <w:tcPr>
            <w:tcW w:w="6022" w:type="dxa"/>
          </w:tcPr>
          <w:p w14:paraId="3D752B0E" w14:textId="77777777" w:rsidR="002D26DC" w:rsidRPr="004B3005" w:rsidRDefault="002D26DC" w:rsidP="00B90E23">
            <w:pPr>
              <w:pStyle w:val="Balken"/>
              <w:rPr>
                <w:rFonts w:cs="Arial"/>
                <w:color w:val="000000"/>
                <w:lang w:val="fr-CH"/>
              </w:rPr>
            </w:pPr>
          </w:p>
        </w:tc>
      </w:tr>
      <w:tr w:rsidR="009E2D01" w:rsidRPr="004B3005" w14:paraId="22D63EE4" w14:textId="77777777" w:rsidTr="00A93837">
        <w:tc>
          <w:tcPr>
            <w:tcW w:w="3472" w:type="dxa"/>
          </w:tcPr>
          <w:p w14:paraId="7C98D62A" w14:textId="77777777" w:rsidR="009E2D01" w:rsidRPr="004B3005" w:rsidRDefault="009E2D01" w:rsidP="009E2D01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Titre (du programme)</w:t>
            </w:r>
          </w:p>
        </w:tc>
        <w:tc>
          <w:tcPr>
            <w:tcW w:w="6022" w:type="dxa"/>
          </w:tcPr>
          <w:p w14:paraId="0E5D0D5C" w14:textId="77777777" w:rsidR="009E2D01" w:rsidRPr="004B3005" w:rsidRDefault="009E2D01" w:rsidP="00B90E23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1ECF916D" w14:textId="77777777" w:rsidTr="00A93837">
        <w:tc>
          <w:tcPr>
            <w:tcW w:w="3472" w:type="dxa"/>
          </w:tcPr>
          <w:p w14:paraId="10377AB6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2" w:type="dxa"/>
          </w:tcPr>
          <w:p w14:paraId="3B6B4F57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18C13E3E" w14:textId="77777777" w:rsidTr="00A93837">
        <w:tc>
          <w:tcPr>
            <w:tcW w:w="3472" w:type="dxa"/>
          </w:tcPr>
          <w:p w14:paraId="1C0ACDC1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2" w:type="dxa"/>
          </w:tcPr>
          <w:p w14:paraId="65841FB5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23210F08" w14:textId="77777777" w:rsidTr="00A93837">
        <w:tc>
          <w:tcPr>
            <w:tcW w:w="3472" w:type="dxa"/>
          </w:tcPr>
          <w:p w14:paraId="487DA20C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2" w:type="dxa"/>
          </w:tcPr>
          <w:p w14:paraId="16BE71D1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46ADF67D" w14:textId="77777777" w:rsidTr="00A93837">
        <w:tc>
          <w:tcPr>
            <w:tcW w:w="3472" w:type="dxa"/>
          </w:tcPr>
          <w:p w14:paraId="464A70E9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2" w:type="dxa"/>
          </w:tcPr>
          <w:p w14:paraId="30DA6DAB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79DEBD5A" w14:textId="77777777" w:rsidTr="00A93837">
        <w:tc>
          <w:tcPr>
            <w:tcW w:w="3472" w:type="dxa"/>
          </w:tcPr>
          <w:p w14:paraId="1AD5EA2F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2" w:type="dxa"/>
          </w:tcPr>
          <w:p w14:paraId="1B85DF93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313E6786" w14:textId="77777777" w:rsidTr="00A93837">
        <w:tc>
          <w:tcPr>
            <w:tcW w:w="3472" w:type="dxa"/>
          </w:tcPr>
          <w:p w14:paraId="71131350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Remarques</w:t>
            </w:r>
          </w:p>
        </w:tc>
        <w:tc>
          <w:tcPr>
            <w:tcW w:w="6022" w:type="dxa"/>
          </w:tcPr>
          <w:p w14:paraId="03D8DA61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</w:tbl>
    <w:p w14:paraId="2B1B49B6" w14:textId="590329C6" w:rsidR="00733E1A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Introduction</w:t>
      </w:r>
    </w:p>
    <w:p w14:paraId="50E78FAD" w14:textId="77777777" w:rsidR="00733E1A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Situation initiale</w:t>
      </w:r>
    </w:p>
    <w:p w14:paraId="5E7FC167" w14:textId="77777777" w:rsidR="00733E1A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662B7949" w14:textId="74B3D223" w:rsidR="00733E1A" w:rsidRPr="004B3005" w:rsidRDefault="00A93837" w:rsidP="00B90E23">
      <w:pPr>
        <w:pStyle w:val="berschrift2"/>
        <w:rPr>
          <w:lang w:val="fr-CH"/>
        </w:rPr>
      </w:pPr>
      <w:r w:rsidRPr="004B3005">
        <w:rPr>
          <w:lang w:val="fr-CH"/>
        </w:rPr>
        <w:t xml:space="preserve">Brève description du </w:t>
      </w:r>
      <w:r w:rsidR="00057AEA">
        <w:rPr>
          <w:lang w:val="fr-CH"/>
        </w:rPr>
        <w:t>programme</w:t>
      </w:r>
    </w:p>
    <w:p w14:paraId="2CD8E2CD" w14:textId="77777777" w:rsidR="00733E1A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238A1C4" w14:textId="3B551604" w:rsidR="00C34FC2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Réflexions concernant la planification</w:t>
      </w:r>
    </w:p>
    <w:p w14:paraId="51A286E9" w14:textId="77777777" w:rsidR="00733E1A" w:rsidRPr="004B3005" w:rsidRDefault="00C34FC2" w:rsidP="00B90E23">
      <w:pPr>
        <w:pStyle w:val="berschrift2"/>
        <w:rPr>
          <w:lang w:val="fr-CH"/>
        </w:rPr>
      </w:pPr>
      <w:r w:rsidRPr="004B3005">
        <w:rPr>
          <w:lang w:val="fr-CH"/>
        </w:rPr>
        <w:t>Settings</w:t>
      </w:r>
    </w:p>
    <w:p w14:paraId="631E8704" w14:textId="77777777" w:rsidR="00CC6424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B69B6B4" w14:textId="77777777" w:rsidR="00E91FD1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Groupes cibles</w:t>
      </w:r>
    </w:p>
    <w:p w14:paraId="7192C462" w14:textId="77777777" w:rsidR="00733E1A" w:rsidRPr="004B3005" w:rsidRDefault="00E91FD1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5D29850E" w14:textId="77777777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Stratégies</w:t>
      </w:r>
    </w:p>
    <w:p w14:paraId="1CE25B01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28CE751" w14:textId="77777777" w:rsidR="00C34FC2" w:rsidRPr="004B3005" w:rsidRDefault="00F71A0E" w:rsidP="00C34FC2">
      <w:pPr>
        <w:pStyle w:val="berschrift2"/>
        <w:rPr>
          <w:lang w:val="fr-CH"/>
        </w:rPr>
      </w:pPr>
      <w:r w:rsidRPr="004B3005">
        <w:rPr>
          <w:lang w:val="fr-CH"/>
        </w:rPr>
        <w:t>Objectifs</w:t>
      </w:r>
    </w:p>
    <w:p w14:paraId="4292B8D6" w14:textId="77777777" w:rsidR="00B90E23" w:rsidRPr="004B3005" w:rsidRDefault="00C34FC2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5B24414B" w14:textId="77777777" w:rsidR="00C34FC2" w:rsidRPr="004B3005" w:rsidRDefault="00F71A0E" w:rsidP="00C34FC2">
      <w:pPr>
        <w:pStyle w:val="berschrift2"/>
        <w:rPr>
          <w:lang w:val="fr-CH"/>
        </w:rPr>
      </w:pPr>
      <w:r w:rsidRPr="004B3005">
        <w:rPr>
          <w:lang w:val="fr-CH"/>
        </w:rPr>
        <w:t>Mesures et projets</w:t>
      </w:r>
    </w:p>
    <w:p w14:paraId="18E9CBEA" w14:textId="77777777" w:rsidR="00C34FC2" w:rsidRPr="004B3005" w:rsidRDefault="00C34FC2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FBD4763" w14:textId="0B2C4149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lastRenderedPageBreak/>
        <w:t>Réflexions concernant l'organisation</w:t>
      </w:r>
    </w:p>
    <w:p w14:paraId="3B68696C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Structure du programme</w:t>
      </w:r>
    </w:p>
    <w:p w14:paraId="2FA12083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409C4B6D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Participation</w:t>
      </w:r>
    </w:p>
    <w:p w14:paraId="47065988" w14:textId="77777777" w:rsidR="00C34FC2" w:rsidRPr="004B3005" w:rsidRDefault="00CC6424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5D62ED" w:rsidRPr="004B3005" w14:paraId="6DB97B37" w14:textId="77777777" w:rsidTr="005D62ED">
        <w:tc>
          <w:tcPr>
            <w:tcW w:w="4749" w:type="dxa"/>
            <w:shd w:val="clear" w:color="auto" w:fill="EAEAEA"/>
          </w:tcPr>
          <w:p w14:paraId="59A59471" w14:textId="77777777" w:rsidR="005D62ED" w:rsidRPr="004B3005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Groupes cibles</w:t>
            </w:r>
          </w:p>
        </w:tc>
        <w:tc>
          <w:tcPr>
            <w:tcW w:w="4745" w:type="dxa"/>
            <w:shd w:val="clear" w:color="auto" w:fill="EAEAEA"/>
          </w:tcPr>
          <w:p w14:paraId="403C8B51" w14:textId="77777777" w:rsidR="005D62ED" w:rsidRPr="004B3005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Forme de participation</w:t>
            </w:r>
          </w:p>
        </w:tc>
      </w:tr>
      <w:tr w:rsidR="00C34FC2" w:rsidRPr="004B3005" w14:paraId="51C1662A" w14:textId="77777777" w:rsidTr="005D62ED">
        <w:tc>
          <w:tcPr>
            <w:tcW w:w="4749" w:type="dxa"/>
          </w:tcPr>
          <w:p w14:paraId="7FB8D02F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701787CB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0DABA2D2" w14:textId="77777777" w:rsidTr="005D62ED">
        <w:tc>
          <w:tcPr>
            <w:tcW w:w="4749" w:type="dxa"/>
          </w:tcPr>
          <w:p w14:paraId="037936FF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C3F9107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5EDA3648" w14:textId="77777777" w:rsidTr="005D62ED">
        <w:tc>
          <w:tcPr>
            <w:tcW w:w="4749" w:type="dxa"/>
          </w:tcPr>
          <w:p w14:paraId="0C920DA3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A21D44B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1DF0ACA3" w14:textId="77777777" w:rsidTr="005D62ED">
        <w:tc>
          <w:tcPr>
            <w:tcW w:w="4749" w:type="dxa"/>
          </w:tcPr>
          <w:p w14:paraId="74615DB7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6553575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01200F6A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Mise en réseau</w:t>
      </w:r>
    </w:p>
    <w:p w14:paraId="45FC0576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706A634C" w14:textId="36574153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Réflexions concernant le pilotage</w:t>
      </w:r>
    </w:p>
    <w:p w14:paraId="3C704156" w14:textId="01BAC440" w:rsidR="00C34FC2" w:rsidRPr="004B3005" w:rsidRDefault="00F71A0E" w:rsidP="00C34FC2">
      <w:pPr>
        <w:pStyle w:val="berschrift2"/>
        <w:rPr>
          <w:lang w:val="fr-CH"/>
        </w:rPr>
      </w:pPr>
      <w:r w:rsidRPr="004B3005">
        <w:rPr>
          <w:lang w:val="fr-CH"/>
        </w:rPr>
        <w:t xml:space="preserve">Réflexion </w:t>
      </w:r>
      <w:r w:rsidR="00A93837" w:rsidRPr="004B3005">
        <w:rPr>
          <w:szCs w:val="22"/>
          <w:lang w:val="fr-CH"/>
        </w:rPr>
        <w:t>systématique</w:t>
      </w:r>
    </w:p>
    <w:p w14:paraId="39875B48" w14:textId="77777777" w:rsidR="00C34FC2" w:rsidRPr="004B3005" w:rsidRDefault="00C34FC2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8C5A73C" w14:textId="77777777" w:rsidR="00CC6424" w:rsidRPr="004B3005" w:rsidRDefault="00CC6424" w:rsidP="00B90E23">
      <w:pPr>
        <w:pStyle w:val="berschrift2"/>
        <w:rPr>
          <w:lang w:val="fr-CH"/>
        </w:rPr>
      </w:pPr>
      <w:r w:rsidRPr="004B3005">
        <w:rPr>
          <w:lang w:val="fr-CH"/>
        </w:rPr>
        <w:t xml:space="preserve">Evaluation </w:t>
      </w:r>
    </w:p>
    <w:p w14:paraId="20F9D563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4"/>
        <w:gridCol w:w="4662"/>
      </w:tblGrid>
      <w:tr w:rsidR="007370FA" w:rsidRPr="004B3005" w14:paraId="59A9B538" w14:textId="77777777" w:rsidTr="00114ADB">
        <w:tc>
          <w:tcPr>
            <w:tcW w:w="4764" w:type="dxa"/>
            <w:shd w:val="clear" w:color="auto" w:fill="EAEAEA"/>
          </w:tcPr>
          <w:p w14:paraId="2B7C098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Questions pour l‘évaluation* </w:t>
            </w:r>
          </w:p>
        </w:tc>
        <w:tc>
          <w:tcPr>
            <w:tcW w:w="4662" w:type="dxa"/>
            <w:shd w:val="clear" w:color="auto" w:fill="EAEAEA"/>
          </w:tcPr>
          <w:p w14:paraId="5086AD0D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Réponses</w:t>
            </w:r>
          </w:p>
        </w:tc>
      </w:tr>
      <w:tr w:rsidR="007370FA" w:rsidRPr="004B3005" w14:paraId="06D371CB" w14:textId="77777777" w:rsidTr="00114ADB">
        <w:tc>
          <w:tcPr>
            <w:tcW w:w="4764" w:type="dxa"/>
          </w:tcPr>
          <w:p w14:paraId="5E9A1BF4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592F4E15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03AA13AB" w14:textId="77777777" w:rsidTr="00114ADB">
        <w:tc>
          <w:tcPr>
            <w:tcW w:w="4764" w:type="dxa"/>
          </w:tcPr>
          <w:p w14:paraId="78C13D61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285C9AC4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532FEB8D" w14:textId="77777777" w:rsidTr="00114ADB">
        <w:tc>
          <w:tcPr>
            <w:tcW w:w="4764" w:type="dxa"/>
          </w:tcPr>
          <w:p w14:paraId="2EC13F05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469B69A0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69D6FC47" w14:textId="77777777" w:rsidTr="00114ADB">
        <w:tc>
          <w:tcPr>
            <w:tcW w:w="4764" w:type="dxa"/>
          </w:tcPr>
          <w:p w14:paraId="706C648D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095A5762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</w:tbl>
    <w:p w14:paraId="77991A0A" w14:textId="69344D32" w:rsidR="007370FA" w:rsidRPr="004B3005" w:rsidRDefault="007370FA" w:rsidP="007370FA">
      <w:pPr>
        <w:spacing w:after="240"/>
        <w:rPr>
          <w:color w:val="7F7F7F"/>
          <w:sz w:val="20"/>
          <w:lang w:val="fr-CH"/>
        </w:rPr>
      </w:pPr>
      <w:r w:rsidRPr="004B3005">
        <w:rPr>
          <w:color w:val="7F7F7F"/>
          <w:sz w:val="20"/>
          <w:lang w:val="fr-CH"/>
        </w:rPr>
        <w:t>*L’atteinte des objectifs est évaluée sous point 5.1</w:t>
      </w:r>
    </w:p>
    <w:p w14:paraId="343B10C5" w14:textId="77777777" w:rsidR="00BE19F4" w:rsidRPr="004B3005" w:rsidRDefault="00BE19F4" w:rsidP="00BE19F4">
      <w:pPr>
        <w:pStyle w:val="berschrift2"/>
        <w:rPr>
          <w:lang w:val="fr-CH"/>
        </w:rPr>
      </w:pPr>
      <w:r w:rsidRPr="004B3005">
        <w:rPr>
          <w:lang w:val="fr-CH"/>
        </w:rPr>
        <w:t>Innovation</w:t>
      </w:r>
    </w:p>
    <w:p w14:paraId="58FF157B" w14:textId="77777777" w:rsidR="00BE19F4" w:rsidRPr="004B3005" w:rsidRDefault="00BE19F4" w:rsidP="00BE19F4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4CE7E733" w14:textId="77777777" w:rsidR="00BE19F4" w:rsidRPr="004B3005" w:rsidRDefault="00F71A0E" w:rsidP="00BE19F4">
      <w:pPr>
        <w:pStyle w:val="berschrift2"/>
        <w:rPr>
          <w:lang w:val="fr-CH"/>
        </w:rPr>
      </w:pPr>
      <w:r w:rsidRPr="004B3005">
        <w:rPr>
          <w:lang w:val="fr-CH"/>
        </w:rPr>
        <w:t>Coordination</w:t>
      </w:r>
    </w:p>
    <w:p w14:paraId="779D6F5C" w14:textId="77777777" w:rsidR="00BE19F4" w:rsidRPr="004B3005" w:rsidRDefault="00BE19F4" w:rsidP="00BE19F4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6DC60279" w14:textId="77777777" w:rsidR="00BE19F4" w:rsidRPr="004B3005" w:rsidRDefault="00F71A0E" w:rsidP="00BE19F4">
      <w:pPr>
        <w:pStyle w:val="berschrift2"/>
        <w:rPr>
          <w:lang w:val="fr-CH"/>
        </w:rPr>
      </w:pPr>
      <w:r w:rsidRPr="004B3005">
        <w:rPr>
          <w:lang w:val="fr-CH"/>
        </w:rPr>
        <w:lastRenderedPageBreak/>
        <w:t>Gestion des connaissances</w:t>
      </w:r>
    </w:p>
    <w:p w14:paraId="6059C514" w14:textId="77777777" w:rsidR="00BE19F4" w:rsidRPr="004B3005" w:rsidRDefault="00BE19F4" w:rsidP="00BE19F4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08A72FA" w14:textId="480D4A27" w:rsidR="00A93837" w:rsidRPr="004B3005" w:rsidRDefault="00A93837" w:rsidP="00A93837">
      <w:pPr>
        <w:pStyle w:val="berschrift1"/>
        <w:rPr>
          <w:lang w:val="fr-CH"/>
        </w:rPr>
      </w:pPr>
      <w:r w:rsidRPr="004B3005">
        <w:rPr>
          <w:lang w:val="fr-CH"/>
        </w:rPr>
        <w:t>Résultats et effets</w:t>
      </w:r>
    </w:p>
    <w:p w14:paraId="5A6992DF" w14:textId="62510845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Atteinte des objectifs</w:t>
      </w:r>
    </w:p>
    <w:p w14:paraId="2291593C" w14:textId="03D61FD2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1030"/>
        <w:gridCol w:w="3216"/>
      </w:tblGrid>
      <w:tr w:rsidR="00A93837" w:rsidRPr="004B3005" w14:paraId="7D4F92CC" w14:textId="77777777" w:rsidTr="007370FA">
        <w:trPr>
          <w:tblHeader/>
        </w:trPr>
        <w:tc>
          <w:tcPr>
            <w:tcW w:w="5180" w:type="dxa"/>
            <w:shd w:val="clear" w:color="auto" w:fill="EAEAEA"/>
          </w:tcPr>
          <w:p w14:paraId="5767AD6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Catégories d’objectifs et objectifs </w:t>
            </w:r>
          </w:p>
        </w:tc>
        <w:tc>
          <w:tcPr>
            <w:tcW w:w="1030" w:type="dxa"/>
            <w:shd w:val="clear" w:color="auto" w:fill="EAEAEA"/>
          </w:tcPr>
          <w:p w14:paraId="3F747B46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Att. en %</w:t>
            </w:r>
          </w:p>
        </w:tc>
        <w:tc>
          <w:tcPr>
            <w:tcW w:w="3216" w:type="dxa"/>
            <w:shd w:val="clear" w:color="auto" w:fill="EAEAEA"/>
          </w:tcPr>
          <w:p w14:paraId="72A9F602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Justification/Commentaires</w:t>
            </w:r>
          </w:p>
        </w:tc>
      </w:tr>
      <w:tr w:rsidR="00A93837" w:rsidRPr="004B3005" w14:paraId="3C2B5227" w14:textId="77777777" w:rsidTr="007370FA">
        <w:tc>
          <w:tcPr>
            <w:tcW w:w="5180" w:type="dxa"/>
            <w:shd w:val="clear" w:color="auto" w:fill="F2F2F2"/>
          </w:tcPr>
          <w:p w14:paraId="70BFA7D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039726E6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58BBEACB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DCDB931" w14:textId="77777777" w:rsidTr="007370FA">
        <w:tc>
          <w:tcPr>
            <w:tcW w:w="5180" w:type="dxa"/>
          </w:tcPr>
          <w:p w14:paraId="64FB64ED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1B5BD23C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C9CFE1F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41FFAAFF" w14:textId="77777777" w:rsidTr="007370FA">
        <w:tc>
          <w:tcPr>
            <w:tcW w:w="5180" w:type="dxa"/>
          </w:tcPr>
          <w:p w14:paraId="78463CA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3992BBAC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4D369504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65E575CF" w14:textId="77777777" w:rsidTr="007370FA">
        <w:tc>
          <w:tcPr>
            <w:tcW w:w="5180" w:type="dxa"/>
          </w:tcPr>
          <w:p w14:paraId="084FCBB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7847AFA1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7129A68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7DA73E9" w14:textId="77777777" w:rsidTr="007370FA">
        <w:tc>
          <w:tcPr>
            <w:tcW w:w="5180" w:type="dxa"/>
            <w:shd w:val="clear" w:color="auto" w:fill="F2F2F2"/>
          </w:tcPr>
          <w:p w14:paraId="2EE5630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31152C22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144AE25B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54D72926" w14:textId="77777777" w:rsidTr="007370FA">
        <w:tc>
          <w:tcPr>
            <w:tcW w:w="5180" w:type="dxa"/>
          </w:tcPr>
          <w:p w14:paraId="329D639F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B03AA85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36B18F67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3C54877D" w14:textId="77777777" w:rsidTr="007370FA">
        <w:tc>
          <w:tcPr>
            <w:tcW w:w="5180" w:type="dxa"/>
          </w:tcPr>
          <w:p w14:paraId="5D5282A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416A1C93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1ED7153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0A8737D" w14:textId="77777777" w:rsidTr="007370FA">
        <w:tc>
          <w:tcPr>
            <w:tcW w:w="5180" w:type="dxa"/>
          </w:tcPr>
          <w:p w14:paraId="11DE90F8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226C234E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9933D6E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4294659" w14:textId="77777777" w:rsidTr="007370FA">
        <w:tc>
          <w:tcPr>
            <w:tcW w:w="5180" w:type="dxa"/>
            <w:shd w:val="clear" w:color="auto" w:fill="F2F2F2"/>
          </w:tcPr>
          <w:p w14:paraId="296343A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6027FF57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797B8EF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C78EFE1" w14:textId="77777777" w:rsidTr="007370FA">
        <w:tc>
          <w:tcPr>
            <w:tcW w:w="5180" w:type="dxa"/>
          </w:tcPr>
          <w:p w14:paraId="0E7C6DEC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691A2F1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C24D7D6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4D89B889" w14:textId="77777777" w:rsidTr="007370FA">
        <w:tc>
          <w:tcPr>
            <w:tcW w:w="5180" w:type="dxa"/>
          </w:tcPr>
          <w:p w14:paraId="66975AF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78A63FD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732AD712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728EA363" w14:textId="77777777" w:rsidTr="007370FA">
        <w:tc>
          <w:tcPr>
            <w:tcW w:w="5180" w:type="dxa"/>
          </w:tcPr>
          <w:p w14:paraId="3779484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42D74DFF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58D806E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</w:tbl>
    <w:p w14:paraId="1836A8E7" w14:textId="77777777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Autres résultats</w:t>
      </w:r>
    </w:p>
    <w:p w14:paraId="03FA6A1B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8C54C86" w14:textId="0D5C2069" w:rsidR="00A93837" w:rsidRPr="004B3005" w:rsidRDefault="00C00F26" w:rsidP="00A93837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>Durabilité</w:t>
      </w:r>
    </w:p>
    <w:p w14:paraId="04158BCC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2540129" w14:textId="0BBD5166" w:rsidR="00C00F26" w:rsidRPr="004B3005" w:rsidRDefault="00C00F26" w:rsidP="007370FA">
      <w:pPr>
        <w:pStyle w:val="berschrift2"/>
        <w:spacing w:before="60"/>
        <w:ind w:left="0" w:firstLine="0"/>
        <w:rPr>
          <w:szCs w:val="22"/>
          <w:lang w:val="fr-CH"/>
        </w:rPr>
      </w:pPr>
      <w:r w:rsidRPr="004B3005">
        <w:rPr>
          <w:szCs w:val="22"/>
          <w:lang w:val="fr-CH"/>
        </w:rPr>
        <w:t>Mise en valeur</w:t>
      </w:r>
    </w:p>
    <w:p w14:paraId="49F557CF" w14:textId="18B84606" w:rsidR="00C00F26" w:rsidRPr="004B3005" w:rsidRDefault="00C00F26" w:rsidP="00C00F26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1CB4BAF" w14:textId="77777777" w:rsidR="007370FA" w:rsidRPr="004B3005" w:rsidRDefault="007370FA" w:rsidP="007370FA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Décompte final </w:t>
      </w:r>
    </w:p>
    <w:p w14:paraId="5F2350D7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7370FA" w:rsidRPr="004B3005" w14:paraId="6961927C" w14:textId="77777777" w:rsidTr="00114ADB">
        <w:tc>
          <w:tcPr>
            <w:tcW w:w="6628" w:type="dxa"/>
            <w:shd w:val="clear" w:color="auto" w:fill="auto"/>
          </w:tcPr>
          <w:p w14:paraId="68E120E5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  <w:tc>
          <w:tcPr>
            <w:tcW w:w="1393" w:type="dxa"/>
            <w:shd w:val="clear" w:color="auto" w:fill="auto"/>
          </w:tcPr>
          <w:p w14:paraId="1FB7D466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budgétées</w:t>
            </w:r>
          </w:p>
        </w:tc>
        <w:tc>
          <w:tcPr>
            <w:tcW w:w="1405" w:type="dxa"/>
            <w:shd w:val="clear" w:color="auto" w:fill="auto"/>
          </w:tcPr>
          <w:p w14:paraId="6A5C1369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effectives</w:t>
            </w:r>
          </w:p>
        </w:tc>
      </w:tr>
      <w:tr w:rsidR="007370FA" w:rsidRPr="004B3005" w14:paraId="0E062F56" w14:textId="77777777" w:rsidTr="00114ADB">
        <w:tc>
          <w:tcPr>
            <w:tcW w:w="6628" w:type="dxa"/>
            <w:shd w:val="clear" w:color="auto" w:fill="EAEAEA"/>
          </w:tcPr>
          <w:p w14:paraId="5F3D9C1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Dépenses</w:t>
            </w:r>
          </w:p>
        </w:tc>
        <w:tc>
          <w:tcPr>
            <w:tcW w:w="1393" w:type="dxa"/>
            <w:shd w:val="clear" w:color="auto" w:fill="EAEAEA"/>
          </w:tcPr>
          <w:p w14:paraId="599A715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AEAEA"/>
          </w:tcPr>
          <w:p w14:paraId="14FB76B8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D909EE3" w14:textId="77777777" w:rsidTr="00114ADB">
        <w:tc>
          <w:tcPr>
            <w:tcW w:w="6628" w:type="dxa"/>
          </w:tcPr>
          <w:p w14:paraId="1E52BC74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6714692F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15140F03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7A66C059" w14:textId="77777777" w:rsidTr="00114ADB">
        <w:tc>
          <w:tcPr>
            <w:tcW w:w="6628" w:type="dxa"/>
          </w:tcPr>
          <w:p w14:paraId="702C382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6B738AF5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4AA6C1D4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EE8176A" w14:textId="77777777" w:rsidTr="00114ADB">
        <w:tc>
          <w:tcPr>
            <w:tcW w:w="6628" w:type="dxa"/>
          </w:tcPr>
          <w:p w14:paraId="52EE0A78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1148C6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5C5B8AC9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173A0D56" w14:textId="77777777" w:rsidTr="00114ADB">
        <w:tc>
          <w:tcPr>
            <w:tcW w:w="6628" w:type="dxa"/>
          </w:tcPr>
          <w:p w14:paraId="68D7018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B6308A4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414F3892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6E77FE15" w14:textId="77777777" w:rsidTr="00114ADB">
        <w:tc>
          <w:tcPr>
            <w:tcW w:w="6628" w:type="dxa"/>
            <w:shd w:val="clear" w:color="auto" w:fill="EAEAEA"/>
          </w:tcPr>
          <w:p w14:paraId="291E5CFB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393" w:type="dxa"/>
            <w:shd w:val="clear" w:color="auto" w:fill="EAEAEA"/>
          </w:tcPr>
          <w:p w14:paraId="0CE1E0A1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AEAEA"/>
          </w:tcPr>
          <w:p w14:paraId="507332FD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4DDD0EE3" w14:textId="77777777" w:rsidTr="00114ADB">
        <w:tc>
          <w:tcPr>
            <w:tcW w:w="6628" w:type="dxa"/>
          </w:tcPr>
          <w:p w14:paraId="0C5B543B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lastRenderedPageBreak/>
              <w:t>…</w:t>
            </w:r>
          </w:p>
        </w:tc>
        <w:tc>
          <w:tcPr>
            <w:tcW w:w="1393" w:type="dxa"/>
          </w:tcPr>
          <w:p w14:paraId="26BB24C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747F2C8D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42394A4E" w14:textId="77777777" w:rsidTr="00114ADB">
        <w:tc>
          <w:tcPr>
            <w:tcW w:w="6628" w:type="dxa"/>
          </w:tcPr>
          <w:p w14:paraId="3491096F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3B23C18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65C49948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97CC61F" w14:textId="77777777" w:rsidTr="00114ADB">
        <w:tc>
          <w:tcPr>
            <w:tcW w:w="6628" w:type="dxa"/>
          </w:tcPr>
          <w:p w14:paraId="2AE46270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6A11CD6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3DDBEF6C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09993719" w14:textId="77777777" w:rsidTr="00114ADB">
        <w:tc>
          <w:tcPr>
            <w:tcW w:w="6628" w:type="dxa"/>
            <w:tcBorders>
              <w:bottom w:val="single" w:sz="4" w:space="0" w:color="C0C0C0"/>
            </w:tcBorders>
          </w:tcPr>
          <w:p w14:paraId="02C95C79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01ED2CD5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02DD9491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568E5C3B" w14:textId="77777777" w:rsidTr="00114ADB">
        <w:tc>
          <w:tcPr>
            <w:tcW w:w="6628" w:type="dxa"/>
            <w:shd w:val="clear" w:color="auto" w:fill="E6E6E6"/>
          </w:tcPr>
          <w:p w14:paraId="55E35D50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Total</w:t>
            </w:r>
          </w:p>
        </w:tc>
        <w:tc>
          <w:tcPr>
            <w:tcW w:w="1393" w:type="dxa"/>
            <w:shd w:val="clear" w:color="auto" w:fill="E6E6E6"/>
          </w:tcPr>
          <w:p w14:paraId="0E7FB5A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6E6E6"/>
          </w:tcPr>
          <w:p w14:paraId="5468E10C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</w:tbl>
    <w:p w14:paraId="051C3F7D" w14:textId="77777777" w:rsidR="007370FA" w:rsidRPr="004B3005" w:rsidRDefault="007370FA" w:rsidP="007370FA">
      <w:pPr>
        <w:rPr>
          <w:lang w:val="fr-CH"/>
        </w:rPr>
      </w:pPr>
    </w:p>
    <w:p w14:paraId="2F7C02EA" w14:textId="5A2CD60B" w:rsidR="007370FA" w:rsidRPr="004B3005" w:rsidRDefault="007370FA" w:rsidP="007370FA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Efficience  </w:t>
      </w:r>
    </w:p>
    <w:p w14:paraId="4388A3B0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6EEA8A79" w14:textId="16A32E87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Conclusion et perspective</w:t>
      </w:r>
    </w:p>
    <w:p w14:paraId="76BC10F1" w14:textId="77777777" w:rsidR="00A93837" w:rsidRPr="004B3005" w:rsidRDefault="00A93837" w:rsidP="00A93837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Appréciation globale  </w:t>
      </w:r>
    </w:p>
    <w:p w14:paraId="4851D0A7" w14:textId="39C44620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93837" w:rsidRPr="004B3005" w14:paraId="7055C22D" w14:textId="77777777" w:rsidTr="00114ADB">
        <w:trPr>
          <w:trHeight w:val="92"/>
        </w:trPr>
        <w:tc>
          <w:tcPr>
            <w:tcW w:w="4746" w:type="dxa"/>
            <w:shd w:val="clear" w:color="auto" w:fill="EAEAEA"/>
          </w:tcPr>
          <w:p w14:paraId="05BE710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Forces</w:t>
            </w:r>
          </w:p>
        </w:tc>
        <w:tc>
          <w:tcPr>
            <w:tcW w:w="4680" w:type="dxa"/>
            <w:shd w:val="clear" w:color="auto" w:fill="EAEAEA"/>
          </w:tcPr>
          <w:p w14:paraId="76031BF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Faiblesses </w:t>
            </w:r>
          </w:p>
        </w:tc>
      </w:tr>
      <w:tr w:rsidR="00A93837" w:rsidRPr="004B3005" w14:paraId="7E744992" w14:textId="77777777" w:rsidTr="00114ADB">
        <w:trPr>
          <w:trHeight w:val="92"/>
        </w:trPr>
        <w:tc>
          <w:tcPr>
            <w:tcW w:w="4746" w:type="dxa"/>
          </w:tcPr>
          <w:p w14:paraId="25072F8F" w14:textId="77777777" w:rsidR="00A93837" w:rsidRPr="004B3005" w:rsidRDefault="00A93837" w:rsidP="00114ADB">
            <w:pPr>
              <w:pStyle w:val="Eingab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4680" w:type="dxa"/>
          </w:tcPr>
          <w:p w14:paraId="1FB85A7E" w14:textId="77777777" w:rsidR="00A93837" w:rsidRPr="004B3005" w:rsidRDefault="00A93837" w:rsidP="00114ADB">
            <w:pPr>
              <w:pStyle w:val="Eingab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</w:tr>
    </w:tbl>
    <w:p w14:paraId="59A86C75" w14:textId="2D55A5B0" w:rsidR="00A93837" w:rsidRPr="004B3005" w:rsidRDefault="00A93837" w:rsidP="00A93837">
      <w:pPr>
        <w:pStyle w:val="berschrift3"/>
        <w:rPr>
          <w:lang w:val="fr-CH"/>
        </w:rPr>
      </w:pPr>
      <w:r w:rsidRPr="004B3005">
        <w:rPr>
          <w:lang w:val="fr-CH"/>
        </w:rPr>
        <w:t>Facteurs favorables</w:t>
      </w:r>
    </w:p>
    <w:p w14:paraId="6E70FB48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7D615A7B" w14:textId="1AD9296E" w:rsidR="00A93837" w:rsidRPr="004B3005" w:rsidRDefault="00A93837" w:rsidP="00A93837">
      <w:pPr>
        <w:pStyle w:val="berschrift3"/>
        <w:rPr>
          <w:lang w:val="fr-CH"/>
        </w:rPr>
      </w:pPr>
      <w:r w:rsidRPr="004B3005">
        <w:rPr>
          <w:lang w:val="fr-CH"/>
        </w:rPr>
        <w:t>Facteurs défavorables</w:t>
      </w:r>
    </w:p>
    <w:p w14:paraId="49C21AF7" w14:textId="08CB5B89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6CF279D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Chances et risques</w:t>
      </w:r>
      <w:r w:rsidR="00CC6424" w:rsidRPr="004B3005">
        <w:rPr>
          <w:lang w:val="fr-CH"/>
        </w:rPr>
        <w:t xml:space="preserve"> </w:t>
      </w:r>
    </w:p>
    <w:p w14:paraId="442F7BFD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4B3005" w14:paraId="5ECF8C10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6CB47D76" w14:textId="77777777" w:rsidR="00A30F78" w:rsidRPr="004B3005" w:rsidRDefault="00F71A0E" w:rsidP="00B97F35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Chances</w:t>
            </w:r>
          </w:p>
        </w:tc>
        <w:tc>
          <w:tcPr>
            <w:tcW w:w="4680" w:type="dxa"/>
            <w:shd w:val="clear" w:color="auto" w:fill="EAEAEA"/>
          </w:tcPr>
          <w:p w14:paraId="633E0EED" w14:textId="77777777" w:rsidR="00A30F78" w:rsidRPr="004B3005" w:rsidRDefault="00F71A0E" w:rsidP="00B97F35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Risques</w:t>
            </w:r>
          </w:p>
        </w:tc>
      </w:tr>
      <w:tr w:rsidR="00A30F78" w:rsidRPr="004B3005" w14:paraId="379AE094" w14:textId="77777777" w:rsidTr="00B97F35">
        <w:trPr>
          <w:trHeight w:val="92"/>
        </w:trPr>
        <w:tc>
          <w:tcPr>
            <w:tcW w:w="4746" w:type="dxa"/>
          </w:tcPr>
          <w:p w14:paraId="5B3D2637" w14:textId="77777777" w:rsidR="00A30F78" w:rsidRPr="004B3005" w:rsidRDefault="00A30F78" w:rsidP="0049506A">
            <w:pPr>
              <w:rPr>
                <w:lang w:val="fr-CH"/>
              </w:rPr>
            </w:pPr>
            <w:r w:rsidRPr="004B3005">
              <w:rPr>
                <w:lang w:val="fr-CH"/>
              </w:rPr>
              <w:t>…</w:t>
            </w:r>
          </w:p>
        </w:tc>
        <w:tc>
          <w:tcPr>
            <w:tcW w:w="4680" w:type="dxa"/>
          </w:tcPr>
          <w:p w14:paraId="53EFF51B" w14:textId="77777777" w:rsidR="00A30F78" w:rsidRPr="004B3005" w:rsidRDefault="00A30F78" w:rsidP="0049506A">
            <w:pPr>
              <w:rPr>
                <w:lang w:val="fr-CH"/>
              </w:rPr>
            </w:pPr>
            <w:r w:rsidRPr="004B3005">
              <w:rPr>
                <w:lang w:val="fr-CH"/>
              </w:rPr>
              <w:t>…</w:t>
            </w:r>
          </w:p>
        </w:tc>
      </w:tr>
    </w:tbl>
    <w:p w14:paraId="4BA66A74" w14:textId="61736E74" w:rsidR="00CC6424" w:rsidRPr="004B3005" w:rsidRDefault="00A93837" w:rsidP="00B90E23">
      <w:pPr>
        <w:pStyle w:val="berschrift2"/>
        <w:rPr>
          <w:lang w:val="fr-CH"/>
        </w:rPr>
      </w:pPr>
      <w:r w:rsidRPr="004B3005">
        <w:rPr>
          <w:szCs w:val="22"/>
          <w:lang w:val="fr-CH"/>
        </w:rPr>
        <w:t>Recommandations</w:t>
      </w:r>
    </w:p>
    <w:p w14:paraId="4A4EB211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48120C6B" w14:textId="5FFCE898" w:rsidR="00CC6424" w:rsidRPr="004B3005" w:rsidRDefault="00A93837" w:rsidP="00B90E23">
      <w:pPr>
        <w:pStyle w:val="berschrift2"/>
        <w:rPr>
          <w:lang w:val="fr-CH"/>
        </w:rPr>
      </w:pPr>
      <w:r w:rsidRPr="004B3005">
        <w:rPr>
          <w:lang w:val="fr-CH"/>
        </w:rPr>
        <w:t>Remarques</w:t>
      </w:r>
    </w:p>
    <w:p w14:paraId="77734154" w14:textId="77777777" w:rsidR="001A12FB" w:rsidRPr="004B3005" w:rsidRDefault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CA2D4B5" w14:textId="1EA8414D" w:rsidR="00034967" w:rsidRPr="004B3005" w:rsidRDefault="00034967" w:rsidP="00034967">
      <w:pPr>
        <w:rPr>
          <w:b/>
          <w:color w:val="000000"/>
          <w:sz w:val="28"/>
          <w:lang w:val="fr-CH"/>
        </w:rPr>
      </w:pPr>
      <w:r w:rsidRPr="004B3005">
        <w:rPr>
          <w:lang w:val="fr-CH"/>
        </w:rPr>
        <w:br w:type="page"/>
      </w:r>
      <w:r w:rsidR="006513D9" w:rsidRPr="004B3005">
        <w:rPr>
          <w:b/>
          <w:color w:val="000000"/>
          <w:sz w:val="28"/>
          <w:lang w:val="fr-CH"/>
        </w:rPr>
        <w:lastRenderedPageBreak/>
        <w:t>Profil de qualité</w:t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034967" w:rsidRPr="004B3005" w14:paraId="4899E4B4" w14:textId="77777777" w:rsidTr="00FB0542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5DC6EA7C" w14:textId="77777777" w:rsidR="00034967" w:rsidRPr="004B3005" w:rsidRDefault="00034967" w:rsidP="00114ADB">
            <w:pPr>
              <w:pStyle w:val="ZelleStandardplus"/>
              <w:rPr>
                <w:b/>
                <w:color w:val="000000"/>
                <w:lang w:val="fr-CH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E3D5AC5" w14:textId="2EF6548D" w:rsidR="007A5C3B" w:rsidRPr="004F70ED" w:rsidRDefault="007A5C3B" w:rsidP="00FB0542">
            <w:pPr>
              <w:pStyle w:val="ZelleTitelzentr"/>
              <w:rPr>
                <w:rFonts w:ascii="Arial" w:hAnsi="Arial"/>
                <w:b w:val="0"/>
                <w:color w:val="000000"/>
                <w:sz w:val="16"/>
                <w:lang w:val="fr-CH"/>
              </w:rPr>
            </w:pP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actuell</w:t>
            </w: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e</w:t>
            </w: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ment</w:t>
            </w:r>
          </w:p>
          <w:p w14:paraId="331E82DF" w14:textId="5B14BA00" w:rsidR="00034967" w:rsidRPr="004F70ED" w:rsidRDefault="007A5C3B" w:rsidP="00FB0542">
            <w:pPr>
              <w:pStyle w:val="ZelleTitelzentr"/>
              <w:rPr>
                <w:color w:val="000000"/>
                <w:lang w:val="fr-CH"/>
              </w:rPr>
            </w:pP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non pert</w:t>
            </w: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i</w:t>
            </w:r>
            <w:r w:rsidRPr="004F70ED">
              <w:rPr>
                <w:rFonts w:ascii="Arial" w:hAnsi="Arial"/>
                <w:b w:val="0"/>
                <w:color w:val="000000"/>
                <w:sz w:val="16"/>
                <w:lang w:val="fr-CH"/>
              </w:rPr>
              <w:t>nent</w:t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8F6719" w14:textId="77777777" w:rsidR="00034967" w:rsidRPr="004F70ED" w:rsidRDefault="00034967" w:rsidP="00FB0542">
            <w:pPr>
              <w:pStyle w:val="ZelleTitelzentr"/>
              <w:rPr>
                <w:color w:val="000000"/>
                <w:lang w:val="fr-CH"/>
              </w:rPr>
            </w:pPr>
            <w:r w:rsidRPr="004F70ED">
              <w:rPr>
                <w:color w:val="000000"/>
                <w:lang w:val="fr-CH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730BDC" w14:textId="77777777" w:rsidR="00034967" w:rsidRPr="004F70ED" w:rsidRDefault="00034967" w:rsidP="00FB0542">
            <w:pPr>
              <w:pStyle w:val="ZelleTitelzentr"/>
              <w:rPr>
                <w:color w:val="000000"/>
                <w:lang w:val="fr-CH"/>
              </w:rPr>
            </w:pPr>
            <w:r w:rsidRPr="004F70ED">
              <w:rPr>
                <w:color w:val="000000"/>
                <w:lang w:val="fr-CH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49AF8B2" w14:textId="77777777" w:rsidR="00034967" w:rsidRPr="004F70ED" w:rsidRDefault="00034967" w:rsidP="00FB0542">
            <w:pPr>
              <w:pStyle w:val="ZelleTitelzentr"/>
              <w:rPr>
                <w:color w:val="000000"/>
                <w:lang w:val="fr-CH"/>
              </w:rPr>
            </w:pPr>
            <w:r w:rsidRPr="004F70ED">
              <w:rPr>
                <w:color w:val="000000"/>
                <w:lang w:val="fr-CH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843B595" w14:textId="77777777" w:rsidR="00034967" w:rsidRPr="004F70ED" w:rsidRDefault="00034967" w:rsidP="00FB0542">
            <w:pPr>
              <w:pStyle w:val="ZelleTitelzentr"/>
              <w:rPr>
                <w:color w:val="000000"/>
                <w:lang w:val="fr-CH"/>
              </w:rPr>
            </w:pPr>
            <w:r w:rsidRPr="004F70ED">
              <w:rPr>
                <w:color w:val="000000"/>
                <w:lang w:val="fr-CH"/>
              </w:rPr>
              <w:t>++</w:t>
            </w:r>
          </w:p>
        </w:tc>
      </w:tr>
      <w:tr w:rsidR="00034967" w:rsidRPr="00FB0542" w14:paraId="6412ED9D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2E7A37B" w14:textId="141F79D7" w:rsidR="00034967" w:rsidRPr="004B3005" w:rsidRDefault="00034967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fr-CH"/>
              </w:rPr>
            </w:pPr>
            <w:r w:rsidRPr="004B3005">
              <w:rPr>
                <w:rFonts w:ascii="Myriad Pro Light" w:hAnsi="Myriad Pro Light"/>
                <w:b/>
                <w:color w:val="000000"/>
                <w:lang w:val="fr-CH"/>
              </w:rPr>
              <w:t>1.</w:t>
            </w:r>
            <w:r w:rsidRPr="004B3005">
              <w:rPr>
                <w:rFonts w:ascii="Myriad Pro Light" w:hAnsi="Myriad Pro Light"/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Bases de la promotion de la santé et de la prévention</w:t>
            </w:r>
          </w:p>
        </w:tc>
        <w:tc>
          <w:tcPr>
            <w:tcW w:w="1134" w:type="dxa"/>
            <w:shd w:val="clear" w:color="auto" w:fill="D9D9D9"/>
          </w:tcPr>
          <w:p w14:paraId="1B779A93" w14:textId="77777777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671BAAA" w14:textId="77777777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116480BB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4532826A" w14:textId="254E4B9E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1.1</w:t>
            </w:r>
            <w:r w:rsidRPr="00BA5444">
              <w:rPr>
                <w:color w:val="000000"/>
                <w:lang w:val="fr-CH"/>
              </w:rPr>
              <w:tab/>
              <w:t xml:space="preserve">Le programme tient compte des fondements et principes d’action de la promotion de la santé et de la prévention. </w:t>
            </w:r>
            <w:r w:rsidRPr="00BA5444">
              <w:rPr>
                <w:color w:val="000000"/>
                <w:lang w:val="fr-CH"/>
              </w:rPr>
              <w:br/>
            </w:r>
            <w:r w:rsidRPr="00BA5444">
              <w:rPr>
                <w:color w:val="000000"/>
                <w:sz w:val="18"/>
                <w:lang w:val="fr-CH"/>
              </w:rPr>
              <w:t xml:space="preserve">(compréhension globale de la santé, </w:t>
            </w:r>
            <w:proofErr w:type="spellStart"/>
            <w:r w:rsidRPr="00BA5444">
              <w:rPr>
                <w:color w:val="000000"/>
                <w:sz w:val="18"/>
                <w:lang w:val="fr-CH"/>
              </w:rPr>
              <w:t>salutogenèse</w:t>
            </w:r>
            <w:proofErr w:type="spellEnd"/>
            <w:r w:rsidRPr="00BA5444">
              <w:rPr>
                <w:color w:val="000000"/>
                <w:sz w:val="18"/>
                <w:lang w:val="fr-CH"/>
              </w:rPr>
              <w:t xml:space="preserve"> et renforcement des re</w:t>
            </w:r>
            <w:r w:rsidRPr="00BA5444">
              <w:rPr>
                <w:color w:val="000000"/>
                <w:sz w:val="18"/>
                <w:lang w:val="fr-CH"/>
              </w:rPr>
              <w:t>s</w:t>
            </w:r>
            <w:r w:rsidRPr="00BA5444">
              <w:rPr>
                <w:color w:val="000000"/>
                <w:sz w:val="18"/>
                <w:lang w:val="fr-CH"/>
              </w:rPr>
              <w:t xml:space="preserve">sources, </w:t>
            </w:r>
            <w:proofErr w:type="spellStart"/>
            <w:r w:rsidRPr="00BA5444">
              <w:rPr>
                <w:color w:val="000000"/>
                <w:sz w:val="18"/>
                <w:lang w:val="fr-CH"/>
              </w:rPr>
              <w:t>empowerment</w:t>
            </w:r>
            <w:proofErr w:type="spellEnd"/>
            <w:r w:rsidRPr="00BA5444">
              <w:rPr>
                <w:color w:val="000000"/>
                <w:sz w:val="18"/>
                <w:lang w:val="fr-CH"/>
              </w:rPr>
              <w:t>, participation, approche en setting, égalité des chances en matière de santé)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DC2094E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57EBC54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AFC541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D32D6A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26114B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4B3005" w14:paraId="1D30DA9E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7AB4E17" w14:textId="61379C28" w:rsidR="00034967" w:rsidRPr="004B3005" w:rsidRDefault="00034967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fr-CH"/>
              </w:rPr>
            </w:pPr>
            <w:r w:rsidRPr="004B3005">
              <w:rPr>
                <w:rFonts w:ascii="Myriad Pro Light" w:hAnsi="Myriad Pro Light"/>
                <w:b/>
                <w:color w:val="000000"/>
                <w:lang w:val="fr-CH"/>
              </w:rPr>
              <w:t>2.</w:t>
            </w:r>
            <w:r w:rsidRPr="004B3005">
              <w:rPr>
                <w:rFonts w:ascii="Myriad Pro Light" w:hAnsi="Myriad Pro Light"/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Justification du programme</w:t>
            </w:r>
          </w:p>
        </w:tc>
        <w:tc>
          <w:tcPr>
            <w:tcW w:w="1134" w:type="dxa"/>
            <w:shd w:val="clear" w:color="auto" w:fill="D9D9D9"/>
          </w:tcPr>
          <w:p w14:paraId="61DF9F1F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AE84F23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6E8C147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63F9E43" w14:textId="6CE94513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2.1</w:t>
            </w:r>
            <w:r w:rsidRPr="00BA5444">
              <w:rPr>
                <w:color w:val="000000"/>
                <w:lang w:val="fr-CH"/>
              </w:rPr>
              <w:tab/>
              <w:t>Le programme répond à un besoin objectif avéré, les évidences scie</w:t>
            </w:r>
            <w:r w:rsidRPr="00BA5444">
              <w:rPr>
                <w:color w:val="000000"/>
                <w:lang w:val="fr-CH"/>
              </w:rPr>
              <w:t>n</w:t>
            </w:r>
            <w:r w:rsidRPr="00BA5444">
              <w:rPr>
                <w:color w:val="000000"/>
                <w:lang w:val="fr-CH"/>
              </w:rPr>
              <w:t>tifiques sont prises en compte.</w:t>
            </w:r>
          </w:p>
        </w:tc>
        <w:tc>
          <w:tcPr>
            <w:tcW w:w="1134" w:type="dxa"/>
            <w:shd w:val="clear" w:color="auto" w:fill="auto"/>
          </w:tcPr>
          <w:p w14:paraId="01A7596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C1D1E4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41F788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66016F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F5D04C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358202AF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EFAD7FB" w14:textId="00297F3F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2.2</w:t>
            </w:r>
            <w:r w:rsidRPr="00BA5444">
              <w:rPr>
                <w:color w:val="000000"/>
                <w:lang w:val="fr-CH"/>
              </w:rPr>
              <w:tab/>
              <w:t>Les besoins subjectifs et le mode de vie des groupes cibles ou conce</w:t>
            </w:r>
            <w:r w:rsidRPr="00BA5444">
              <w:rPr>
                <w:color w:val="000000"/>
                <w:lang w:val="fr-CH"/>
              </w:rPr>
              <w:t>r</w:t>
            </w:r>
            <w:r w:rsidRPr="00BA5444">
              <w:rPr>
                <w:color w:val="000000"/>
                <w:lang w:val="fr-CH"/>
              </w:rPr>
              <w:t>nés sont pris en compte de manière adéquate.</w:t>
            </w:r>
          </w:p>
        </w:tc>
        <w:tc>
          <w:tcPr>
            <w:tcW w:w="1134" w:type="dxa"/>
            <w:shd w:val="clear" w:color="auto" w:fill="auto"/>
          </w:tcPr>
          <w:p w14:paraId="483C604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F4617B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F08FA2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672BF1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B19529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7AE0A4C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ADC445" w14:textId="4000AA85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2.3</w:t>
            </w:r>
            <w:r w:rsidRPr="00BA5444">
              <w:rPr>
                <w:color w:val="000000"/>
                <w:lang w:val="fr-CH"/>
              </w:rPr>
              <w:tab/>
              <w:t>Les expériences positives et négatives acquises dans d’autres pr</w:t>
            </w:r>
            <w:r w:rsidRPr="00BA5444">
              <w:rPr>
                <w:color w:val="000000"/>
                <w:lang w:val="fr-CH"/>
              </w:rPr>
              <w:t>o</w:t>
            </w:r>
            <w:r w:rsidRPr="00BA5444">
              <w:rPr>
                <w:color w:val="000000"/>
                <w:lang w:val="fr-CH"/>
              </w:rPr>
              <w:t>grammes et projets sont prises en compte et exploitées.</w:t>
            </w:r>
          </w:p>
        </w:tc>
        <w:tc>
          <w:tcPr>
            <w:tcW w:w="1134" w:type="dxa"/>
            <w:shd w:val="clear" w:color="auto" w:fill="auto"/>
          </w:tcPr>
          <w:p w14:paraId="404F7CF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79A07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90CD5F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78053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36D158E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6A6CCB9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71D547C" w14:textId="6645E2A0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2.4</w:t>
            </w:r>
            <w:r w:rsidRPr="00BA5444">
              <w:rPr>
                <w:color w:val="000000"/>
                <w:lang w:val="fr-CH"/>
              </w:rPr>
              <w:tab/>
              <w:t>Les différents contextes et les conditions-cadres pertinentes pour le programme sont suffisamment pris en compte.</w:t>
            </w:r>
          </w:p>
        </w:tc>
        <w:tc>
          <w:tcPr>
            <w:tcW w:w="1134" w:type="dxa"/>
            <w:shd w:val="clear" w:color="auto" w:fill="auto"/>
          </w:tcPr>
          <w:p w14:paraId="5B3EE0E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646DF2E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7EC925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9B7216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188067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46D27ACD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6ACC0B57" w14:textId="7540447F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2.5</w:t>
            </w:r>
            <w:r w:rsidRPr="00BA5444">
              <w:rPr>
                <w:color w:val="000000"/>
                <w:lang w:val="fr-CH"/>
              </w:rPr>
              <w:tab/>
              <w:t>Le programme s’intègre dans des stratégies globales.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0DC097C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4649DB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303036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5A6F17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308A5B0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4B3005" w14:paraId="04A8BA08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13BDD5DB" w14:textId="6FED1CB6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4B3005">
              <w:rPr>
                <w:b/>
                <w:color w:val="000000"/>
                <w:lang w:val="fr-CH"/>
              </w:rPr>
              <w:t>3.</w:t>
            </w:r>
            <w:r w:rsidRPr="004B3005">
              <w:rPr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Planification du programme</w:t>
            </w:r>
          </w:p>
        </w:tc>
        <w:tc>
          <w:tcPr>
            <w:tcW w:w="1134" w:type="dxa"/>
            <w:shd w:val="clear" w:color="auto" w:fill="D9D9D9"/>
          </w:tcPr>
          <w:p w14:paraId="74C1DBB1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4C160ACA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2BACC26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F585CB" w14:textId="4F42BB5A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3.1</w:t>
            </w:r>
            <w:r w:rsidRPr="00BA5444">
              <w:rPr>
                <w:color w:val="000000"/>
                <w:lang w:val="fr-CH"/>
              </w:rPr>
              <w:tab/>
              <w:t>Le programme repose sur une vision puis des objectifs vérifiables, axés sur les impacts.</w:t>
            </w:r>
          </w:p>
        </w:tc>
        <w:tc>
          <w:tcPr>
            <w:tcW w:w="1134" w:type="dxa"/>
            <w:shd w:val="clear" w:color="auto" w:fill="auto"/>
          </w:tcPr>
          <w:p w14:paraId="011AA22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5CA763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2739C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2E1A75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5DEB40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1FF8860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DAA2E01" w14:textId="612F6756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3.2</w:t>
            </w:r>
            <w:r w:rsidRPr="00BA5444">
              <w:rPr>
                <w:color w:val="000000"/>
                <w:lang w:val="fr-CH"/>
              </w:rPr>
              <w:tab/>
              <w:t>Le choix des settings, des groupes cibles et des multiplicateurs est justifié de manière plausible compte tenu des phases de vie et des e</w:t>
            </w:r>
            <w:r w:rsidRPr="00BA5444">
              <w:rPr>
                <w:color w:val="000000"/>
                <w:lang w:val="fr-CH"/>
              </w:rPr>
              <w:t>f</w:t>
            </w:r>
            <w:r w:rsidRPr="00BA5444">
              <w:rPr>
                <w:color w:val="000000"/>
                <w:lang w:val="fr-CH"/>
              </w:rPr>
              <w:t>fets recherchés.</w:t>
            </w:r>
          </w:p>
        </w:tc>
        <w:tc>
          <w:tcPr>
            <w:tcW w:w="1134" w:type="dxa"/>
            <w:shd w:val="clear" w:color="auto" w:fill="auto"/>
          </w:tcPr>
          <w:p w14:paraId="24B38E4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7659F7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0A487F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3016E8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8FA937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072D566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C3A0100" w14:textId="6E162424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4B3005">
              <w:rPr>
                <w:lang w:val="fr-CH"/>
              </w:rPr>
              <w:br w:type="page"/>
            </w:r>
            <w:r w:rsidRPr="00BA5444">
              <w:rPr>
                <w:color w:val="000000"/>
                <w:lang w:val="fr-CH"/>
              </w:rPr>
              <w:t>3.3</w:t>
            </w:r>
            <w:r w:rsidRPr="00BA5444">
              <w:rPr>
                <w:color w:val="000000"/>
                <w:lang w:val="fr-CH"/>
              </w:rPr>
              <w:tab/>
              <w:t xml:space="preserve">Les méthodologies sont fondées sur des liens de cause à effet </w:t>
            </w:r>
            <w:r w:rsidRPr="00BA5444">
              <w:rPr>
                <w:color w:val="000000"/>
                <w:lang w:val="fr-CH"/>
              </w:rPr>
              <w:br/>
              <w:t>supposés.</w:t>
            </w:r>
          </w:p>
        </w:tc>
        <w:tc>
          <w:tcPr>
            <w:tcW w:w="1134" w:type="dxa"/>
            <w:shd w:val="clear" w:color="auto" w:fill="auto"/>
          </w:tcPr>
          <w:p w14:paraId="784523A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F75C8E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A872D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D49D1A2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3FC0A8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2DF6044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589A70" w14:textId="4C7336AA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3.4</w:t>
            </w:r>
            <w:r w:rsidRPr="00BA5444">
              <w:rPr>
                <w:color w:val="000000"/>
                <w:lang w:val="fr-CH"/>
              </w:rPr>
              <w:tab/>
              <w:t>Le programme vise des impacts durables.</w:t>
            </w:r>
          </w:p>
        </w:tc>
        <w:tc>
          <w:tcPr>
            <w:tcW w:w="1134" w:type="dxa"/>
            <w:shd w:val="clear" w:color="auto" w:fill="auto"/>
          </w:tcPr>
          <w:p w14:paraId="6F299F8A" w14:textId="77777777" w:rsidR="007A5C3B" w:rsidRPr="004B3005" w:rsidRDefault="007A5C3B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ADA5DDB" w14:textId="77777777" w:rsidR="007A5C3B" w:rsidRPr="004B3005" w:rsidRDefault="007A5C3B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64F639E" w14:textId="77777777" w:rsidR="007A5C3B" w:rsidRPr="004B3005" w:rsidRDefault="007A5C3B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EAD5BB1" w14:textId="77777777" w:rsidR="007A5C3B" w:rsidRPr="004B3005" w:rsidRDefault="007A5C3B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BA39773" w14:textId="77777777" w:rsidR="007A5C3B" w:rsidRPr="004B3005" w:rsidRDefault="007A5C3B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6847B08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20DCD30" w14:textId="0ACBC8B1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3.5</w:t>
            </w:r>
            <w:r w:rsidRPr="00BA5444">
              <w:rPr>
                <w:color w:val="000000"/>
                <w:lang w:val="fr-CH"/>
              </w:rPr>
              <w:tab/>
              <w:t>Les ressources humaines et financières nécessaires au programme sont assurées.</w:t>
            </w:r>
          </w:p>
        </w:tc>
        <w:tc>
          <w:tcPr>
            <w:tcW w:w="1134" w:type="dxa"/>
            <w:shd w:val="clear" w:color="auto" w:fill="auto"/>
          </w:tcPr>
          <w:p w14:paraId="76857E4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A4A73C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549BC8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8D1F89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A3A43CC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57049DA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14B95C4" w14:textId="721D8338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3.6</w:t>
            </w:r>
            <w:r w:rsidRPr="00BA5444">
              <w:rPr>
                <w:color w:val="000000"/>
                <w:lang w:val="fr-CH"/>
              </w:rPr>
              <w:tab/>
              <w:t>Le programme s’appuie sur plusieurs sources de financement gara</w:t>
            </w:r>
            <w:r w:rsidRPr="00BA5444">
              <w:rPr>
                <w:color w:val="000000"/>
                <w:lang w:val="fr-CH"/>
              </w:rPr>
              <w:t>n</w:t>
            </w:r>
            <w:r w:rsidRPr="00BA5444">
              <w:rPr>
                <w:color w:val="000000"/>
                <w:lang w:val="fr-CH"/>
              </w:rPr>
              <w:t>ties à long terme.</w:t>
            </w:r>
          </w:p>
        </w:tc>
        <w:tc>
          <w:tcPr>
            <w:tcW w:w="1134" w:type="dxa"/>
            <w:shd w:val="clear" w:color="auto" w:fill="auto"/>
          </w:tcPr>
          <w:p w14:paraId="6BBD439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6D5D07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3AB477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CE158B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C15AFC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7826AA9E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672143B8" w14:textId="3A802B33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3.7</w:t>
            </w:r>
            <w:r w:rsidRPr="00BA5444">
              <w:rPr>
                <w:color w:val="000000"/>
                <w:lang w:val="fr-CH"/>
              </w:rPr>
              <w:tab/>
              <w:t>Le programme comprend et combine des mesures aux quatre niveaux suivants : les interventions, les politiques publiques, la mise en réseau et l’information du public.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022FD632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038E24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14E8F4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DDB3F1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3F10876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4B3005" w14:paraId="22B5AED4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7E6C5E70" w14:textId="19003EF7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4B3005">
              <w:rPr>
                <w:color w:val="000000"/>
                <w:lang w:val="fr-CH"/>
              </w:rPr>
              <w:br w:type="page"/>
            </w:r>
            <w:r w:rsidRPr="004B3005">
              <w:rPr>
                <w:b/>
                <w:color w:val="000000"/>
                <w:lang w:val="fr-CH"/>
              </w:rPr>
              <w:t>4.</w:t>
            </w:r>
            <w:r w:rsidRPr="004B3005">
              <w:rPr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Organisation du programme</w:t>
            </w:r>
          </w:p>
        </w:tc>
        <w:tc>
          <w:tcPr>
            <w:tcW w:w="1134" w:type="dxa"/>
            <w:shd w:val="clear" w:color="auto" w:fill="D9D9D9"/>
          </w:tcPr>
          <w:p w14:paraId="1E6FF663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484BE5A4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4DA21F5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F00C439" w14:textId="6B7F4F06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4.1</w:t>
            </w:r>
            <w:r w:rsidRPr="00BA5444">
              <w:rPr>
                <w:color w:val="000000"/>
                <w:lang w:val="fr-CH"/>
              </w:rPr>
              <w:tab/>
              <w:t>La structure du programme est adéquate et compréhensible pour tous les acteurs.</w:t>
            </w:r>
          </w:p>
        </w:tc>
        <w:tc>
          <w:tcPr>
            <w:tcW w:w="1134" w:type="dxa"/>
            <w:shd w:val="clear" w:color="auto" w:fill="auto"/>
          </w:tcPr>
          <w:p w14:paraId="4B7483F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FF6881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FCFEED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0B6E9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C9DD28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51241D9B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F994384" w14:textId="521E9298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4.2</w:t>
            </w:r>
            <w:r w:rsidRPr="00BA5444">
              <w:rPr>
                <w:color w:val="000000"/>
                <w:lang w:val="fr-CH"/>
              </w:rPr>
              <w:tab/>
              <w:t>La direction du programme et les autres participants sont qualifiés pour leurs tâches et leurs expertises se complètent bien.</w:t>
            </w:r>
          </w:p>
        </w:tc>
        <w:tc>
          <w:tcPr>
            <w:tcW w:w="1134" w:type="dxa"/>
            <w:shd w:val="clear" w:color="auto" w:fill="auto"/>
          </w:tcPr>
          <w:p w14:paraId="15C002E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23C63F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1D39A8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DDAFAF2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4D9C33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18BFC1C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90955A" w14:textId="3DA52E1C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4.3</w:t>
            </w:r>
            <w:r w:rsidRPr="00BA5444">
              <w:rPr>
                <w:color w:val="000000"/>
                <w:lang w:val="fr-CH"/>
              </w:rPr>
              <w:tab/>
              <w:t>Le programme est mis en réseau et coordonné de manière ciblée.</w:t>
            </w:r>
          </w:p>
        </w:tc>
        <w:tc>
          <w:tcPr>
            <w:tcW w:w="1134" w:type="dxa"/>
            <w:shd w:val="clear" w:color="auto" w:fill="auto"/>
          </w:tcPr>
          <w:p w14:paraId="52BE99E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523F93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01D280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9943A4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68C8B1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772B595A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0F7A98E9" w14:textId="222C9018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4.4</w:t>
            </w:r>
            <w:r w:rsidRPr="00BA5444">
              <w:rPr>
                <w:color w:val="000000"/>
                <w:lang w:val="fr-CH"/>
              </w:rPr>
              <w:tab/>
              <w:t>La direction du programme, l’équipe du programme et les autres part</w:t>
            </w:r>
            <w:r w:rsidRPr="00BA5444">
              <w:rPr>
                <w:color w:val="000000"/>
                <w:lang w:val="fr-CH"/>
              </w:rPr>
              <w:t>i</w:t>
            </w:r>
            <w:r w:rsidRPr="00BA5444">
              <w:rPr>
                <w:color w:val="000000"/>
                <w:lang w:val="fr-CH"/>
              </w:rPr>
              <w:t>cipants ont établi une collaboration constructive.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6D48E86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108956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1577BAF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430D36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02BB0D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4B3005" w14:paraId="45A55F07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50FD591" w14:textId="26DEB9EC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4B3005">
              <w:rPr>
                <w:b/>
                <w:color w:val="000000"/>
                <w:lang w:val="fr-CH"/>
              </w:rPr>
              <w:t>5.</w:t>
            </w:r>
            <w:r w:rsidRPr="004B3005">
              <w:rPr>
                <w:b/>
                <w:color w:val="000000"/>
                <w:lang w:val="fr-CH"/>
              </w:rPr>
              <w:tab/>
            </w:r>
            <w:r w:rsidR="00142886" w:rsidRPr="00142886">
              <w:rPr>
                <w:b/>
                <w:color w:val="000000"/>
                <w:lang w:val="fr-CH"/>
              </w:rPr>
              <w:t xml:space="preserve">ilotage du </w:t>
            </w:r>
            <w:r w:rsidR="00142886">
              <w:rPr>
                <w:b/>
                <w:color w:val="000000"/>
                <w:lang w:val="fr-CH"/>
              </w:rPr>
              <w:t>programme</w:t>
            </w:r>
          </w:p>
        </w:tc>
        <w:tc>
          <w:tcPr>
            <w:tcW w:w="1134" w:type="dxa"/>
            <w:shd w:val="clear" w:color="auto" w:fill="D9D9D9"/>
          </w:tcPr>
          <w:p w14:paraId="5B810FE3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014B6D1B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14DFBA2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43B6E8D" w14:textId="345D2713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5.1</w:t>
            </w:r>
            <w:r w:rsidRPr="00BA5444">
              <w:rPr>
                <w:color w:val="000000"/>
                <w:lang w:val="fr-CH"/>
              </w:rPr>
              <w:tab/>
              <w:t>Le programme fait l’objet d’une réflexion systématique et régulière à différents niveaux, et est adapté le cas échéant.</w:t>
            </w:r>
          </w:p>
        </w:tc>
        <w:tc>
          <w:tcPr>
            <w:tcW w:w="1134" w:type="dxa"/>
            <w:shd w:val="clear" w:color="auto" w:fill="auto"/>
          </w:tcPr>
          <w:p w14:paraId="270D08D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A17FB7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17C1C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B71C13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60D3CBC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7B0D0FE1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5F583C5" w14:textId="3D54D4EF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5.2</w:t>
            </w:r>
            <w:r w:rsidRPr="00BA5444">
              <w:rPr>
                <w:color w:val="000000"/>
                <w:lang w:val="fr-CH"/>
              </w:rPr>
              <w:tab/>
              <w:t>Les aspects importants du programme sont documentés de manière cohérente et explicite.</w:t>
            </w:r>
          </w:p>
        </w:tc>
        <w:tc>
          <w:tcPr>
            <w:tcW w:w="1134" w:type="dxa"/>
            <w:shd w:val="clear" w:color="auto" w:fill="auto"/>
          </w:tcPr>
          <w:p w14:paraId="16CD0458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22C6D6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D6DBC32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D9915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6A9CC3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302B61B2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F273522" w14:textId="26DE5C13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5.3</w:t>
            </w:r>
            <w:r w:rsidRPr="00BA5444">
              <w:rPr>
                <w:color w:val="000000"/>
                <w:lang w:val="fr-CH"/>
              </w:rPr>
              <w:tab/>
              <w:t>La communication interne et externe est ciblée.</w:t>
            </w:r>
          </w:p>
        </w:tc>
        <w:tc>
          <w:tcPr>
            <w:tcW w:w="1134" w:type="dxa"/>
            <w:shd w:val="clear" w:color="auto" w:fill="auto"/>
          </w:tcPr>
          <w:p w14:paraId="5E2E1FB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A83521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AF15FC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8F40ED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5EA14C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7267C7AF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B4FB006" w14:textId="11B7EB27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lastRenderedPageBreak/>
              <w:t>5.4</w:t>
            </w:r>
            <w:r w:rsidRPr="00BA5444">
              <w:rPr>
                <w:color w:val="000000"/>
                <w:lang w:val="fr-CH"/>
              </w:rPr>
              <w:tab/>
              <w:t>Le programme soutient les différents projets et promeut des processus d’apprentissage transversaux.</w:t>
            </w:r>
          </w:p>
        </w:tc>
        <w:tc>
          <w:tcPr>
            <w:tcW w:w="1134" w:type="dxa"/>
            <w:shd w:val="clear" w:color="auto" w:fill="auto"/>
          </w:tcPr>
          <w:p w14:paraId="0B209F2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D86BE95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54A606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161161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498BBC3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52BE7AB2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1264717B" w14:textId="3B89A9A9" w:rsidR="007A5C3B" w:rsidRPr="004B3005" w:rsidRDefault="007A5C3B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5.5</w:t>
            </w:r>
            <w:r w:rsidRPr="00BA5444">
              <w:rPr>
                <w:color w:val="000000"/>
                <w:lang w:val="fr-CH"/>
              </w:rPr>
              <w:tab/>
              <w:t>Le programme identifie, évalue et promeut des approches ciblées ou des projets novateurs et les utilise pour son développement.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2623B4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7D89B49D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6E2DB5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805F052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6E177D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4B3005" w14:paraId="46C1B8D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7075DC79" w14:textId="68FEACD7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4B3005">
              <w:rPr>
                <w:b/>
                <w:color w:val="000000"/>
                <w:lang w:val="fr-CH"/>
              </w:rPr>
              <w:t>6.</w:t>
            </w:r>
            <w:r w:rsidRPr="004B3005">
              <w:rPr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Evaluation et valorisation</w:t>
            </w:r>
          </w:p>
        </w:tc>
        <w:tc>
          <w:tcPr>
            <w:tcW w:w="1134" w:type="dxa"/>
            <w:shd w:val="clear" w:color="auto" w:fill="D9D9D9"/>
          </w:tcPr>
          <w:p w14:paraId="7497F7AE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0505B371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7A5C3B" w:rsidRPr="004B3005" w14:paraId="1E218AC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0DBD756" w14:textId="17F9FB61" w:rsidR="007A5C3B" w:rsidRPr="004B3005" w:rsidRDefault="007A5C3B" w:rsidP="00114ADB">
            <w:pPr>
              <w:pStyle w:val="ZelleStandardplus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6.1</w:t>
            </w:r>
            <w:r w:rsidRPr="00BA5444">
              <w:rPr>
                <w:color w:val="000000"/>
                <w:lang w:val="fr-CH"/>
              </w:rPr>
              <w:tab/>
              <w:t>L’évaluation contribue à piloter le programme de manière optimale et à évaluer ses effets, ainsi que ceux de ses projets.</w:t>
            </w:r>
          </w:p>
        </w:tc>
        <w:tc>
          <w:tcPr>
            <w:tcW w:w="1134" w:type="dxa"/>
            <w:shd w:val="clear" w:color="auto" w:fill="auto"/>
          </w:tcPr>
          <w:p w14:paraId="5CE0B49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37BEC9A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30A63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645BE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A2665F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1A7A08F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7D66916" w14:textId="29ABED90" w:rsidR="007A5C3B" w:rsidRPr="004B3005" w:rsidRDefault="007A5C3B" w:rsidP="00114ADB">
            <w:pPr>
              <w:pStyle w:val="ZelleStandardplus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6.2</w:t>
            </w:r>
            <w:r w:rsidRPr="00BA5444">
              <w:rPr>
                <w:color w:val="000000"/>
                <w:lang w:val="fr-CH"/>
              </w:rPr>
              <w:tab/>
              <w:t>Le programme a atteint ses objectifs et les conditions nécessaires à la pérennité de ses effets sont réunies.</w:t>
            </w:r>
          </w:p>
        </w:tc>
        <w:tc>
          <w:tcPr>
            <w:tcW w:w="1134" w:type="dxa"/>
            <w:shd w:val="clear" w:color="auto" w:fill="auto"/>
          </w:tcPr>
          <w:p w14:paraId="478A3494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C0FE57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8E2B596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C5D0D8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8DD3D00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7A5C3B" w:rsidRPr="004B3005" w14:paraId="125825B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6B7792C" w14:textId="08C5588A" w:rsidR="007A5C3B" w:rsidRPr="004B3005" w:rsidRDefault="007A5C3B" w:rsidP="00114ADB">
            <w:pPr>
              <w:pStyle w:val="ZelleStandardplus"/>
              <w:rPr>
                <w:color w:val="000000"/>
                <w:lang w:val="fr-CH"/>
              </w:rPr>
            </w:pPr>
            <w:r w:rsidRPr="00BA5444">
              <w:rPr>
                <w:color w:val="000000"/>
                <w:lang w:val="fr-CH"/>
              </w:rPr>
              <w:t>6.3</w:t>
            </w:r>
            <w:r w:rsidRPr="00BA5444">
              <w:rPr>
                <w:color w:val="000000"/>
                <w:lang w:val="fr-CH"/>
              </w:rPr>
              <w:tab/>
              <w:t>Les résultats et les conclusions du programme sont diffusés de m</w:t>
            </w:r>
            <w:r w:rsidRPr="00BA5444">
              <w:rPr>
                <w:color w:val="000000"/>
                <w:lang w:val="fr-CH"/>
              </w:rPr>
              <w:t>a</w:t>
            </w:r>
            <w:r w:rsidRPr="00BA5444">
              <w:rPr>
                <w:color w:val="000000"/>
                <w:lang w:val="fr-CH"/>
              </w:rPr>
              <w:t>nière ciblée et peuvent être utilisés pour la multiplication de projets ou d’éléments du programme.</w:t>
            </w:r>
          </w:p>
        </w:tc>
        <w:tc>
          <w:tcPr>
            <w:tcW w:w="1134" w:type="dxa"/>
            <w:shd w:val="clear" w:color="auto" w:fill="auto"/>
          </w:tcPr>
          <w:p w14:paraId="57B06DB7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66DF26E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2FA1D7B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049E861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E648BE9" w14:textId="77777777" w:rsidR="007A5C3B" w:rsidRPr="004B3005" w:rsidRDefault="007A5C3B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</w:tbl>
    <w:p w14:paraId="5AAC910F" w14:textId="77777777" w:rsidR="00034967" w:rsidRPr="004B3005" w:rsidRDefault="00034967" w:rsidP="00034967">
      <w:pPr>
        <w:pStyle w:val="berschrift2"/>
        <w:numPr>
          <w:ilvl w:val="0"/>
          <w:numId w:val="0"/>
        </w:numPr>
        <w:rPr>
          <w:lang w:val="fr-CH"/>
        </w:rPr>
      </w:pPr>
    </w:p>
    <w:p w14:paraId="2945DEA4" w14:textId="141FE0C3" w:rsidR="00034967" w:rsidRPr="004B3005" w:rsidRDefault="00034967" w:rsidP="00034967">
      <w:pPr>
        <w:pStyle w:val="berschrift2"/>
        <w:numPr>
          <w:ilvl w:val="0"/>
          <w:numId w:val="0"/>
        </w:numPr>
        <w:rPr>
          <w:sz w:val="28"/>
          <w:szCs w:val="28"/>
          <w:lang w:val="fr-CH"/>
        </w:rPr>
      </w:pPr>
      <w:r w:rsidRPr="004B3005">
        <w:rPr>
          <w:sz w:val="28"/>
          <w:szCs w:val="28"/>
          <w:lang w:val="fr-CH"/>
        </w:rPr>
        <w:br w:type="page"/>
      </w:r>
      <w:r w:rsidR="006F4DD3" w:rsidRPr="004B3005">
        <w:rPr>
          <w:sz w:val="28"/>
          <w:szCs w:val="28"/>
          <w:lang w:val="fr-CH"/>
        </w:rPr>
        <w:lastRenderedPageBreak/>
        <w:t>Principales forces du programme et potentiels d’amélioration</w:t>
      </w:r>
    </w:p>
    <w:p w14:paraId="787B0C85" w14:textId="77777777" w:rsidR="00034967" w:rsidRPr="004B3005" w:rsidRDefault="00034967" w:rsidP="00034967">
      <w:pPr>
        <w:rPr>
          <w:color w:val="000000"/>
          <w:lang w:val="fr-CH"/>
        </w:rPr>
      </w:pPr>
    </w:p>
    <w:p w14:paraId="239C4D71" w14:textId="50C0F022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Forces</w:t>
      </w:r>
    </w:p>
    <w:p w14:paraId="3E53BD18" w14:textId="77777777" w:rsidR="00034967" w:rsidRPr="004B3005" w:rsidRDefault="00034967" w:rsidP="00034967">
      <w:pPr>
        <w:spacing w:after="240"/>
        <w:rPr>
          <w:lang w:val="fr-CH"/>
        </w:rPr>
      </w:pPr>
      <w:bookmarkStart w:id="1" w:name="OLE_LINK26"/>
      <w:r w:rsidRPr="004B3005">
        <w:rPr>
          <w:lang w:val="fr-CH"/>
        </w:rPr>
        <w:t>…</w:t>
      </w:r>
    </w:p>
    <w:bookmarkEnd w:id="1"/>
    <w:p w14:paraId="2D8A21C7" w14:textId="7F5327DB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Potentiels d‘amélioration</w:t>
      </w:r>
    </w:p>
    <w:p w14:paraId="273EA3E4" w14:textId="77777777" w:rsidR="00034967" w:rsidRPr="004B3005" w:rsidRDefault="00034967" w:rsidP="0003496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9221814" w14:textId="186E729B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Quelles sont les recommandations qui en résultent ?</w:t>
      </w:r>
    </w:p>
    <w:p w14:paraId="1C027E3A" w14:textId="77777777" w:rsidR="00034967" w:rsidRPr="004B3005" w:rsidRDefault="00034967" w:rsidP="0003496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6B12B13" w14:textId="77777777" w:rsidR="00034967" w:rsidRPr="004B3005" w:rsidRDefault="00034967" w:rsidP="00034967">
      <w:pPr>
        <w:rPr>
          <w:lang w:val="fr-CH"/>
        </w:rPr>
      </w:pPr>
    </w:p>
    <w:p w14:paraId="69770D7D" w14:textId="174D542C" w:rsidR="00034967" w:rsidRPr="004B3005" w:rsidRDefault="00034967">
      <w:pPr>
        <w:spacing w:after="240"/>
        <w:rPr>
          <w:lang w:val="fr-CH"/>
        </w:rPr>
      </w:pPr>
    </w:p>
    <w:sectPr w:rsidR="00034967" w:rsidRPr="004B3005" w:rsidSect="009E2D0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795C2" w14:textId="77777777" w:rsidR="004F70ED" w:rsidRDefault="004F70ED">
      <w:r>
        <w:separator/>
      </w:r>
    </w:p>
  </w:endnote>
  <w:endnote w:type="continuationSeparator" w:id="0">
    <w:p w14:paraId="172589F7" w14:textId="77777777" w:rsidR="004F70ED" w:rsidRDefault="004F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76FFB" w14:textId="751F7362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 w:rsidR="00DF4DE8" w:rsidRPr="00DF4DE8">
      <w:rPr>
        <w:color w:val="7F7F7F"/>
        <w:lang w:val="fr-CH"/>
      </w:rPr>
      <w:t>Rapport final</w:t>
    </w:r>
    <w:r w:rsidR="00DF4DE8">
      <w:rPr>
        <w:color w:val="7F7F7F"/>
        <w:lang w:val="fr-CH"/>
      </w:rPr>
      <w:t xml:space="preserve"> </w:t>
    </w:r>
    <w:r>
      <w:rPr>
        <w:color w:val="7F7F7F"/>
        <w:lang w:val="fr-CH"/>
      </w:rPr>
      <w:t>[</w:t>
    </w:r>
    <w:r w:rsidR="00DF4DE8">
      <w:rPr>
        <w:color w:val="7F7F7F"/>
        <w:lang w:val="fr-CH"/>
      </w:rPr>
      <w:t>Programme</w:t>
    </w:r>
    <w:r w:rsidRPr="00086689">
      <w:rPr>
        <w:color w:val="7F7F7F"/>
        <w:lang w:val="fr-CH"/>
      </w:rPr>
      <w:t>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FB0542">
      <w:rPr>
        <w:noProof/>
        <w:color w:val="7F7F7F"/>
        <w:lang w:val="fr-CH"/>
      </w:rPr>
      <w:t>6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FB0542">
      <w:rPr>
        <w:noProof/>
        <w:color w:val="7F7F7F"/>
        <w:lang w:val="fr-CH"/>
      </w:rPr>
      <w:t>7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894B0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FB0542">
      <w:rPr>
        <w:color w:val="7F7F7F"/>
        <w:lang w:val="fr-CH"/>
      </w:rPr>
      <w:tab/>
    </w:r>
    <w:r w:rsidR="002D26DC" w:rsidRPr="00FB0542">
      <w:rPr>
        <w:color w:val="7F7F7F"/>
        <w:lang w:val="fr-CH"/>
      </w:rPr>
      <w:tab/>
    </w:r>
    <w:r w:rsidR="002D26DC" w:rsidRPr="00FB0542">
      <w:rPr>
        <w:color w:val="7F7F7F"/>
        <w:lang w:val="fr-CH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FB0542">
      <w:rPr>
        <w:color w:val="7F7F7F"/>
        <w:lang w:val="fr-CH"/>
      </w:rPr>
      <w:instrText xml:space="preserve"> </w:instrText>
    </w:r>
    <w:r w:rsidR="004E223C" w:rsidRPr="00FB0542">
      <w:rPr>
        <w:color w:val="7F7F7F"/>
        <w:lang w:val="fr-CH"/>
      </w:rPr>
      <w:instrText>PAGE</w:instrText>
    </w:r>
    <w:r w:rsidR="002D26DC" w:rsidRPr="00FB0542">
      <w:rPr>
        <w:color w:val="7F7F7F"/>
        <w:lang w:val="fr-CH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 w:rsidRPr="00FB0542">
      <w:rPr>
        <w:noProof/>
        <w:color w:val="7F7F7F"/>
        <w:lang w:val="fr-CH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FB0542">
      <w:rPr>
        <w:color w:val="7F7F7F"/>
        <w:lang w:val="fr-CH"/>
      </w:rPr>
      <w:t>/</w:t>
    </w:r>
    <w:r w:rsidR="002D26DC" w:rsidRPr="00E459D6">
      <w:rPr>
        <w:color w:val="7F7F7F"/>
      </w:rPr>
      <w:fldChar w:fldCharType="begin"/>
    </w:r>
    <w:r w:rsidR="002D26DC" w:rsidRPr="00FB0542">
      <w:rPr>
        <w:color w:val="7F7F7F"/>
        <w:lang w:val="fr-CH"/>
      </w:rPr>
      <w:instrText xml:space="preserve"> </w:instrText>
    </w:r>
    <w:r w:rsidR="004E223C" w:rsidRPr="00FB0542">
      <w:rPr>
        <w:color w:val="7F7F7F"/>
        <w:lang w:val="fr-CH"/>
      </w:rPr>
      <w:instrText>NUMPAGES</w:instrText>
    </w:r>
    <w:r w:rsidR="002D26DC" w:rsidRPr="00FB0542">
      <w:rPr>
        <w:color w:val="7F7F7F"/>
        <w:lang w:val="fr-CH"/>
      </w:rPr>
      <w:instrText xml:space="preserve"> </w:instrText>
    </w:r>
    <w:r w:rsidR="002D26DC" w:rsidRPr="00E459D6">
      <w:rPr>
        <w:color w:val="7F7F7F"/>
      </w:rPr>
      <w:fldChar w:fldCharType="separate"/>
    </w:r>
    <w:r w:rsidRPr="00FB0542">
      <w:rPr>
        <w:noProof/>
        <w:color w:val="7F7F7F"/>
        <w:lang w:val="fr-CH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4DC1D" w14:textId="77777777" w:rsidR="004F70ED" w:rsidRDefault="004F70ED">
      <w:r>
        <w:separator/>
      </w:r>
    </w:p>
  </w:footnote>
  <w:footnote w:type="continuationSeparator" w:id="0">
    <w:p w14:paraId="3D1CEABB" w14:textId="77777777" w:rsidR="004F70ED" w:rsidRDefault="004F7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A51B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51CD7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FB0542">
      <w:pict w14:anchorId="6E8030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1A2"/>
    <w:multiLevelType w:val="multilevel"/>
    <w:tmpl w:val="D9E4BB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13E385D"/>
    <w:multiLevelType w:val="multilevel"/>
    <w:tmpl w:val="626C63E4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0FD0DDF"/>
    <w:multiLevelType w:val="multilevel"/>
    <w:tmpl w:val="01AC86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653742EE"/>
    <w:multiLevelType w:val="multilevel"/>
    <w:tmpl w:val="D9E4BB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34967"/>
    <w:rsid w:val="00057AEA"/>
    <w:rsid w:val="000F705F"/>
    <w:rsid w:val="00100238"/>
    <w:rsid w:val="00142886"/>
    <w:rsid w:val="00173C96"/>
    <w:rsid w:val="001949F1"/>
    <w:rsid w:val="001A12FB"/>
    <w:rsid w:val="00242ADD"/>
    <w:rsid w:val="002D26DC"/>
    <w:rsid w:val="002D3EA5"/>
    <w:rsid w:val="003005F4"/>
    <w:rsid w:val="00311C87"/>
    <w:rsid w:val="00334348"/>
    <w:rsid w:val="0034798C"/>
    <w:rsid w:val="0038323E"/>
    <w:rsid w:val="003C6EBE"/>
    <w:rsid w:val="004001D7"/>
    <w:rsid w:val="00462027"/>
    <w:rsid w:val="0047177E"/>
    <w:rsid w:val="0049506A"/>
    <w:rsid w:val="004A76F2"/>
    <w:rsid w:val="004A7870"/>
    <w:rsid w:val="004B3005"/>
    <w:rsid w:val="004E223C"/>
    <w:rsid w:val="004F70ED"/>
    <w:rsid w:val="00512A63"/>
    <w:rsid w:val="00522195"/>
    <w:rsid w:val="00544344"/>
    <w:rsid w:val="0059137D"/>
    <w:rsid w:val="005B0224"/>
    <w:rsid w:val="005B7E8F"/>
    <w:rsid w:val="005D62ED"/>
    <w:rsid w:val="00642CDC"/>
    <w:rsid w:val="006513D9"/>
    <w:rsid w:val="00673555"/>
    <w:rsid w:val="006F4DD3"/>
    <w:rsid w:val="00733E1A"/>
    <w:rsid w:val="007370FA"/>
    <w:rsid w:val="0074202C"/>
    <w:rsid w:val="007A5C3B"/>
    <w:rsid w:val="007D06E4"/>
    <w:rsid w:val="007E7A4A"/>
    <w:rsid w:val="00802D9C"/>
    <w:rsid w:val="0086297B"/>
    <w:rsid w:val="00893635"/>
    <w:rsid w:val="008B2E3B"/>
    <w:rsid w:val="008C0B0A"/>
    <w:rsid w:val="00910DD4"/>
    <w:rsid w:val="00991F4D"/>
    <w:rsid w:val="00994487"/>
    <w:rsid w:val="009E2D01"/>
    <w:rsid w:val="00A235B1"/>
    <w:rsid w:val="00A30F78"/>
    <w:rsid w:val="00A61ECD"/>
    <w:rsid w:val="00A93837"/>
    <w:rsid w:val="00AA595C"/>
    <w:rsid w:val="00B215CA"/>
    <w:rsid w:val="00B463D2"/>
    <w:rsid w:val="00B71D84"/>
    <w:rsid w:val="00B72442"/>
    <w:rsid w:val="00B90E23"/>
    <w:rsid w:val="00B97F35"/>
    <w:rsid w:val="00BA5444"/>
    <w:rsid w:val="00BE19F4"/>
    <w:rsid w:val="00C00F26"/>
    <w:rsid w:val="00C07F12"/>
    <w:rsid w:val="00C34FC2"/>
    <w:rsid w:val="00CA0C7A"/>
    <w:rsid w:val="00CA7293"/>
    <w:rsid w:val="00CC6424"/>
    <w:rsid w:val="00D62ED3"/>
    <w:rsid w:val="00D74369"/>
    <w:rsid w:val="00D74DAF"/>
    <w:rsid w:val="00D94CB7"/>
    <w:rsid w:val="00DD3A16"/>
    <w:rsid w:val="00DD3FBE"/>
    <w:rsid w:val="00DF4DE8"/>
    <w:rsid w:val="00E0257F"/>
    <w:rsid w:val="00E27F71"/>
    <w:rsid w:val="00E91FD1"/>
    <w:rsid w:val="00ED22C7"/>
    <w:rsid w:val="00F421F0"/>
    <w:rsid w:val="00F42C07"/>
    <w:rsid w:val="00F71A0E"/>
    <w:rsid w:val="00FA0BD7"/>
    <w:rsid w:val="00FA0C22"/>
    <w:rsid w:val="00FB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22DC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F26"/>
    <w:pPr>
      <w:spacing w:before="60" w:after="60"/>
    </w:pPr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FB0542"/>
    <w:pPr>
      <w:keepNext/>
      <w:keepLines/>
      <w:numPr>
        <w:ilvl w:val="1"/>
        <w:numId w:val="2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A93837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ED22C7"/>
    <w:pPr>
      <w:keepNext/>
      <w:numPr>
        <w:ilvl w:val="3"/>
        <w:numId w:val="2"/>
      </w:numPr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ED22C7"/>
    <w:pPr>
      <w:numPr>
        <w:ilvl w:val="4"/>
        <w:numId w:val="2"/>
      </w:numPr>
      <w:spacing w:before="24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ED22C7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D22C7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D22C7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D22C7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FB0542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  <w:style w:type="paragraph" w:customStyle="1" w:styleId="ZelleStandardplus">
    <w:name w:val="Zelle Standard plus"/>
    <w:basedOn w:val="Standard"/>
    <w:rsid w:val="00034967"/>
    <w:pPr>
      <w:keepLines/>
      <w:tabs>
        <w:tab w:val="left" w:pos="227"/>
      </w:tabs>
      <w:spacing w:before="20" w:after="20"/>
      <w:ind w:left="352" w:hanging="352"/>
    </w:pPr>
    <w:rPr>
      <w:rFonts w:cs="Arial"/>
      <w:sz w:val="20"/>
      <w:lang w:eastAsia="de-CH"/>
    </w:rPr>
  </w:style>
  <w:style w:type="paragraph" w:customStyle="1" w:styleId="ZelleTitelzentr">
    <w:name w:val="Zelle Titel zentr"/>
    <w:basedOn w:val="Standard"/>
    <w:rsid w:val="00034967"/>
    <w:pPr>
      <w:keepNext/>
      <w:tabs>
        <w:tab w:val="left" w:pos="352"/>
      </w:tabs>
      <w:spacing w:before="20" w:after="20"/>
      <w:jc w:val="center"/>
    </w:pPr>
    <w:rPr>
      <w:rFonts w:ascii="Courier New" w:hAnsi="Courier New" w:cs="Arial"/>
      <w:b/>
      <w:color w:val="800000"/>
      <w:sz w:val="20"/>
      <w:lang w:val="de-CH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7</Pages>
  <Words>670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20</cp:revision>
  <cp:lastPrinted>2014-06-16T09:31:00Z</cp:lastPrinted>
  <dcterms:created xsi:type="dcterms:W3CDTF">2016-09-27T12:19:00Z</dcterms:created>
  <dcterms:modified xsi:type="dcterms:W3CDTF">2016-09-27T15:38:00Z</dcterms:modified>
</cp:coreProperties>
</file>