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7EB942" w14:textId="63F0AC70" w:rsidR="002D26DC" w:rsidRPr="001F58AD" w:rsidRDefault="00321817" w:rsidP="00B90E23">
      <w:pPr>
        <w:rPr>
          <w:b/>
          <w:sz w:val="32"/>
          <w:szCs w:val="32"/>
          <w:lang w:val="it-IT"/>
        </w:rPr>
      </w:pPr>
      <w:r w:rsidRPr="001F58AD">
        <w:rPr>
          <w:b/>
          <w:sz w:val="32"/>
          <w:szCs w:val="32"/>
          <w:lang w:val="it-IT"/>
        </w:rPr>
        <w:t>Rapporto conclusivo</w:t>
      </w:r>
      <w:r w:rsidR="00CC6424" w:rsidRPr="001F58AD">
        <w:rPr>
          <w:b/>
          <w:sz w:val="32"/>
          <w:szCs w:val="32"/>
          <w:lang w:val="it-IT"/>
        </w:rPr>
        <w:t xml:space="preserve">: </w:t>
      </w:r>
      <w:r w:rsidR="00733E1A" w:rsidRPr="001F58AD">
        <w:rPr>
          <w:b/>
          <w:sz w:val="32"/>
          <w:szCs w:val="32"/>
          <w:lang w:val="it-IT"/>
        </w:rPr>
        <w:t>…</w:t>
      </w:r>
    </w:p>
    <w:p w14:paraId="6F95FCC7" w14:textId="77777777" w:rsidR="00D62ED3" w:rsidRPr="001F58AD" w:rsidRDefault="00D62ED3" w:rsidP="00B90E23">
      <w:pPr>
        <w:rPr>
          <w:b/>
          <w:sz w:val="12"/>
          <w:szCs w:val="32"/>
          <w:lang w:val="it-IT"/>
        </w:rPr>
      </w:pP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022"/>
      </w:tblGrid>
      <w:tr w:rsidR="007B58A7" w:rsidRPr="001F58AD" w14:paraId="4EB9CC85" w14:textId="77777777" w:rsidTr="001949F1">
        <w:tc>
          <w:tcPr>
            <w:tcW w:w="3472" w:type="dxa"/>
          </w:tcPr>
          <w:p w14:paraId="680F5C65" w14:textId="77777777" w:rsidR="007B58A7" w:rsidRPr="001F58AD" w:rsidRDefault="007B58A7" w:rsidP="00592279">
            <w:pPr>
              <w:pStyle w:val="Balken"/>
              <w:rPr>
                <w:rFonts w:cs="Arial"/>
                <w:color w:val="000000"/>
                <w:lang w:val="it-IT"/>
              </w:rPr>
            </w:pPr>
            <w:r w:rsidRPr="001F58AD">
              <w:rPr>
                <w:rFonts w:cs="Arial"/>
                <w:color w:val="000000"/>
                <w:lang w:val="it-IT"/>
              </w:rPr>
              <w:t>Dati fondamentali</w:t>
            </w:r>
          </w:p>
        </w:tc>
        <w:tc>
          <w:tcPr>
            <w:tcW w:w="6023" w:type="dxa"/>
          </w:tcPr>
          <w:p w14:paraId="30588382" w14:textId="77777777" w:rsidR="007B58A7" w:rsidRPr="001F58AD" w:rsidRDefault="007B58A7" w:rsidP="00592279">
            <w:pPr>
              <w:pStyle w:val="Balken"/>
              <w:rPr>
                <w:rFonts w:cs="Arial"/>
                <w:color w:val="000000"/>
                <w:lang w:val="it-IT"/>
              </w:rPr>
            </w:pPr>
          </w:p>
        </w:tc>
      </w:tr>
      <w:tr w:rsidR="007B58A7" w:rsidRPr="001F58AD" w14:paraId="11BF3A92" w14:textId="77777777" w:rsidTr="001949F1">
        <w:tc>
          <w:tcPr>
            <w:tcW w:w="3472" w:type="dxa"/>
          </w:tcPr>
          <w:p w14:paraId="48E7F04B" w14:textId="613CBCA1" w:rsidR="007B58A7" w:rsidRPr="001F58AD" w:rsidRDefault="007B58A7" w:rsidP="00451B88">
            <w:pPr>
              <w:rPr>
                <w:sz w:val="20"/>
                <w:lang w:val="it-IT"/>
              </w:rPr>
            </w:pPr>
            <w:r w:rsidRPr="001F58AD">
              <w:rPr>
                <w:sz w:val="20"/>
                <w:lang w:val="it-IT"/>
              </w:rPr>
              <w:t>Titolo (</w:t>
            </w:r>
            <w:r w:rsidR="00451B88" w:rsidRPr="001F58AD">
              <w:rPr>
                <w:sz w:val="20"/>
                <w:lang w:val="it-IT"/>
              </w:rPr>
              <w:t>progetto</w:t>
            </w:r>
            <w:r w:rsidRPr="001F58AD">
              <w:rPr>
                <w:sz w:val="20"/>
                <w:lang w:val="it-IT"/>
              </w:rPr>
              <w:t>)</w:t>
            </w:r>
          </w:p>
        </w:tc>
        <w:tc>
          <w:tcPr>
            <w:tcW w:w="6023" w:type="dxa"/>
          </w:tcPr>
          <w:p w14:paraId="04FA4F42" w14:textId="77777777" w:rsidR="007B58A7" w:rsidRPr="001F58AD" w:rsidRDefault="007B58A7" w:rsidP="00592279">
            <w:pPr>
              <w:rPr>
                <w:rFonts w:cs="Arial"/>
                <w:color w:val="000000"/>
                <w:sz w:val="20"/>
                <w:lang w:val="it-IT"/>
              </w:rPr>
            </w:pPr>
            <w:r w:rsidRPr="001F58AD">
              <w:rPr>
                <w:rFonts w:cs="Arial"/>
                <w:color w:val="000000"/>
                <w:sz w:val="20"/>
                <w:lang w:val="it-IT"/>
              </w:rPr>
              <w:t>…</w:t>
            </w:r>
          </w:p>
        </w:tc>
      </w:tr>
      <w:tr w:rsidR="007B58A7" w:rsidRPr="001F58AD" w14:paraId="337DE4F5" w14:textId="77777777" w:rsidTr="001949F1">
        <w:tc>
          <w:tcPr>
            <w:tcW w:w="3472" w:type="dxa"/>
          </w:tcPr>
          <w:p w14:paraId="7036B13A" w14:textId="77777777" w:rsidR="007B58A7" w:rsidRPr="001F58AD" w:rsidRDefault="007B58A7" w:rsidP="00592279">
            <w:pPr>
              <w:rPr>
                <w:sz w:val="20"/>
                <w:lang w:val="it-IT"/>
              </w:rPr>
            </w:pPr>
            <w:r w:rsidRPr="001F58AD">
              <w:rPr>
                <w:sz w:val="20"/>
                <w:lang w:val="it-IT"/>
              </w:rPr>
              <w:t>Responsabile (i)</w:t>
            </w:r>
          </w:p>
        </w:tc>
        <w:tc>
          <w:tcPr>
            <w:tcW w:w="6023" w:type="dxa"/>
          </w:tcPr>
          <w:p w14:paraId="7D39F521" w14:textId="77777777" w:rsidR="007B58A7" w:rsidRPr="001F58AD" w:rsidRDefault="007B58A7" w:rsidP="00592279">
            <w:pPr>
              <w:rPr>
                <w:color w:val="000000"/>
                <w:sz w:val="20"/>
                <w:lang w:val="it-IT"/>
              </w:rPr>
            </w:pPr>
            <w:r w:rsidRPr="001F58AD">
              <w:rPr>
                <w:rFonts w:cs="Arial"/>
                <w:color w:val="000000"/>
                <w:sz w:val="20"/>
                <w:lang w:val="it-IT"/>
              </w:rPr>
              <w:t>…</w:t>
            </w:r>
          </w:p>
        </w:tc>
      </w:tr>
      <w:tr w:rsidR="007B58A7" w:rsidRPr="001F58AD" w14:paraId="76A726EB" w14:textId="77777777" w:rsidTr="001949F1">
        <w:tc>
          <w:tcPr>
            <w:tcW w:w="3472" w:type="dxa"/>
          </w:tcPr>
          <w:p w14:paraId="7FC5491E" w14:textId="77777777" w:rsidR="007B58A7" w:rsidRPr="001F58AD" w:rsidRDefault="007B58A7" w:rsidP="00592279">
            <w:pPr>
              <w:rPr>
                <w:sz w:val="20"/>
                <w:lang w:val="it-IT"/>
              </w:rPr>
            </w:pPr>
            <w:r w:rsidRPr="001F58AD">
              <w:rPr>
                <w:sz w:val="20"/>
                <w:lang w:val="it-IT"/>
              </w:rPr>
              <w:t>Numero di telefono</w:t>
            </w:r>
          </w:p>
        </w:tc>
        <w:tc>
          <w:tcPr>
            <w:tcW w:w="6023" w:type="dxa"/>
          </w:tcPr>
          <w:p w14:paraId="4E92F3FE" w14:textId="77777777" w:rsidR="007B58A7" w:rsidRPr="001F58AD" w:rsidRDefault="007B58A7" w:rsidP="00592279">
            <w:pPr>
              <w:rPr>
                <w:color w:val="000000"/>
                <w:sz w:val="20"/>
                <w:lang w:val="it-IT"/>
              </w:rPr>
            </w:pPr>
            <w:r w:rsidRPr="001F58AD">
              <w:rPr>
                <w:rFonts w:cs="Arial"/>
                <w:color w:val="000000"/>
                <w:sz w:val="20"/>
                <w:lang w:val="it-IT"/>
              </w:rPr>
              <w:t>…</w:t>
            </w:r>
          </w:p>
        </w:tc>
      </w:tr>
      <w:tr w:rsidR="007B58A7" w:rsidRPr="001F58AD" w14:paraId="5C31FD55" w14:textId="77777777" w:rsidTr="001949F1">
        <w:tc>
          <w:tcPr>
            <w:tcW w:w="3472" w:type="dxa"/>
          </w:tcPr>
          <w:p w14:paraId="058D08CD" w14:textId="77777777" w:rsidR="007B58A7" w:rsidRPr="001F58AD" w:rsidRDefault="007B58A7" w:rsidP="00592279">
            <w:pPr>
              <w:rPr>
                <w:sz w:val="20"/>
                <w:lang w:val="it-IT"/>
              </w:rPr>
            </w:pPr>
            <w:r w:rsidRPr="001F58AD">
              <w:rPr>
                <w:sz w:val="20"/>
                <w:lang w:val="it-IT"/>
              </w:rPr>
              <w:t>Indirizzo e-mail</w:t>
            </w:r>
          </w:p>
        </w:tc>
        <w:tc>
          <w:tcPr>
            <w:tcW w:w="6023" w:type="dxa"/>
          </w:tcPr>
          <w:p w14:paraId="0E9744AB" w14:textId="77777777" w:rsidR="007B58A7" w:rsidRPr="001F58AD" w:rsidRDefault="007B58A7" w:rsidP="00592279">
            <w:pPr>
              <w:rPr>
                <w:color w:val="000000"/>
                <w:sz w:val="20"/>
                <w:lang w:val="it-IT"/>
              </w:rPr>
            </w:pPr>
            <w:r w:rsidRPr="001F58AD">
              <w:rPr>
                <w:rFonts w:cs="Arial"/>
                <w:color w:val="000000"/>
                <w:sz w:val="20"/>
                <w:lang w:val="it-IT"/>
              </w:rPr>
              <w:t>…</w:t>
            </w:r>
          </w:p>
        </w:tc>
      </w:tr>
      <w:tr w:rsidR="007B58A7" w:rsidRPr="001F58AD" w14:paraId="645AFDCF" w14:textId="77777777" w:rsidTr="001949F1">
        <w:tc>
          <w:tcPr>
            <w:tcW w:w="3472" w:type="dxa"/>
          </w:tcPr>
          <w:p w14:paraId="04D07BFA" w14:textId="77777777" w:rsidR="007B58A7" w:rsidRPr="001F58AD" w:rsidRDefault="007B58A7" w:rsidP="00592279">
            <w:pPr>
              <w:rPr>
                <w:sz w:val="20"/>
                <w:lang w:val="it-IT"/>
              </w:rPr>
            </w:pPr>
            <w:r w:rsidRPr="001F58AD">
              <w:rPr>
                <w:sz w:val="20"/>
                <w:lang w:val="it-IT"/>
              </w:rPr>
              <w:t>Istituzione preposta (presunta)</w:t>
            </w:r>
          </w:p>
        </w:tc>
        <w:tc>
          <w:tcPr>
            <w:tcW w:w="6023" w:type="dxa"/>
          </w:tcPr>
          <w:p w14:paraId="4D30CDFB" w14:textId="77777777" w:rsidR="007B58A7" w:rsidRPr="001F58AD" w:rsidRDefault="007B58A7" w:rsidP="00592279">
            <w:pPr>
              <w:rPr>
                <w:color w:val="000000"/>
                <w:sz w:val="20"/>
                <w:lang w:val="it-IT"/>
              </w:rPr>
            </w:pPr>
            <w:r w:rsidRPr="001F58AD">
              <w:rPr>
                <w:rFonts w:cs="Arial"/>
                <w:color w:val="000000"/>
                <w:sz w:val="20"/>
                <w:lang w:val="it-IT"/>
              </w:rPr>
              <w:t>…</w:t>
            </w:r>
          </w:p>
        </w:tc>
      </w:tr>
      <w:tr w:rsidR="007B58A7" w:rsidRPr="001F58AD" w14:paraId="53444107" w14:textId="77777777" w:rsidTr="001949F1">
        <w:tc>
          <w:tcPr>
            <w:tcW w:w="3472" w:type="dxa"/>
          </w:tcPr>
          <w:p w14:paraId="11C7D00F" w14:textId="77777777" w:rsidR="007B58A7" w:rsidRPr="001F58AD" w:rsidRDefault="007B58A7" w:rsidP="00592279">
            <w:pPr>
              <w:rPr>
                <w:sz w:val="20"/>
                <w:lang w:val="it-IT"/>
              </w:rPr>
            </w:pPr>
            <w:r w:rsidRPr="001F58AD">
              <w:rPr>
                <w:sz w:val="20"/>
                <w:lang w:val="it-IT"/>
              </w:rPr>
              <w:t>Data/Versione</w:t>
            </w:r>
          </w:p>
        </w:tc>
        <w:tc>
          <w:tcPr>
            <w:tcW w:w="6023" w:type="dxa"/>
          </w:tcPr>
          <w:p w14:paraId="39858B78" w14:textId="77777777" w:rsidR="007B58A7" w:rsidRPr="001F58AD" w:rsidRDefault="007B58A7" w:rsidP="00592279">
            <w:pPr>
              <w:rPr>
                <w:color w:val="000000"/>
                <w:sz w:val="20"/>
                <w:lang w:val="it-IT"/>
              </w:rPr>
            </w:pPr>
            <w:r w:rsidRPr="001F58AD">
              <w:rPr>
                <w:rFonts w:cs="Arial"/>
                <w:color w:val="000000"/>
                <w:sz w:val="20"/>
                <w:lang w:val="it-IT"/>
              </w:rPr>
              <w:t>…</w:t>
            </w:r>
          </w:p>
        </w:tc>
      </w:tr>
      <w:tr w:rsidR="007B58A7" w:rsidRPr="001F58AD" w14:paraId="4DC17567" w14:textId="77777777" w:rsidTr="001949F1">
        <w:tc>
          <w:tcPr>
            <w:tcW w:w="3472" w:type="dxa"/>
          </w:tcPr>
          <w:p w14:paraId="7C7F797D" w14:textId="77777777" w:rsidR="007B58A7" w:rsidRPr="001F58AD" w:rsidRDefault="007B58A7" w:rsidP="00592279">
            <w:pPr>
              <w:rPr>
                <w:sz w:val="20"/>
                <w:lang w:val="it-IT"/>
              </w:rPr>
            </w:pPr>
            <w:r w:rsidRPr="001F58AD">
              <w:rPr>
                <w:sz w:val="20"/>
                <w:lang w:val="it-IT"/>
              </w:rPr>
              <w:t>Osservazioni complementari</w:t>
            </w:r>
          </w:p>
        </w:tc>
        <w:tc>
          <w:tcPr>
            <w:tcW w:w="6023" w:type="dxa"/>
          </w:tcPr>
          <w:p w14:paraId="4164A958" w14:textId="77777777" w:rsidR="007B58A7" w:rsidRPr="001F58AD" w:rsidRDefault="007B58A7" w:rsidP="00592279">
            <w:pPr>
              <w:rPr>
                <w:color w:val="000000"/>
                <w:sz w:val="20"/>
                <w:lang w:val="it-IT"/>
              </w:rPr>
            </w:pPr>
            <w:r w:rsidRPr="001F58AD">
              <w:rPr>
                <w:rFonts w:cs="Arial"/>
                <w:color w:val="000000"/>
                <w:sz w:val="20"/>
                <w:lang w:val="it-IT"/>
              </w:rPr>
              <w:t>…</w:t>
            </w:r>
          </w:p>
        </w:tc>
      </w:tr>
    </w:tbl>
    <w:p w14:paraId="10AD6B9F" w14:textId="77777777" w:rsidR="006B21E9" w:rsidRDefault="006B21E9" w:rsidP="006B21E9">
      <w:pPr>
        <w:rPr>
          <w:lang w:val="it-IT"/>
        </w:rPr>
      </w:pPr>
    </w:p>
    <w:p w14:paraId="5F7F172A" w14:textId="4E4BA2DA" w:rsidR="00733E1A" w:rsidRPr="001F58AD" w:rsidRDefault="004D6FF9" w:rsidP="005D470F">
      <w:pPr>
        <w:pStyle w:val="berschrift1"/>
      </w:pPr>
      <w:r w:rsidRPr="001F58AD">
        <w:t>Introduzione</w:t>
      </w:r>
    </w:p>
    <w:p w14:paraId="29A88E69" w14:textId="77777777" w:rsidR="00733E1A" w:rsidRPr="001F58AD" w:rsidRDefault="007B58A7" w:rsidP="005D470F">
      <w:pPr>
        <w:pStyle w:val="berschrift2"/>
      </w:pPr>
      <w:r w:rsidRPr="001F58AD">
        <w:t>Situazione iniziale</w:t>
      </w:r>
    </w:p>
    <w:p w14:paraId="426C180E" w14:textId="77777777" w:rsidR="00733E1A" w:rsidRPr="001F58AD" w:rsidRDefault="00733E1A" w:rsidP="00B90E23">
      <w:pPr>
        <w:spacing w:after="240"/>
        <w:rPr>
          <w:lang w:val="it-IT"/>
        </w:rPr>
      </w:pPr>
      <w:r w:rsidRPr="001F58AD">
        <w:rPr>
          <w:lang w:val="it-IT"/>
        </w:rPr>
        <w:t>…</w:t>
      </w:r>
    </w:p>
    <w:p w14:paraId="47E3969F" w14:textId="6F7226EB" w:rsidR="00733E1A" w:rsidRPr="001F58AD" w:rsidRDefault="004D6FF9" w:rsidP="005D470F">
      <w:pPr>
        <w:pStyle w:val="berschrift2"/>
      </w:pPr>
      <w:r w:rsidRPr="001F58AD">
        <w:t xml:space="preserve">Breve descrizione del </w:t>
      </w:r>
      <w:r w:rsidR="002615E3" w:rsidRPr="001F58AD">
        <w:t>progetto</w:t>
      </w:r>
    </w:p>
    <w:p w14:paraId="01161AD2" w14:textId="77777777" w:rsidR="00733E1A" w:rsidRPr="001F58AD" w:rsidRDefault="00733E1A" w:rsidP="00B90E23">
      <w:pPr>
        <w:spacing w:after="240"/>
        <w:rPr>
          <w:lang w:val="it-IT"/>
        </w:rPr>
      </w:pPr>
      <w:r w:rsidRPr="001F58AD">
        <w:rPr>
          <w:lang w:val="it-IT"/>
        </w:rPr>
        <w:t>…</w:t>
      </w:r>
    </w:p>
    <w:p w14:paraId="079FAFE0" w14:textId="2BF2F74D" w:rsidR="00733E1A" w:rsidRPr="001F58AD" w:rsidRDefault="004D6FF9" w:rsidP="005D470F">
      <w:pPr>
        <w:pStyle w:val="berschrift1"/>
      </w:pPr>
      <w:r w:rsidRPr="001F58AD">
        <w:t>Riflessione sulla pianificazione</w:t>
      </w:r>
    </w:p>
    <w:p w14:paraId="35988FF4" w14:textId="77777777" w:rsidR="00733E1A" w:rsidRPr="001F58AD" w:rsidRDefault="00C0513E" w:rsidP="005D470F">
      <w:pPr>
        <w:pStyle w:val="berschrift2"/>
      </w:pPr>
      <w:r w:rsidRPr="001F58AD">
        <w:t>Setting</w:t>
      </w:r>
    </w:p>
    <w:p w14:paraId="38D7546A" w14:textId="77777777" w:rsidR="00CC6424" w:rsidRPr="001F58AD" w:rsidRDefault="00733E1A" w:rsidP="00B90E23">
      <w:pPr>
        <w:spacing w:after="240"/>
        <w:rPr>
          <w:lang w:val="it-IT"/>
        </w:rPr>
      </w:pPr>
      <w:r w:rsidRPr="001F58AD">
        <w:rPr>
          <w:lang w:val="it-IT"/>
        </w:rPr>
        <w:t>…</w:t>
      </w:r>
    </w:p>
    <w:p w14:paraId="4D410D76" w14:textId="77777777" w:rsidR="00E91FD1" w:rsidRPr="001F58AD" w:rsidRDefault="00C0513E" w:rsidP="005D470F">
      <w:pPr>
        <w:pStyle w:val="berschrift2"/>
      </w:pPr>
      <w:r w:rsidRPr="001F58AD">
        <w:t>Gruppi target</w:t>
      </w:r>
    </w:p>
    <w:p w14:paraId="53AE58A2" w14:textId="77777777" w:rsidR="00733E1A" w:rsidRPr="001F58AD" w:rsidRDefault="00E91FD1" w:rsidP="00B90E23">
      <w:pPr>
        <w:spacing w:after="240"/>
        <w:rPr>
          <w:lang w:val="it-IT"/>
        </w:rPr>
      </w:pPr>
      <w:r w:rsidRPr="001F58AD">
        <w:rPr>
          <w:lang w:val="it-IT"/>
        </w:rPr>
        <w:t>…</w:t>
      </w:r>
    </w:p>
    <w:p w14:paraId="64F21A9C" w14:textId="63C88277" w:rsidR="004D6FF9" w:rsidRPr="001F58AD" w:rsidRDefault="004D6FF9" w:rsidP="005D470F">
      <w:pPr>
        <w:pStyle w:val="berschrift2"/>
      </w:pPr>
      <w:r w:rsidRPr="001F58AD">
        <w:t>Strategie</w:t>
      </w:r>
    </w:p>
    <w:p w14:paraId="36F3C47D" w14:textId="77777777" w:rsidR="004D6FF9" w:rsidRPr="001F58AD" w:rsidRDefault="004D6FF9" w:rsidP="004D6FF9">
      <w:pPr>
        <w:spacing w:after="240"/>
        <w:rPr>
          <w:lang w:val="it-IT"/>
        </w:rPr>
      </w:pPr>
      <w:r w:rsidRPr="001F58AD">
        <w:rPr>
          <w:lang w:val="it-IT"/>
        </w:rPr>
        <w:t>…</w:t>
      </w:r>
    </w:p>
    <w:p w14:paraId="06A99809" w14:textId="77777777" w:rsidR="00C34FC2" w:rsidRPr="001F58AD" w:rsidRDefault="00C0513E" w:rsidP="005D470F">
      <w:pPr>
        <w:pStyle w:val="berschrift2"/>
      </w:pPr>
      <w:r w:rsidRPr="001F58AD">
        <w:t>Obiettivi</w:t>
      </w:r>
    </w:p>
    <w:p w14:paraId="333A39CF" w14:textId="77777777" w:rsidR="00B90E23" w:rsidRPr="001F58AD" w:rsidRDefault="00C34FC2" w:rsidP="00B90E23">
      <w:pPr>
        <w:spacing w:after="240"/>
        <w:rPr>
          <w:lang w:val="it-IT"/>
        </w:rPr>
      </w:pPr>
      <w:r w:rsidRPr="001F58AD">
        <w:rPr>
          <w:lang w:val="it-IT"/>
        </w:rPr>
        <w:t>…</w:t>
      </w:r>
    </w:p>
    <w:p w14:paraId="2E45BFD6" w14:textId="54ABDD7B" w:rsidR="00C34FC2" w:rsidRPr="001F58AD" w:rsidRDefault="008A410A" w:rsidP="005D470F">
      <w:pPr>
        <w:pStyle w:val="berschrift2"/>
      </w:pPr>
      <w:r w:rsidRPr="001F58AD">
        <w:t>Misure d'intervento</w:t>
      </w:r>
    </w:p>
    <w:p w14:paraId="44DD4E6E" w14:textId="77777777" w:rsidR="00C34FC2" w:rsidRPr="001F58AD" w:rsidRDefault="00C34FC2" w:rsidP="00C34FC2">
      <w:pPr>
        <w:spacing w:after="240"/>
        <w:rPr>
          <w:lang w:val="it-IT"/>
        </w:rPr>
      </w:pPr>
      <w:r w:rsidRPr="001F58AD">
        <w:rPr>
          <w:lang w:val="it-IT"/>
        </w:rPr>
        <w:t>…</w:t>
      </w:r>
    </w:p>
    <w:p w14:paraId="21126032" w14:textId="13FD9273" w:rsidR="00CC6424" w:rsidRPr="001F58AD" w:rsidRDefault="006006FA" w:rsidP="005D470F">
      <w:pPr>
        <w:pStyle w:val="berschrift1"/>
      </w:pPr>
      <w:r w:rsidRPr="001F58AD">
        <w:lastRenderedPageBreak/>
        <w:t>Riflessione sull'organizzazione</w:t>
      </w:r>
    </w:p>
    <w:p w14:paraId="59012F16" w14:textId="5AD74CE2" w:rsidR="00CC6424" w:rsidRPr="001F58AD" w:rsidRDefault="00895EC3" w:rsidP="005D470F">
      <w:pPr>
        <w:pStyle w:val="berschrift2"/>
      </w:pPr>
      <w:r w:rsidRPr="001F58AD">
        <w:t xml:space="preserve">Struttura del </w:t>
      </w:r>
      <w:r w:rsidR="006B21E9">
        <w:t>progetto</w:t>
      </w:r>
    </w:p>
    <w:p w14:paraId="1D783F6D" w14:textId="77777777" w:rsidR="00CC6424" w:rsidRPr="001F58AD" w:rsidRDefault="00CC6424" w:rsidP="00B90E23">
      <w:pPr>
        <w:spacing w:after="240"/>
        <w:rPr>
          <w:lang w:val="it-IT"/>
        </w:rPr>
      </w:pPr>
      <w:r w:rsidRPr="001F58AD">
        <w:rPr>
          <w:lang w:val="it-IT"/>
        </w:rPr>
        <w:t>…</w:t>
      </w:r>
    </w:p>
    <w:p w14:paraId="52C27010" w14:textId="77777777" w:rsidR="00CC6424" w:rsidRPr="001F58AD" w:rsidRDefault="00895EC3" w:rsidP="005D470F">
      <w:pPr>
        <w:pStyle w:val="berschrift2"/>
      </w:pPr>
      <w:r w:rsidRPr="001F58AD">
        <w:t>Partecipazione</w:t>
      </w:r>
    </w:p>
    <w:p w14:paraId="0851FDF7" w14:textId="77777777" w:rsidR="00C34FC2" w:rsidRPr="001F58AD" w:rsidRDefault="00CC6424" w:rsidP="00C34FC2">
      <w:pPr>
        <w:spacing w:after="240"/>
        <w:rPr>
          <w:lang w:val="it-IT"/>
        </w:rPr>
      </w:pPr>
      <w:r w:rsidRPr="001F58AD">
        <w:rPr>
          <w:lang w:val="it-IT"/>
        </w:rPr>
        <w:t>…</w:t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9"/>
        <w:gridCol w:w="4745"/>
      </w:tblGrid>
      <w:tr w:rsidR="00BF7A36" w:rsidRPr="001F58AD" w14:paraId="53963897" w14:textId="77777777" w:rsidTr="00BF7A36">
        <w:tc>
          <w:tcPr>
            <w:tcW w:w="4749" w:type="dxa"/>
            <w:shd w:val="clear" w:color="auto" w:fill="EAEAEA"/>
          </w:tcPr>
          <w:p w14:paraId="4C88B2A3" w14:textId="77777777" w:rsidR="00BF7A36" w:rsidRPr="001F58AD" w:rsidRDefault="00BF7A36" w:rsidP="00592279">
            <w:pPr>
              <w:pStyle w:val="TextZelle"/>
              <w:rPr>
                <w:rFonts w:cs="Arial"/>
                <w:color w:val="000000"/>
                <w:sz w:val="20"/>
                <w:lang w:val="it-IT"/>
              </w:rPr>
            </w:pPr>
            <w:r w:rsidRPr="001F58AD">
              <w:rPr>
                <w:rFonts w:cs="Arial"/>
                <w:color w:val="000000"/>
                <w:sz w:val="20"/>
                <w:lang w:val="it-IT"/>
              </w:rPr>
              <w:t xml:space="preserve">Gruppi target </w:t>
            </w:r>
          </w:p>
        </w:tc>
        <w:tc>
          <w:tcPr>
            <w:tcW w:w="4745" w:type="dxa"/>
            <w:shd w:val="clear" w:color="auto" w:fill="EAEAEA"/>
          </w:tcPr>
          <w:p w14:paraId="333A031D" w14:textId="77777777" w:rsidR="00BF7A36" w:rsidRPr="001F58AD" w:rsidRDefault="00BF7A36" w:rsidP="00592279">
            <w:pPr>
              <w:pStyle w:val="TextZelle"/>
              <w:rPr>
                <w:rFonts w:cs="Arial"/>
                <w:color w:val="000000"/>
                <w:sz w:val="20"/>
                <w:lang w:val="it-IT"/>
              </w:rPr>
            </w:pPr>
            <w:r w:rsidRPr="001F58AD">
              <w:rPr>
                <w:rFonts w:cs="Arial"/>
                <w:color w:val="000000"/>
                <w:sz w:val="20"/>
                <w:lang w:val="it-IT"/>
              </w:rPr>
              <w:t>Tipo di coinvolgimento</w:t>
            </w:r>
          </w:p>
        </w:tc>
      </w:tr>
      <w:tr w:rsidR="00C34FC2" w:rsidRPr="001F58AD" w14:paraId="78C97D0D" w14:textId="77777777" w:rsidTr="00BF7A36">
        <w:tc>
          <w:tcPr>
            <w:tcW w:w="4749" w:type="dxa"/>
          </w:tcPr>
          <w:p w14:paraId="4505D684" w14:textId="77777777" w:rsidR="00C34FC2" w:rsidRPr="001F58AD" w:rsidRDefault="00C34FC2" w:rsidP="00FA0BD7">
            <w:pPr>
              <w:rPr>
                <w:color w:val="000000"/>
                <w:lang w:val="it-IT"/>
              </w:rPr>
            </w:pPr>
            <w:r w:rsidRPr="001F58AD">
              <w:rPr>
                <w:rFonts w:cs="Arial"/>
                <w:color w:val="000000"/>
                <w:sz w:val="20"/>
                <w:lang w:val="it-IT"/>
              </w:rPr>
              <w:t xml:space="preserve">… </w:t>
            </w:r>
          </w:p>
        </w:tc>
        <w:tc>
          <w:tcPr>
            <w:tcW w:w="4745" w:type="dxa"/>
          </w:tcPr>
          <w:p w14:paraId="0C0361BE" w14:textId="77777777" w:rsidR="00C34FC2" w:rsidRPr="001F58AD" w:rsidRDefault="00C34FC2" w:rsidP="00FA0BD7">
            <w:pPr>
              <w:rPr>
                <w:rFonts w:cs="Arial"/>
                <w:color w:val="000000"/>
                <w:sz w:val="20"/>
                <w:lang w:val="it-IT"/>
              </w:rPr>
            </w:pPr>
          </w:p>
        </w:tc>
      </w:tr>
      <w:tr w:rsidR="00C34FC2" w:rsidRPr="001F58AD" w14:paraId="5DD8EFE4" w14:textId="77777777" w:rsidTr="00BF7A36">
        <w:tc>
          <w:tcPr>
            <w:tcW w:w="4749" w:type="dxa"/>
          </w:tcPr>
          <w:p w14:paraId="64CF636A" w14:textId="77777777" w:rsidR="00C34FC2" w:rsidRPr="001F58AD" w:rsidRDefault="00C34FC2" w:rsidP="00FA0BD7">
            <w:pPr>
              <w:rPr>
                <w:color w:val="000000"/>
                <w:lang w:val="it-IT"/>
              </w:rPr>
            </w:pPr>
            <w:r w:rsidRPr="001F58AD">
              <w:rPr>
                <w:rFonts w:cs="Arial"/>
                <w:color w:val="000000"/>
                <w:sz w:val="20"/>
                <w:lang w:val="it-IT"/>
              </w:rPr>
              <w:t xml:space="preserve">… </w:t>
            </w:r>
          </w:p>
        </w:tc>
        <w:tc>
          <w:tcPr>
            <w:tcW w:w="4745" w:type="dxa"/>
          </w:tcPr>
          <w:p w14:paraId="0325D7EA" w14:textId="77777777" w:rsidR="00C34FC2" w:rsidRPr="001F58AD" w:rsidRDefault="00C34FC2" w:rsidP="00FA0BD7">
            <w:pPr>
              <w:rPr>
                <w:rFonts w:cs="Arial"/>
                <w:color w:val="000000"/>
                <w:sz w:val="20"/>
                <w:lang w:val="it-IT"/>
              </w:rPr>
            </w:pPr>
          </w:p>
        </w:tc>
      </w:tr>
      <w:tr w:rsidR="00C34FC2" w:rsidRPr="001F58AD" w14:paraId="72F18DB9" w14:textId="77777777" w:rsidTr="00BF7A36">
        <w:tc>
          <w:tcPr>
            <w:tcW w:w="4749" w:type="dxa"/>
          </w:tcPr>
          <w:p w14:paraId="6677ED66" w14:textId="77777777" w:rsidR="00C34FC2" w:rsidRPr="001F58AD" w:rsidRDefault="00C34FC2" w:rsidP="00FA0BD7">
            <w:pPr>
              <w:rPr>
                <w:color w:val="000000"/>
                <w:lang w:val="it-IT"/>
              </w:rPr>
            </w:pPr>
            <w:r w:rsidRPr="001F58AD">
              <w:rPr>
                <w:rFonts w:cs="Arial"/>
                <w:color w:val="000000"/>
                <w:sz w:val="20"/>
                <w:lang w:val="it-IT"/>
              </w:rPr>
              <w:t xml:space="preserve">… </w:t>
            </w:r>
          </w:p>
        </w:tc>
        <w:tc>
          <w:tcPr>
            <w:tcW w:w="4745" w:type="dxa"/>
          </w:tcPr>
          <w:p w14:paraId="21DB3E4B" w14:textId="77777777" w:rsidR="00C34FC2" w:rsidRPr="001F58AD" w:rsidRDefault="00C34FC2" w:rsidP="00FA0BD7">
            <w:pPr>
              <w:rPr>
                <w:rFonts w:cs="Arial"/>
                <w:color w:val="000000"/>
                <w:sz w:val="20"/>
                <w:lang w:val="it-IT"/>
              </w:rPr>
            </w:pPr>
          </w:p>
        </w:tc>
      </w:tr>
      <w:tr w:rsidR="00C34FC2" w:rsidRPr="001F58AD" w14:paraId="34A72356" w14:textId="77777777" w:rsidTr="00BF7A36">
        <w:tc>
          <w:tcPr>
            <w:tcW w:w="4749" w:type="dxa"/>
          </w:tcPr>
          <w:p w14:paraId="37D6E12D" w14:textId="77777777" w:rsidR="00C34FC2" w:rsidRPr="001F58AD" w:rsidRDefault="00C34FC2" w:rsidP="00FA0BD7">
            <w:pPr>
              <w:rPr>
                <w:color w:val="000000"/>
                <w:lang w:val="it-IT"/>
              </w:rPr>
            </w:pPr>
            <w:r w:rsidRPr="001F58AD">
              <w:rPr>
                <w:rFonts w:cs="Arial"/>
                <w:color w:val="000000"/>
                <w:sz w:val="20"/>
                <w:lang w:val="it-IT"/>
              </w:rPr>
              <w:t xml:space="preserve">… </w:t>
            </w:r>
          </w:p>
        </w:tc>
        <w:tc>
          <w:tcPr>
            <w:tcW w:w="4745" w:type="dxa"/>
          </w:tcPr>
          <w:p w14:paraId="498955A3" w14:textId="77777777" w:rsidR="00C34FC2" w:rsidRPr="001F58AD" w:rsidRDefault="00C34FC2" w:rsidP="00FA0BD7">
            <w:pPr>
              <w:rPr>
                <w:rFonts w:cs="Arial"/>
                <w:color w:val="000000"/>
                <w:sz w:val="20"/>
                <w:lang w:val="it-IT"/>
              </w:rPr>
            </w:pPr>
          </w:p>
        </w:tc>
      </w:tr>
    </w:tbl>
    <w:p w14:paraId="1AC346C2" w14:textId="77777777" w:rsidR="00CC6424" w:rsidRPr="001F58AD" w:rsidRDefault="00FC3B24" w:rsidP="005D470F">
      <w:pPr>
        <w:pStyle w:val="berschrift2"/>
      </w:pPr>
      <w:r w:rsidRPr="001F58AD">
        <w:t>Interconnessioni</w:t>
      </w:r>
    </w:p>
    <w:p w14:paraId="507E3719" w14:textId="77777777" w:rsidR="00CC6424" w:rsidRPr="001F58AD" w:rsidRDefault="00CC6424" w:rsidP="00B90E23">
      <w:pPr>
        <w:spacing w:after="240"/>
        <w:rPr>
          <w:lang w:val="it-IT"/>
        </w:rPr>
      </w:pPr>
      <w:r w:rsidRPr="001F58AD">
        <w:rPr>
          <w:lang w:val="it-IT"/>
        </w:rPr>
        <w:t>…</w:t>
      </w:r>
    </w:p>
    <w:p w14:paraId="1514A3E2" w14:textId="2EF3B308" w:rsidR="00CC6424" w:rsidRPr="001F58AD" w:rsidRDefault="006006FA" w:rsidP="005D470F">
      <w:pPr>
        <w:pStyle w:val="berschrift1"/>
      </w:pPr>
      <w:r w:rsidRPr="001F58AD">
        <w:t>Riflessione sulla conduzione</w:t>
      </w:r>
    </w:p>
    <w:p w14:paraId="53DFDADC" w14:textId="5E433587" w:rsidR="00C34FC2" w:rsidRPr="001F58AD" w:rsidRDefault="006006FA" w:rsidP="005D470F">
      <w:pPr>
        <w:pStyle w:val="berschrift2"/>
      </w:pPr>
      <w:r w:rsidRPr="001F58AD">
        <w:t>Riflessione sistematica</w:t>
      </w:r>
    </w:p>
    <w:p w14:paraId="4DDC07E2" w14:textId="77777777" w:rsidR="00C34FC2" w:rsidRPr="001F58AD" w:rsidRDefault="00C34FC2" w:rsidP="00C34FC2">
      <w:pPr>
        <w:spacing w:after="240"/>
        <w:rPr>
          <w:lang w:val="it-IT"/>
        </w:rPr>
      </w:pPr>
      <w:r w:rsidRPr="001F58AD">
        <w:rPr>
          <w:lang w:val="it-IT"/>
        </w:rPr>
        <w:t>…</w:t>
      </w:r>
    </w:p>
    <w:p w14:paraId="0D273A67" w14:textId="77777777" w:rsidR="00CC6424" w:rsidRPr="001F58AD" w:rsidRDefault="00DF17ED" w:rsidP="005D470F">
      <w:pPr>
        <w:pStyle w:val="berschrift2"/>
      </w:pPr>
      <w:r w:rsidRPr="001F58AD">
        <w:t>Valutazione</w:t>
      </w:r>
    </w:p>
    <w:p w14:paraId="34F837F7" w14:textId="77777777" w:rsidR="00CC6424" w:rsidRPr="001F58AD" w:rsidRDefault="00CC6424" w:rsidP="00B90E23">
      <w:pPr>
        <w:spacing w:after="240"/>
        <w:rPr>
          <w:lang w:val="it-IT"/>
        </w:rPr>
      </w:pPr>
      <w:r w:rsidRPr="001F58AD">
        <w:rPr>
          <w:lang w:val="it-IT"/>
        </w:rPr>
        <w:t>…</w:t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64"/>
        <w:gridCol w:w="4662"/>
      </w:tblGrid>
      <w:tr w:rsidR="004F0998" w:rsidRPr="001F58AD" w14:paraId="5CFAD70A" w14:textId="77777777" w:rsidTr="00114ADB">
        <w:tc>
          <w:tcPr>
            <w:tcW w:w="4764" w:type="dxa"/>
            <w:shd w:val="clear" w:color="auto" w:fill="EAEAEA"/>
          </w:tcPr>
          <w:p w14:paraId="38BB2F4D" w14:textId="77777777" w:rsidR="004F0998" w:rsidRPr="001F58AD" w:rsidRDefault="004F0998" w:rsidP="00114ADB">
            <w:pPr>
              <w:pStyle w:val="TextZelle"/>
              <w:rPr>
                <w:color w:val="000000"/>
                <w:sz w:val="20"/>
                <w:lang w:val="it-IT"/>
              </w:rPr>
            </w:pPr>
            <w:r w:rsidRPr="001F58AD">
              <w:rPr>
                <w:color w:val="000000"/>
                <w:sz w:val="20"/>
                <w:lang w:val="it-IT"/>
              </w:rPr>
              <w:t xml:space="preserve">Domande di valutazione* </w:t>
            </w:r>
          </w:p>
        </w:tc>
        <w:tc>
          <w:tcPr>
            <w:tcW w:w="4662" w:type="dxa"/>
            <w:shd w:val="clear" w:color="auto" w:fill="EAEAEA"/>
          </w:tcPr>
          <w:p w14:paraId="001266B5" w14:textId="77777777" w:rsidR="004F0998" w:rsidRPr="001F58AD" w:rsidRDefault="004F0998" w:rsidP="00114ADB">
            <w:pPr>
              <w:pStyle w:val="TextZelle"/>
              <w:rPr>
                <w:color w:val="000000"/>
                <w:sz w:val="20"/>
                <w:lang w:val="it-IT"/>
              </w:rPr>
            </w:pPr>
            <w:r w:rsidRPr="001F58AD">
              <w:rPr>
                <w:color w:val="000000"/>
                <w:sz w:val="20"/>
                <w:lang w:val="it-IT"/>
              </w:rPr>
              <w:t>Risposte</w:t>
            </w:r>
          </w:p>
        </w:tc>
      </w:tr>
      <w:tr w:rsidR="004F0998" w:rsidRPr="001F58AD" w14:paraId="502B46A3" w14:textId="77777777" w:rsidTr="00114ADB">
        <w:tc>
          <w:tcPr>
            <w:tcW w:w="4764" w:type="dxa"/>
          </w:tcPr>
          <w:p w14:paraId="1E1877B3" w14:textId="77777777" w:rsidR="004F0998" w:rsidRPr="001F58AD" w:rsidRDefault="004F0998" w:rsidP="00E05056">
            <w:pPr>
              <w:rPr>
                <w:color w:val="000000"/>
                <w:lang w:val="it-IT"/>
              </w:rPr>
            </w:pPr>
            <w:r w:rsidRPr="001F58AD">
              <w:rPr>
                <w:color w:val="000000"/>
                <w:sz w:val="20"/>
                <w:lang w:val="it-IT"/>
              </w:rPr>
              <w:t xml:space="preserve">… </w:t>
            </w:r>
          </w:p>
        </w:tc>
        <w:tc>
          <w:tcPr>
            <w:tcW w:w="4662" w:type="dxa"/>
          </w:tcPr>
          <w:p w14:paraId="2BB4BFB5" w14:textId="77777777" w:rsidR="004F0998" w:rsidRPr="001F58AD" w:rsidRDefault="004F0998" w:rsidP="00E05056">
            <w:pPr>
              <w:rPr>
                <w:color w:val="000000"/>
                <w:sz w:val="20"/>
                <w:lang w:val="it-IT"/>
              </w:rPr>
            </w:pPr>
          </w:p>
        </w:tc>
      </w:tr>
      <w:tr w:rsidR="004F0998" w:rsidRPr="001F58AD" w14:paraId="724CFF28" w14:textId="77777777" w:rsidTr="00114ADB">
        <w:tc>
          <w:tcPr>
            <w:tcW w:w="4764" w:type="dxa"/>
          </w:tcPr>
          <w:p w14:paraId="2741CAC9" w14:textId="77777777" w:rsidR="004F0998" w:rsidRPr="001F58AD" w:rsidRDefault="004F0998" w:rsidP="00114ADB">
            <w:pPr>
              <w:rPr>
                <w:color w:val="000000"/>
                <w:lang w:val="it-IT"/>
              </w:rPr>
            </w:pPr>
            <w:r w:rsidRPr="001F58AD">
              <w:rPr>
                <w:color w:val="000000"/>
                <w:sz w:val="20"/>
                <w:lang w:val="it-IT"/>
              </w:rPr>
              <w:t xml:space="preserve">… </w:t>
            </w:r>
          </w:p>
        </w:tc>
        <w:tc>
          <w:tcPr>
            <w:tcW w:w="4662" w:type="dxa"/>
          </w:tcPr>
          <w:p w14:paraId="220D4641" w14:textId="77777777" w:rsidR="004F0998" w:rsidRPr="001F58AD" w:rsidRDefault="004F0998" w:rsidP="00114ADB">
            <w:pPr>
              <w:rPr>
                <w:color w:val="000000"/>
                <w:sz w:val="20"/>
                <w:lang w:val="it-IT"/>
              </w:rPr>
            </w:pPr>
          </w:p>
        </w:tc>
      </w:tr>
      <w:tr w:rsidR="004F0998" w:rsidRPr="001F58AD" w14:paraId="17886594" w14:textId="77777777" w:rsidTr="00114ADB">
        <w:tc>
          <w:tcPr>
            <w:tcW w:w="4764" w:type="dxa"/>
          </w:tcPr>
          <w:p w14:paraId="0EE58FAE" w14:textId="77777777" w:rsidR="004F0998" w:rsidRPr="001F58AD" w:rsidRDefault="004F0998" w:rsidP="00114ADB">
            <w:pPr>
              <w:rPr>
                <w:color w:val="000000"/>
                <w:lang w:val="it-IT"/>
              </w:rPr>
            </w:pPr>
            <w:r w:rsidRPr="001F58AD">
              <w:rPr>
                <w:color w:val="000000"/>
                <w:sz w:val="20"/>
                <w:lang w:val="it-IT"/>
              </w:rPr>
              <w:t xml:space="preserve">… </w:t>
            </w:r>
          </w:p>
        </w:tc>
        <w:tc>
          <w:tcPr>
            <w:tcW w:w="4662" w:type="dxa"/>
          </w:tcPr>
          <w:p w14:paraId="17C5BA4A" w14:textId="77777777" w:rsidR="004F0998" w:rsidRPr="001F58AD" w:rsidRDefault="004F0998" w:rsidP="00114ADB">
            <w:pPr>
              <w:rPr>
                <w:color w:val="000000"/>
                <w:sz w:val="20"/>
                <w:lang w:val="it-IT"/>
              </w:rPr>
            </w:pPr>
          </w:p>
        </w:tc>
      </w:tr>
      <w:tr w:rsidR="004F0998" w:rsidRPr="001F58AD" w14:paraId="597D7256" w14:textId="77777777" w:rsidTr="00114ADB">
        <w:tc>
          <w:tcPr>
            <w:tcW w:w="4764" w:type="dxa"/>
          </w:tcPr>
          <w:p w14:paraId="66AD972F" w14:textId="77777777" w:rsidR="004F0998" w:rsidRPr="001F58AD" w:rsidRDefault="004F0998" w:rsidP="00114ADB">
            <w:pPr>
              <w:rPr>
                <w:color w:val="000000"/>
                <w:lang w:val="it-IT"/>
              </w:rPr>
            </w:pPr>
            <w:r w:rsidRPr="001F58AD">
              <w:rPr>
                <w:color w:val="000000"/>
                <w:sz w:val="20"/>
                <w:lang w:val="it-IT"/>
              </w:rPr>
              <w:t xml:space="preserve">… </w:t>
            </w:r>
          </w:p>
        </w:tc>
        <w:tc>
          <w:tcPr>
            <w:tcW w:w="4662" w:type="dxa"/>
          </w:tcPr>
          <w:p w14:paraId="2C8DDDA9" w14:textId="77777777" w:rsidR="004F0998" w:rsidRPr="001F58AD" w:rsidRDefault="004F0998" w:rsidP="00114ADB">
            <w:pPr>
              <w:rPr>
                <w:color w:val="000000"/>
                <w:sz w:val="20"/>
                <w:lang w:val="it-IT"/>
              </w:rPr>
            </w:pPr>
          </w:p>
        </w:tc>
      </w:tr>
    </w:tbl>
    <w:p w14:paraId="3C983432" w14:textId="76A9A687" w:rsidR="004F0998" w:rsidRPr="001F58AD" w:rsidRDefault="004F0998" w:rsidP="004F0998">
      <w:pPr>
        <w:spacing w:after="240"/>
        <w:rPr>
          <w:color w:val="7F7F7F"/>
          <w:sz w:val="20"/>
          <w:lang w:val="it-IT"/>
        </w:rPr>
      </w:pPr>
      <w:r w:rsidRPr="001F58AD">
        <w:rPr>
          <w:color w:val="7F7F7F"/>
          <w:sz w:val="20"/>
          <w:lang w:val="it-IT"/>
        </w:rPr>
        <w:t xml:space="preserve">*il raggiungimento degli obiettivi è valutato al punto </w:t>
      </w:r>
      <w:r w:rsidR="00E22A45" w:rsidRPr="001F58AD">
        <w:rPr>
          <w:color w:val="7F7F7F"/>
          <w:sz w:val="20"/>
          <w:lang w:val="it-IT"/>
        </w:rPr>
        <w:t>5.1</w:t>
      </w:r>
    </w:p>
    <w:p w14:paraId="565FBBF4" w14:textId="7D3269C2" w:rsidR="00654580" w:rsidRPr="001F58AD" w:rsidRDefault="00654580" w:rsidP="005D470F">
      <w:pPr>
        <w:pStyle w:val="berschrift1"/>
      </w:pPr>
      <w:r w:rsidRPr="001F58AD">
        <w:t>Risultati ed esiti</w:t>
      </w:r>
    </w:p>
    <w:p w14:paraId="31BA6D43" w14:textId="65E652D6" w:rsidR="00654580" w:rsidRPr="001F58AD" w:rsidRDefault="00654580" w:rsidP="005D470F">
      <w:pPr>
        <w:pStyle w:val="berschrift2"/>
      </w:pPr>
      <w:r w:rsidRPr="001F58AD">
        <w:t xml:space="preserve">Raggiungimento degli obiettivi </w:t>
      </w:r>
    </w:p>
    <w:p w14:paraId="57FE7336" w14:textId="77777777" w:rsidR="00654580" w:rsidRPr="001F58AD" w:rsidRDefault="00654580" w:rsidP="00654580">
      <w:pPr>
        <w:spacing w:after="240"/>
        <w:rPr>
          <w:lang w:val="it-IT"/>
        </w:rPr>
      </w:pPr>
      <w:r w:rsidRPr="001F58AD">
        <w:rPr>
          <w:lang w:val="it-IT"/>
        </w:rPr>
        <w:t>…</w:t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9"/>
        <w:gridCol w:w="891"/>
        <w:gridCol w:w="3216"/>
      </w:tblGrid>
      <w:tr w:rsidR="004F0998" w:rsidRPr="001F58AD" w14:paraId="1986790B" w14:textId="77777777" w:rsidTr="00114ADB">
        <w:tc>
          <w:tcPr>
            <w:tcW w:w="5319" w:type="dxa"/>
            <w:shd w:val="clear" w:color="auto" w:fill="EAEAEA"/>
          </w:tcPr>
          <w:p w14:paraId="4FDE284A" w14:textId="049C360D" w:rsidR="004F0998" w:rsidRPr="001F58AD" w:rsidRDefault="004F0998" w:rsidP="00114ADB">
            <w:pPr>
              <w:pStyle w:val="TextZelle"/>
              <w:rPr>
                <w:color w:val="000000"/>
                <w:sz w:val="20"/>
                <w:lang w:val="it-IT"/>
              </w:rPr>
            </w:pPr>
            <w:r w:rsidRPr="001F58AD">
              <w:rPr>
                <w:color w:val="000000"/>
                <w:sz w:val="20"/>
                <w:lang w:val="it-IT"/>
              </w:rPr>
              <w:t xml:space="preserve">Classi di obiettivi e obiettivi </w:t>
            </w:r>
          </w:p>
        </w:tc>
        <w:tc>
          <w:tcPr>
            <w:tcW w:w="891" w:type="dxa"/>
            <w:shd w:val="clear" w:color="auto" w:fill="EAEAEA"/>
          </w:tcPr>
          <w:p w14:paraId="18BC87DC" w14:textId="51061916" w:rsidR="004F0998" w:rsidRPr="001F58AD" w:rsidRDefault="004F0998" w:rsidP="00114ADB">
            <w:pPr>
              <w:pStyle w:val="TextZelle"/>
              <w:jc w:val="center"/>
              <w:rPr>
                <w:color w:val="000000"/>
                <w:sz w:val="20"/>
                <w:lang w:val="it-IT"/>
              </w:rPr>
            </w:pPr>
            <w:r w:rsidRPr="001F58AD">
              <w:rPr>
                <w:color w:val="000000"/>
                <w:sz w:val="20"/>
                <w:lang w:val="it-IT"/>
              </w:rPr>
              <w:t>RO in %</w:t>
            </w:r>
          </w:p>
        </w:tc>
        <w:tc>
          <w:tcPr>
            <w:tcW w:w="3216" w:type="dxa"/>
            <w:shd w:val="clear" w:color="auto" w:fill="EAEAEA"/>
          </w:tcPr>
          <w:p w14:paraId="13B4C8C2" w14:textId="1AD80E47" w:rsidR="004F0998" w:rsidRPr="001F58AD" w:rsidRDefault="004F0998" w:rsidP="00114ADB">
            <w:pPr>
              <w:pStyle w:val="TextZelle"/>
              <w:rPr>
                <w:color w:val="000000"/>
                <w:sz w:val="20"/>
                <w:lang w:val="it-IT"/>
              </w:rPr>
            </w:pPr>
            <w:r w:rsidRPr="001F58AD">
              <w:rPr>
                <w:color w:val="000000"/>
                <w:sz w:val="20"/>
                <w:lang w:val="it-IT"/>
              </w:rPr>
              <w:t>Motivazione/Commenti</w:t>
            </w:r>
          </w:p>
        </w:tc>
      </w:tr>
      <w:tr w:rsidR="00654580" w:rsidRPr="001F58AD" w14:paraId="7ACDC182" w14:textId="77777777" w:rsidTr="00114ADB">
        <w:tc>
          <w:tcPr>
            <w:tcW w:w="5319" w:type="dxa"/>
          </w:tcPr>
          <w:p w14:paraId="56DE682C" w14:textId="77777777" w:rsidR="00654580" w:rsidRPr="001F58AD" w:rsidRDefault="00654580" w:rsidP="00114ADB">
            <w:pPr>
              <w:rPr>
                <w:sz w:val="20"/>
                <w:lang w:val="it-IT"/>
              </w:rPr>
            </w:pPr>
            <w:r w:rsidRPr="001F58AD">
              <w:rPr>
                <w:sz w:val="20"/>
                <w:lang w:val="it-IT"/>
              </w:rPr>
              <w:t>…</w:t>
            </w:r>
          </w:p>
        </w:tc>
        <w:tc>
          <w:tcPr>
            <w:tcW w:w="891" w:type="dxa"/>
          </w:tcPr>
          <w:p w14:paraId="2D4F3D46" w14:textId="77777777" w:rsidR="00654580" w:rsidRPr="001F58AD" w:rsidRDefault="00654580" w:rsidP="00114ADB">
            <w:pPr>
              <w:jc w:val="center"/>
              <w:rPr>
                <w:sz w:val="20"/>
                <w:lang w:val="it-IT"/>
              </w:rPr>
            </w:pPr>
          </w:p>
        </w:tc>
        <w:tc>
          <w:tcPr>
            <w:tcW w:w="3216" w:type="dxa"/>
          </w:tcPr>
          <w:p w14:paraId="53EE5F60" w14:textId="77777777" w:rsidR="00654580" w:rsidRPr="001F58AD" w:rsidRDefault="00654580" w:rsidP="00114ADB">
            <w:pPr>
              <w:rPr>
                <w:sz w:val="20"/>
                <w:lang w:val="it-IT"/>
              </w:rPr>
            </w:pPr>
          </w:p>
        </w:tc>
      </w:tr>
      <w:tr w:rsidR="00654580" w:rsidRPr="001F58AD" w14:paraId="207178BD" w14:textId="77777777" w:rsidTr="00114ADB">
        <w:tc>
          <w:tcPr>
            <w:tcW w:w="5319" w:type="dxa"/>
          </w:tcPr>
          <w:p w14:paraId="42859E0C" w14:textId="77777777" w:rsidR="00654580" w:rsidRPr="001F58AD" w:rsidRDefault="00654580" w:rsidP="00114ADB">
            <w:pPr>
              <w:pStyle w:val="TextZelle"/>
              <w:rPr>
                <w:color w:val="000000"/>
                <w:sz w:val="20"/>
                <w:lang w:val="it-IT"/>
              </w:rPr>
            </w:pPr>
            <w:r w:rsidRPr="001F58AD">
              <w:rPr>
                <w:color w:val="000000"/>
                <w:sz w:val="20"/>
                <w:lang w:val="it-IT"/>
              </w:rPr>
              <w:lastRenderedPageBreak/>
              <w:t>…</w:t>
            </w:r>
          </w:p>
        </w:tc>
        <w:tc>
          <w:tcPr>
            <w:tcW w:w="891" w:type="dxa"/>
          </w:tcPr>
          <w:p w14:paraId="1B0D1C16" w14:textId="77777777" w:rsidR="00654580" w:rsidRPr="001F58AD" w:rsidRDefault="00654580" w:rsidP="00114ADB">
            <w:pPr>
              <w:pStyle w:val="TextZelle"/>
              <w:jc w:val="center"/>
              <w:rPr>
                <w:color w:val="000000"/>
                <w:sz w:val="20"/>
                <w:lang w:val="it-IT"/>
              </w:rPr>
            </w:pPr>
          </w:p>
        </w:tc>
        <w:tc>
          <w:tcPr>
            <w:tcW w:w="3216" w:type="dxa"/>
          </w:tcPr>
          <w:p w14:paraId="60FB36C8" w14:textId="77777777" w:rsidR="00654580" w:rsidRPr="001F58AD" w:rsidRDefault="00654580" w:rsidP="00114ADB">
            <w:pPr>
              <w:pStyle w:val="TextZelle"/>
              <w:rPr>
                <w:color w:val="000000"/>
                <w:sz w:val="20"/>
                <w:lang w:val="it-IT"/>
              </w:rPr>
            </w:pPr>
          </w:p>
        </w:tc>
      </w:tr>
      <w:tr w:rsidR="00654580" w:rsidRPr="001F58AD" w14:paraId="51B0C9F8" w14:textId="77777777" w:rsidTr="00114ADB">
        <w:tc>
          <w:tcPr>
            <w:tcW w:w="5319" w:type="dxa"/>
          </w:tcPr>
          <w:p w14:paraId="3C31BB95" w14:textId="77777777" w:rsidR="00654580" w:rsidRPr="001F58AD" w:rsidRDefault="00654580" w:rsidP="00114ADB">
            <w:pPr>
              <w:pStyle w:val="TextZelle"/>
              <w:rPr>
                <w:color w:val="000000"/>
                <w:sz w:val="20"/>
                <w:lang w:val="it-IT"/>
              </w:rPr>
            </w:pPr>
            <w:r w:rsidRPr="001F58AD">
              <w:rPr>
                <w:color w:val="000000"/>
                <w:sz w:val="20"/>
                <w:lang w:val="it-IT"/>
              </w:rPr>
              <w:t>…</w:t>
            </w:r>
          </w:p>
        </w:tc>
        <w:tc>
          <w:tcPr>
            <w:tcW w:w="891" w:type="dxa"/>
          </w:tcPr>
          <w:p w14:paraId="5AF6238F" w14:textId="77777777" w:rsidR="00654580" w:rsidRPr="001F58AD" w:rsidRDefault="00654580" w:rsidP="00114ADB">
            <w:pPr>
              <w:pStyle w:val="TextZelle"/>
              <w:jc w:val="center"/>
              <w:rPr>
                <w:color w:val="000000"/>
                <w:sz w:val="20"/>
                <w:lang w:val="it-IT"/>
              </w:rPr>
            </w:pPr>
          </w:p>
        </w:tc>
        <w:tc>
          <w:tcPr>
            <w:tcW w:w="3216" w:type="dxa"/>
          </w:tcPr>
          <w:p w14:paraId="2FBF1C63" w14:textId="77777777" w:rsidR="00654580" w:rsidRPr="001F58AD" w:rsidRDefault="00654580" w:rsidP="00114ADB">
            <w:pPr>
              <w:pStyle w:val="TextZelle"/>
              <w:rPr>
                <w:color w:val="000000"/>
                <w:sz w:val="20"/>
                <w:lang w:val="it-IT"/>
              </w:rPr>
            </w:pPr>
          </w:p>
        </w:tc>
      </w:tr>
      <w:tr w:rsidR="00654580" w:rsidRPr="001F58AD" w14:paraId="015F6A10" w14:textId="77777777" w:rsidTr="00114ADB">
        <w:tc>
          <w:tcPr>
            <w:tcW w:w="5319" w:type="dxa"/>
            <w:shd w:val="clear" w:color="auto" w:fill="F2F2F2"/>
          </w:tcPr>
          <w:p w14:paraId="06411E4B" w14:textId="77777777" w:rsidR="00654580" w:rsidRPr="001F58AD" w:rsidRDefault="00654580" w:rsidP="00114ADB">
            <w:pPr>
              <w:pStyle w:val="TextZelle"/>
              <w:rPr>
                <w:color w:val="000000"/>
                <w:sz w:val="20"/>
                <w:lang w:val="it-IT"/>
              </w:rPr>
            </w:pPr>
            <w:r w:rsidRPr="001F58AD">
              <w:rPr>
                <w:color w:val="000000"/>
                <w:sz w:val="20"/>
                <w:lang w:val="it-IT"/>
              </w:rPr>
              <w:t>…</w:t>
            </w:r>
          </w:p>
        </w:tc>
        <w:tc>
          <w:tcPr>
            <w:tcW w:w="891" w:type="dxa"/>
            <w:shd w:val="clear" w:color="auto" w:fill="F2F2F2"/>
          </w:tcPr>
          <w:p w14:paraId="0B33C5A4" w14:textId="77777777" w:rsidR="00654580" w:rsidRPr="001F58AD" w:rsidRDefault="00654580" w:rsidP="00114ADB">
            <w:pPr>
              <w:pStyle w:val="TextZelle"/>
              <w:jc w:val="center"/>
              <w:rPr>
                <w:color w:val="000000"/>
                <w:sz w:val="20"/>
                <w:lang w:val="it-IT"/>
              </w:rPr>
            </w:pPr>
          </w:p>
        </w:tc>
        <w:tc>
          <w:tcPr>
            <w:tcW w:w="3216" w:type="dxa"/>
            <w:shd w:val="clear" w:color="auto" w:fill="F2F2F2"/>
          </w:tcPr>
          <w:p w14:paraId="5C31E65D" w14:textId="77777777" w:rsidR="00654580" w:rsidRPr="001F58AD" w:rsidRDefault="00654580" w:rsidP="00114ADB">
            <w:pPr>
              <w:pStyle w:val="TextZelle"/>
              <w:rPr>
                <w:color w:val="000000"/>
                <w:sz w:val="20"/>
                <w:lang w:val="it-IT"/>
              </w:rPr>
            </w:pPr>
          </w:p>
        </w:tc>
      </w:tr>
      <w:tr w:rsidR="00654580" w:rsidRPr="001F58AD" w14:paraId="3FB2F94F" w14:textId="77777777" w:rsidTr="00114ADB">
        <w:tc>
          <w:tcPr>
            <w:tcW w:w="5319" w:type="dxa"/>
          </w:tcPr>
          <w:p w14:paraId="447486FC" w14:textId="77777777" w:rsidR="00654580" w:rsidRPr="001F58AD" w:rsidRDefault="00654580" w:rsidP="00114ADB">
            <w:pPr>
              <w:rPr>
                <w:sz w:val="20"/>
                <w:lang w:val="it-IT"/>
              </w:rPr>
            </w:pPr>
            <w:r w:rsidRPr="001F58AD">
              <w:rPr>
                <w:sz w:val="20"/>
                <w:lang w:val="it-IT"/>
              </w:rPr>
              <w:t>…</w:t>
            </w:r>
          </w:p>
        </w:tc>
        <w:tc>
          <w:tcPr>
            <w:tcW w:w="891" w:type="dxa"/>
          </w:tcPr>
          <w:p w14:paraId="456B3A9A" w14:textId="77777777" w:rsidR="00654580" w:rsidRPr="001F58AD" w:rsidRDefault="00654580" w:rsidP="00114ADB">
            <w:pPr>
              <w:jc w:val="center"/>
              <w:rPr>
                <w:sz w:val="20"/>
                <w:lang w:val="it-IT"/>
              </w:rPr>
            </w:pPr>
          </w:p>
        </w:tc>
        <w:tc>
          <w:tcPr>
            <w:tcW w:w="3216" w:type="dxa"/>
          </w:tcPr>
          <w:p w14:paraId="3DB40F12" w14:textId="77777777" w:rsidR="00654580" w:rsidRPr="001F58AD" w:rsidRDefault="00654580" w:rsidP="00114ADB">
            <w:pPr>
              <w:rPr>
                <w:sz w:val="20"/>
                <w:lang w:val="it-IT"/>
              </w:rPr>
            </w:pPr>
          </w:p>
        </w:tc>
      </w:tr>
      <w:tr w:rsidR="00654580" w:rsidRPr="001F58AD" w14:paraId="41F2AF00" w14:textId="77777777" w:rsidTr="00114ADB">
        <w:tc>
          <w:tcPr>
            <w:tcW w:w="5319" w:type="dxa"/>
          </w:tcPr>
          <w:p w14:paraId="50132863" w14:textId="77777777" w:rsidR="00654580" w:rsidRPr="001F58AD" w:rsidRDefault="00654580" w:rsidP="00114ADB">
            <w:pPr>
              <w:pStyle w:val="TextZelle"/>
              <w:rPr>
                <w:color w:val="000000"/>
                <w:sz w:val="20"/>
                <w:lang w:val="it-IT"/>
              </w:rPr>
            </w:pPr>
            <w:r w:rsidRPr="001F58AD">
              <w:rPr>
                <w:color w:val="000000"/>
                <w:sz w:val="20"/>
                <w:lang w:val="it-IT"/>
              </w:rPr>
              <w:t>…</w:t>
            </w:r>
          </w:p>
        </w:tc>
        <w:tc>
          <w:tcPr>
            <w:tcW w:w="891" w:type="dxa"/>
          </w:tcPr>
          <w:p w14:paraId="0A012BE5" w14:textId="77777777" w:rsidR="00654580" w:rsidRPr="001F58AD" w:rsidRDefault="00654580" w:rsidP="00114ADB">
            <w:pPr>
              <w:pStyle w:val="TextZelle"/>
              <w:jc w:val="center"/>
              <w:rPr>
                <w:color w:val="000000"/>
                <w:sz w:val="20"/>
                <w:lang w:val="it-IT"/>
              </w:rPr>
            </w:pPr>
          </w:p>
        </w:tc>
        <w:tc>
          <w:tcPr>
            <w:tcW w:w="3216" w:type="dxa"/>
          </w:tcPr>
          <w:p w14:paraId="69FDA011" w14:textId="77777777" w:rsidR="00654580" w:rsidRPr="001F58AD" w:rsidRDefault="00654580" w:rsidP="00114ADB">
            <w:pPr>
              <w:pStyle w:val="TextZelle"/>
              <w:rPr>
                <w:color w:val="000000"/>
                <w:sz w:val="20"/>
                <w:lang w:val="it-IT"/>
              </w:rPr>
            </w:pPr>
          </w:p>
        </w:tc>
      </w:tr>
      <w:tr w:rsidR="00654580" w:rsidRPr="001F58AD" w14:paraId="576B82CE" w14:textId="77777777" w:rsidTr="00114ADB">
        <w:tc>
          <w:tcPr>
            <w:tcW w:w="5319" w:type="dxa"/>
          </w:tcPr>
          <w:p w14:paraId="16307263" w14:textId="77777777" w:rsidR="00654580" w:rsidRPr="001F58AD" w:rsidRDefault="00654580" w:rsidP="00114ADB">
            <w:pPr>
              <w:pStyle w:val="TextZelle"/>
              <w:rPr>
                <w:color w:val="000000"/>
                <w:sz w:val="20"/>
                <w:lang w:val="it-IT"/>
              </w:rPr>
            </w:pPr>
            <w:r w:rsidRPr="001F58AD">
              <w:rPr>
                <w:color w:val="000000"/>
                <w:sz w:val="20"/>
                <w:lang w:val="it-IT"/>
              </w:rPr>
              <w:t>…</w:t>
            </w:r>
          </w:p>
        </w:tc>
        <w:tc>
          <w:tcPr>
            <w:tcW w:w="891" w:type="dxa"/>
          </w:tcPr>
          <w:p w14:paraId="5BA0FC35" w14:textId="77777777" w:rsidR="00654580" w:rsidRPr="001F58AD" w:rsidRDefault="00654580" w:rsidP="00114ADB">
            <w:pPr>
              <w:pStyle w:val="TextZelle"/>
              <w:jc w:val="center"/>
              <w:rPr>
                <w:color w:val="000000"/>
                <w:sz w:val="20"/>
                <w:lang w:val="it-IT"/>
              </w:rPr>
            </w:pPr>
          </w:p>
        </w:tc>
        <w:tc>
          <w:tcPr>
            <w:tcW w:w="3216" w:type="dxa"/>
          </w:tcPr>
          <w:p w14:paraId="49F85897" w14:textId="77777777" w:rsidR="00654580" w:rsidRPr="001F58AD" w:rsidRDefault="00654580" w:rsidP="00114ADB">
            <w:pPr>
              <w:pStyle w:val="TextZelle"/>
              <w:rPr>
                <w:color w:val="000000"/>
                <w:sz w:val="20"/>
                <w:lang w:val="it-IT"/>
              </w:rPr>
            </w:pPr>
          </w:p>
        </w:tc>
      </w:tr>
      <w:tr w:rsidR="00654580" w:rsidRPr="001F58AD" w14:paraId="2A87706E" w14:textId="77777777" w:rsidTr="00114ADB">
        <w:tc>
          <w:tcPr>
            <w:tcW w:w="5319" w:type="dxa"/>
            <w:shd w:val="clear" w:color="auto" w:fill="F2F2F2"/>
          </w:tcPr>
          <w:p w14:paraId="5285EC88" w14:textId="77777777" w:rsidR="00654580" w:rsidRPr="001F58AD" w:rsidRDefault="00654580" w:rsidP="00114ADB">
            <w:pPr>
              <w:pStyle w:val="TextZelle"/>
              <w:rPr>
                <w:color w:val="000000"/>
                <w:sz w:val="20"/>
                <w:lang w:val="it-IT"/>
              </w:rPr>
            </w:pPr>
            <w:r w:rsidRPr="001F58AD">
              <w:rPr>
                <w:color w:val="000000"/>
                <w:sz w:val="20"/>
                <w:lang w:val="it-IT"/>
              </w:rPr>
              <w:t>…</w:t>
            </w:r>
          </w:p>
        </w:tc>
        <w:tc>
          <w:tcPr>
            <w:tcW w:w="891" w:type="dxa"/>
            <w:shd w:val="clear" w:color="auto" w:fill="F2F2F2"/>
          </w:tcPr>
          <w:p w14:paraId="76CFF31F" w14:textId="77777777" w:rsidR="00654580" w:rsidRPr="001F58AD" w:rsidRDefault="00654580" w:rsidP="00114ADB">
            <w:pPr>
              <w:pStyle w:val="TextZelle"/>
              <w:jc w:val="center"/>
              <w:rPr>
                <w:color w:val="000000"/>
                <w:sz w:val="20"/>
                <w:lang w:val="it-IT"/>
              </w:rPr>
            </w:pPr>
          </w:p>
        </w:tc>
        <w:tc>
          <w:tcPr>
            <w:tcW w:w="3216" w:type="dxa"/>
            <w:shd w:val="clear" w:color="auto" w:fill="F2F2F2"/>
          </w:tcPr>
          <w:p w14:paraId="22AEE4AC" w14:textId="77777777" w:rsidR="00654580" w:rsidRPr="001F58AD" w:rsidRDefault="00654580" w:rsidP="00114ADB">
            <w:pPr>
              <w:pStyle w:val="TextZelle"/>
              <w:rPr>
                <w:color w:val="000000"/>
                <w:sz w:val="20"/>
                <w:lang w:val="it-IT"/>
              </w:rPr>
            </w:pPr>
          </w:p>
        </w:tc>
      </w:tr>
      <w:tr w:rsidR="00654580" w:rsidRPr="001F58AD" w14:paraId="7BEBEC45" w14:textId="77777777" w:rsidTr="00114ADB">
        <w:tc>
          <w:tcPr>
            <w:tcW w:w="5319" w:type="dxa"/>
          </w:tcPr>
          <w:p w14:paraId="28F0EC8D" w14:textId="77777777" w:rsidR="00654580" w:rsidRPr="001F58AD" w:rsidRDefault="00654580" w:rsidP="00114ADB">
            <w:pPr>
              <w:rPr>
                <w:sz w:val="20"/>
                <w:lang w:val="it-IT"/>
              </w:rPr>
            </w:pPr>
            <w:r w:rsidRPr="001F58AD">
              <w:rPr>
                <w:sz w:val="20"/>
                <w:lang w:val="it-IT"/>
              </w:rPr>
              <w:t>…</w:t>
            </w:r>
          </w:p>
        </w:tc>
        <w:tc>
          <w:tcPr>
            <w:tcW w:w="891" w:type="dxa"/>
          </w:tcPr>
          <w:p w14:paraId="3DAFA6BA" w14:textId="77777777" w:rsidR="00654580" w:rsidRPr="001F58AD" w:rsidRDefault="00654580" w:rsidP="00114ADB">
            <w:pPr>
              <w:jc w:val="center"/>
              <w:rPr>
                <w:sz w:val="20"/>
                <w:lang w:val="it-IT"/>
              </w:rPr>
            </w:pPr>
          </w:p>
        </w:tc>
        <w:tc>
          <w:tcPr>
            <w:tcW w:w="3216" w:type="dxa"/>
          </w:tcPr>
          <w:p w14:paraId="169C0EAE" w14:textId="77777777" w:rsidR="00654580" w:rsidRPr="001F58AD" w:rsidRDefault="00654580" w:rsidP="00114ADB">
            <w:pPr>
              <w:rPr>
                <w:sz w:val="20"/>
                <w:lang w:val="it-IT"/>
              </w:rPr>
            </w:pPr>
          </w:p>
        </w:tc>
      </w:tr>
      <w:tr w:rsidR="00654580" w:rsidRPr="001F58AD" w14:paraId="5EEA1B11" w14:textId="77777777" w:rsidTr="00114ADB">
        <w:tc>
          <w:tcPr>
            <w:tcW w:w="5319" w:type="dxa"/>
          </w:tcPr>
          <w:p w14:paraId="24D402B6" w14:textId="77777777" w:rsidR="00654580" w:rsidRPr="001F58AD" w:rsidRDefault="00654580" w:rsidP="00114ADB">
            <w:pPr>
              <w:pStyle w:val="TextZelle"/>
              <w:rPr>
                <w:color w:val="000000"/>
                <w:sz w:val="20"/>
                <w:lang w:val="it-IT"/>
              </w:rPr>
            </w:pPr>
            <w:r w:rsidRPr="001F58AD">
              <w:rPr>
                <w:color w:val="000000"/>
                <w:sz w:val="20"/>
                <w:lang w:val="it-IT"/>
              </w:rPr>
              <w:t>…</w:t>
            </w:r>
          </w:p>
        </w:tc>
        <w:tc>
          <w:tcPr>
            <w:tcW w:w="891" w:type="dxa"/>
          </w:tcPr>
          <w:p w14:paraId="7478CC77" w14:textId="77777777" w:rsidR="00654580" w:rsidRPr="001F58AD" w:rsidRDefault="00654580" w:rsidP="00114ADB">
            <w:pPr>
              <w:pStyle w:val="TextZelle"/>
              <w:jc w:val="center"/>
              <w:rPr>
                <w:color w:val="000000"/>
                <w:sz w:val="20"/>
                <w:lang w:val="it-IT"/>
              </w:rPr>
            </w:pPr>
          </w:p>
        </w:tc>
        <w:tc>
          <w:tcPr>
            <w:tcW w:w="3216" w:type="dxa"/>
          </w:tcPr>
          <w:p w14:paraId="5948F4F4" w14:textId="77777777" w:rsidR="00654580" w:rsidRPr="001F58AD" w:rsidRDefault="00654580" w:rsidP="00114ADB">
            <w:pPr>
              <w:pStyle w:val="TextZelle"/>
              <w:rPr>
                <w:color w:val="000000"/>
                <w:sz w:val="20"/>
                <w:lang w:val="it-IT"/>
              </w:rPr>
            </w:pPr>
          </w:p>
        </w:tc>
      </w:tr>
      <w:tr w:rsidR="00654580" w:rsidRPr="001F58AD" w14:paraId="37AAF41C" w14:textId="77777777" w:rsidTr="00114ADB">
        <w:tc>
          <w:tcPr>
            <w:tcW w:w="5319" w:type="dxa"/>
          </w:tcPr>
          <w:p w14:paraId="561D40A1" w14:textId="77777777" w:rsidR="00654580" w:rsidRPr="001F58AD" w:rsidRDefault="00654580" w:rsidP="00114ADB">
            <w:pPr>
              <w:pStyle w:val="TextZelle"/>
              <w:rPr>
                <w:color w:val="000000"/>
                <w:sz w:val="20"/>
                <w:lang w:val="it-IT"/>
              </w:rPr>
            </w:pPr>
            <w:r w:rsidRPr="001F58AD">
              <w:rPr>
                <w:color w:val="000000"/>
                <w:sz w:val="20"/>
                <w:lang w:val="it-IT"/>
              </w:rPr>
              <w:t>…</w:t>
            </w:r>
          </w:p>
        </w:tc>
        <w:tc>
          <w:tcPr>
            <w:tcW w:w="891" w:type="dxa"/>
          </w:tcPr>
          <w:p w14:paraId="3B453814" w14:textId="77777777" w:rsidR="00654580" w:rsidRPr="001F58AD" w:rsidRDefault="00654580" w:rsidP="00114ADB">
            <w:pPr>
              <w:pStyle w:val="TextZelle"/>
              <w:jc w:val="center"/>
              <w:rPr>
                <w:color w:val="000000"/>
                <w:sz w:val="20"/>
                <w:lang w:val="it-IT"/>
              </w:rPr>
            </w:pPr>
          </w:p>
        </w:tc>
        <w:tc>
          <w:tcPr>
            <w:tcW w:w="3216" w:type="dxa"/>
          </w:tcPr>
          <w:p w14:paraId="69853E11" w14:textId="77777777" w:rsidR="00654580" w:rsidRPr="001F58AD" w:rsidRDefault="00654580" w:rsidP="00114ADB">
            <w:pPr>
              <w:pStyle w:val="TextZelle"/>
              <w:rPr>
                <w:color w:val="000000"/>
                <w:sz w:val="20"/>
                <w:lang w:val="it-IT"/>
              </w:rPr>
            </w:pPr>
          </w:p>
        </w:tc>
      </w:tr>
    </w:tbl>
    <w:p w14:paraId="2CEE8FF6" w14:textId="5FEC2DC6" w:rsidR="00654580" w:rsidRPr="001F58AD" w:rsidRDefault="00654580" w:rsidP="005D470F">
      <w:pPr>
        <w:pStyle w:val="berschrift2"/>
      </w:pPr>
      <w:r w:rsidRPr="001F58AD">
        <w:t xml:space="preserve">Altri risultati </w:t>
      </w:r>
    </w:p>
    <w:p w14:paraId="57159992" w14:textId="77777777" w:rsidR="00654580" w:rsidRPr="001F58AD" w:rsidRDefault="00654580" w:rsidP="00654580">
      <w:pPr>
        <w:spacing w:after="240"/>
        <w:rPr>
          <w:lang w:val="it-IT"/>
        </w:rPr>
      </w:pPr>
      <w:r w:rsidRPr="001F58AD">
        <w:rPr>
          <w:lang w:val="it-IT"/>
        </w:rPr>
        <w:t>…</w:t>
      </w:r>
    </w:p>
    <w:p w14:paraId="72B161A2" w14:textId="29EB42B6" w:rsidR="00654580" w:rsidRPr="001F58AD" w:rsidRDefault="00654580" w:rsidP="005D470F">
      <w:pPr>
        <w:pStyle w:val="berschrift2"/>
      </w:pPr>
      <w:r w:rsidRPr="001F58AD">
        <w:t>Continuità</w:t>
      </w:r>
    </w:p>
    <w:p w14:paraId="19FB7DC3" w14:textId="77777777" w:rsidR="00654580" w:rsidRPr="001F58AD" w:rsidRDefault="00654580" w:rsidP="00654580">
      <w:pPr>
        <w:spacing w:after="240"/>
        <w:rPr>
          <w:lang w:val="it-IT"/>
        </w:rPr>
      </w:pPr>
      <w:r w:rsidRPr="001F58AD">
        <w:rPr>
          <w:lang w:val="it-IT"/>
        </w:rPr>
        <w:t>…</w:t>
      </w:r>
    </w:p>
    <w:p w14:paraId="601469B2" w14:textId="60F54CAB" w:rsidR="00654580" w:rsidRPr="001F58AD" w:rsidRDefault="00654580" w:rsidP="005D470F">
      <w:pPr>
        <w:pStyle w:val="berschrift2"/>
      </w:pPr>
      <w:r w:rsidRPr="001F58AD">
        <w:t xml:space="preserve">Valorizzazione </w:t>
      </w:r>
    </w:p>
    <w:p w14:paraId="0A27B2ED" w14:textId="77777777" w:rsidR="00654580" w:rsidRPr="001F58AD" w:rsidRDefault="00654580" w:rsidP="00654580">
      <w:pPr>
        <w:spacing w:after="240"/>
        <w:rPr>
          <w:lang w:val="it-IT"/>
        </w:rPr>
      </w:pPr>
      <w:r w:rsidRPr="001F58AD">
        <w:rPr>
          <w:lang w:val="it-IT"/>
        </w:rPr>
        <w:t>…</w:t>
      </w:r>
    </w:p>
    <w:p w14:paraId="3007D8BC" w14:textId="52283758" w:rsidR="00654580" w:rsidRPr="001F58AD" w:rsidRDefault="00654580" w:rsidP="005D470F">
      <w:pPr>
        <w:pStyle w:val="berschrift2"/>
      </w:pPr>
      <w:r w:rsidRPr="001F58AD">
        <w:t>Consuntivo</w:t>
      </w:r>
    </w:p>
    <w:p w14:paraId="340F70F5" w14:textId="2A55530F" w:rsidR="004F0998" w:rsidRPr="001F58AD" w:rsidRDefault="004F0998" w:rsidP="004F0998">
      <w:pPr>
        <w:spacing w:after="240"/>
        <w:rPr>
          <w:lang w:val="it-IT"/>
        </w:rPr>
      </w:pPr>
      <w:r w:rsidRPr="001F58AD">
        <w:rPr>
          <w:lang w:val="it-IT"/>
        </w:rPr>
        <w:t>…</w:t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28"/>
        <w:gridCol w:w="1393"/>
        <w:gridCol w:w="1405"/>
      </w:tblGrid>
      <w:tr w:rsidR="004F0998" w:rsidRPr="001F58AD" w14:paraId="3699D6F2" w14:textId="77777777" w:rsidTr="00114ADB">
        <w:tc>
          <w:tcPr>
            <w:tcW w:w="6628" w:type="dxa"/>
            <w:shd w:val="clear" w:color="auto" w:fill="auto"/>
          </w:tcPr>
          <w:p w14:paraId="0EF3EA8B" w14:textId="77777777" w:rsidR="004F0998" w:rsidRPr="001F58AD" w:rsidRDefault="004F0998" w:rsidP="00114ADB">
            <w:pPr>
              <w:pStyle w:val="TextZelle"/>
              <w:rPr>
                <w:color w:val="000000"/>
                <w:sz w:val="20"/>
                <w:lang w:val="it-IT"/>
              </w:rPr>
            </w:pPr>
          </w:p>
        </w:tc>
        <w:tc>
          <w:tcPr>
            <w:tcW w:w="1393" w:type="dxa"/>
            <w:shd w:val="clear" w:color="auto" w:fill="auto"/>
          </w:tcPr>
          <w:p w14:paraId="3E798F11" w14:textId="77777777" w:rsidR="004F0998" w:rsidRPr="001F58AD" w:rsidRDefault="004F0998" w:rsidP="00114ADB">
            <w:pPr>
              <w:pStyle w:val="TextZelle"/>
              <w:rPr>
                <w:color w:val="000000"/>
                <w:sz w:val="20"/>
                <w:lang w:val="it-IT"/>
              </w:rPr>
            </w:pPr>
            <w:r w:rsidRPr="001F58AD">
              <w:rPr>
                <w:color w:val="000000"/>
                <w:sz w:val="20"/>
                <w:lang w:val="it-IT"/>
              </w:rPr>
              <w:t>a bilancio</w:t>
            </w:r>
          </w:p>
        </w:tc>
        <w:tc>
          <w:tcPr>
            <w:tcW w:w="1405" w:type="dxa"/>
            <w:shd w:val="clear" w:color="auto" w:fill="auto"/>
          </w:tcPr>
          <w:p w14:paraId="58725E55" w14:textId="77777777" w:rsidR="004F0998" w:rsidRPr="001F58AD" w:rsidRDefault="004F0998" w:rsidP="00114ADB">
            <w:pPr>
              <w:pStyle w:val="TextZelle"/>
              <w:rPr>
                <w:color w:val="000000"/>
                <w:sz w:val="20"/>
                <w:lang w:val="it-IT"/>
              </w:rPr>
            </w:pPr>
            <w:r w:rsidRPr="001F58AD">
              <w:rPr>
                <w:color w:val="000000"/>
                <w:sz w:val="20"/>
                <w:lang w:val="it-IT"/>
              </w:rPr>
              <w:t>effettive</w:t>
            </w:r>
          </w:p>
        </w:tc>
      </w:tr>
      <w:tr w:rsidR="004F0998" w:rsidRPr="001F58AD" w14:paraId="51ABDC10" w14:textId="77777777" w:rsidTr="00114ADB">
        <w:tc>
          <w:tcPr>
            <w:tcW w:w="6628" w:type="dxa"/>
            <w:shd w:val="clear" w:color="auto" w:fill="EAEAEA"/>
          </w:tcPr>
          <w:p w14:paraId="46D7C340" w14:textId="77777777" w:rsidR="004F0998" w:rsidRPr="001F58AD" w:rsidRDefault="004F0998" w:rsidP="00114ADB">
            <w:pPr>
              <w:pStyle w:val="TextZelle"/>
              <w:rPr>
                <w:color w:val="000000"/>
                <w:sz w:val="20"/>
                <w:lang w:val="it-IT"/>
              </w:rPr>
            </w:pPr>
            <w:r w:rsidRPr="001F58AD">
              <w:rPr>
                <w:color w:val="000000"/>
                <w:sz w:val="20"/>
                <w:lang w:val="it-IT"/>
              </w:rPr>
              <w:t>Uscite</w:t>
            </w:r>
          </w:p>
        </w:tc>
        <w:tc>
          <w:tcPr>
            <w:tcW w:w="1393" w:type="dxa"/>
            <w:shd w:val="clear" w:color="auto" w:fill="EAEAEA"/>
          </w:tcPr>
          <w:p w14:paraId="5E6A5713" w14:textId="77777777" w:rsidR="004F0998" w:rsidRPr="001F58AD" w:rsidRDefault="004F0998" w:rsidP="00114ADB">
            <w:pPr>
              <w:pStyle w:val="TextZelle"/>
              <w:jc w:val="right"/>
              <w:rPr>
                <w:color w:val="000000"/>
                <w:sz w:val="20"/>
                <w:lang w:val="it-IT"/>
              </w:rPr>
            </w:pPr>
          </w:p>
        </w:tc>
        <w:tc>
          <w:tcPr>
            <w:tcW w:w="1405" w:type="dxa"/>
            <w:shd w:val="clear" w:color="auto" w:fill="EAEAEA"/>
          </w:tcPr>
          <w:p w14:paraId="309B522A" w14:textId="77777777" w:rsidR="004F0998" w:rsidRPr="001F58AD" w:rsidRDefault="004F0998" w:rsidP="00114ADB">
            <w:pPr>
              <w:pStyle w:val="TextZelle"/>
              <w:jc w:val="right"/>
              <w:rPr>
                <w:color w:val="000000"/>
                <w:sz w:val="20"/>
                <w:lang w:val="it-IT"/>
              </w:rPr>
            </w:pPr>
          </w:p>
        </w:tc>
      </w:tr>
      <w:tr w:rsidR="004F0998" w:rsidRPr="001F58AD" w14:paraId="2EEFE162" w14:textId="77777777" w:rsidTr="00114ADB">
        <w:tc>
          <w:tcPr>
            <w:tcW w:w="6628" w:type="dxa"/>
          </w:tcPr>
          <w:p w14:paraId="4926449A" w14:textId="77777777" w:rsidR="004F0998" w:rsidRPr="001F58AD" w:rsidRDefault="004F0998" w:rsidP="00114ADB">
            <w:pPr>
              <w:pStyle w:val="TextZelle"/>
              <w:rPr>
                <w:color w:val="000000"/>
                <w:sz w:val="20"/>
                <w:lang w:val="it-IT"/>
              </w:rPr>
            </w:pPr>
            <w:r w:rsidRPr="001F58AD">
              <w:rPr>
                <w:color w:val="000000"/>
                <w:sz w:val="20"/>
                <w:lang w:val="it-IT"/>
              </w:rPr>
              <w:t>…</w:t>
            </w:r>
          </w:p>
        </w:tc>
        <w:tc>
          <w:tcPr>
            <w:tcW w:w="1393" w:type="dxa"/>
          </w:tcPr>
          <w:p w14:paraId="5C22AC46" w14:textId="77777777" w:rsidR="004F0998" w:rsidRPr="001F58AD" w:rsidRDefault="004F0998" w:rsidP="00114ADB">
            <w:pPr>
              <w:pStyle w:val="TextZelle"/>
              <w:jc w:val="right"/>
              <w:rPr>
                <w:color w:val="000000"/>
                <w:sz w:val="20"/>
                <w:lang w:val="it-IT"/>
              </w:rPr>
            </w:pPr>
          </w:p>
        </w:tc>
        <w:tc>
          <w:tcPr>
            <w:tcW w:w="1405" w:type="dxa"/>
          </w:tcPr>
          <w:p w14:paraId="3937DB96" w14:textId="77777777" w:rsidR="004F0998" w:rsidRPr="001F58AD" w:rsidRDefault="004F0998" w:rsidP="00114ADB">
            <w:pPr>
              <w:pStyle w:val="TextZelle"/>
              <w:jc w:val="right"/>
              <w:rPr>
                <w:color w:val="000000"/>
                <w:sz w:val="20"/>
                <w:lang w:val="it-IT"/>
              </w:rPr>
            </w:pPr>
          </w:p>
        </w:tc>
      </w:tr>
      <w:tr w:rsidR="004F0998" w:rsidRPr="001F58AD" w14:paraId="576E3A7F" w14:textId="77777777" w:rsidTr="00114ADB">
        <w:tc>
          <w:tcPr>
            <w:tcW w:w="6628" w:type="dxa"/>
          </w:tcPr>
          <w:p w14:paraId="43A648EA" w14:textId="77777777" w:rsidR="004F0998" w:rsidRPr="001F58AD" w:rsidRDefault="004F0998" w:rsidP="00114ADB">
            <w:pPr>
              <w:pStyle w:val="TextZelle"/>
              <w:rPr>
                <w:color w:val="000000"/>
                <w:sz w:val="20"/>
                <w:lang w:val="it-IT"/>
              </w:rPr>
            </w:pPr>
            <w:r w:rsidRPr="001F58AD">
              <w:rPr>
                <w:color w:val="000000"/>
                <w:sz w:val="20"/>
                <w:lang w:val="it-IT"/>
              </w:rPr>
              <w:t>…</w:t>
            </w:r>
          </w:p>
        </w:tc>
        <w:tc>
          <w:tcPr>
            <w:tcW w:w="1393" w:type="dxa"/>
          </w:tcPr>
          <w:p w14:paraId="5D480A74" w14:textId="77777777" w:rsidR="004F0998" w:rsidRPr="001F58AD" w:rsidRDefault="004F0998" w:rsidP="00114ADB">
            <w:pPr>
              <w:pStyle w:val="TextZelle"/>
              <w:jc w:val="right"/>
              <w:rPr>
                <w:color w:val="000000"/>
                <w:sz w:val="20"/>
                <w:lang w:val="it-IT"/>
              </w:rPr>
            </w:pPr>
          </w:p>
        </w:tc>
        <w:tc>
          <w:tcPr>
            <w:tcW w:w="1405" w:type="dxa"/>
          </w:tcPr>
          <w:p w14:paraId="2FC5EEFD" w14:textId="77777777" w:rsidR="004F0998" w:rsidRPr="001F58AD" w:rsidRDefault="004F0998" w:rsidP="00114ADB">
            <w:pPr>
              <w:pStyle w:val="TextZelle"/>
              <w:jc w:val="right"/>
              <w:rPr>
                <w:color w:val="000000"/>
                <w:sz w:val="20"/>
                <w:lang w:val="it-IT"/>
              </w:rPr>
            </w:pPr>
          </w:p>
        </w:tc>
      </w:tr>
      <w:tr w:rsidR="004F0998" w:rsidRPr="001F58AD" w14:paraId="34D61E24" w14:textId="77777777" w:rsidTr="00114ADB">
        <w:tc>
          <w:tcPr>
            <w:tcW w:w="6628" w:type="dxa"/>
          </w:tcPr>
          <w:p w14:paraId="3AC70B21" w14:textId="77777777" w:rsidR="004F0998" w:rsidRPr="001F58AD" w:rsidRDefault="004F0998" w:rsidP="00114ADB">
            <w:pPr>
              <w:pStyle w:val="TextZelle"/>
              <w:rPr>
                <w:color w:val="000000"/>
                <w:sz w:val="20"/>
                <w:lang w:val="it-IT"/>
              </w:rPr>
            </w:pPr>
            <w:r w:rsidRPr="001F58AD">
              <w:rPr>
                <w:color w:val="000000"/>
                <w:sz w:val="20"/>
                <w:lang w:val="it-IT"/>
              </w:rPr>
              <w:t>…</w:t>
            </w:r>
          </w:p>
        </w:tc>
        <w:tc>
          <w:tcPr>
            <w:tcW w:w="1393" w:type="dxa"/>
          </w:tcPr>
          <w:p w14:paraId="0102C789" w14:textId="77777777" w:rsidR="004F0998" w:rsidRPr="001F58AD" w:rsidRDefault="004F0998" w:rsidP="00114ADB">
            <w:pPr>
              <w:pStyle w:val="TextZelle"/>
              <w:jc w:val="right"/>
              <w:rPr>
                <w:color w:val="000000"/>
                <w:sz w:val="20"/>
                <w:lang w:val="it-IT"/>
              </w:rPr>
            </w:pPr>
          </w:p>
        </w:tc>
        <w:tc>
          <w:tcPr>
            <w:tcW w:w="1405" w:type="dxa"/>
          </w:tcPr>
          <w:p w14:paraId="62AD7E60" w14:textId="77777777" w:rsidR="004F0998" w:rsidRPr="001F58AD" w:rsidRDefault="004F0998" w:rsidP="00114ADB">
            <w:pPr>
              <w:pStyle w:val="TextZelle"/>
              <w:jc w:val="right"/>
              <w:rPr>
                <w:color w:val="000000"/>
                <w:sz w:val="20"/>
                <w:lang w:val="it-IT"/>
              </w:rPr>
            </w:pPr>
          </w:p>
        </w:tc>
      </w:tr>
      <w:tr w:rsidR="004F0998" w:rsidRPr="001F58AD" w14:paraId="2B13FF2D" w14:textId="77777777" w:rsidTr="00114ADB">
        <w:tc>
          <w:tcPr>
            <w:tcW w:w="6628" w:type="dxa"/>
          </w:tcPr>
          <w:p w14:paraId="154F1449" w14:textId="77777777" w:rsidR="004F0998" w:rsidRPr="001F58AD" w:rsidRDefault="004F0998" w:rsidP="00114ADB">
            <w:pPr>
              <w:pStyle w:val="TextZelle"/>
              <w:rPr>
                <w:color w:val="000000"/>
                <w:sz w:val="20"/>
                <w:lang w:val="it-IT"/>
              </w:rPr>
            </w:pPr>
            <w:r w:rsidRPr="001F58AD">
              <w:rPr>
                <w:color w:val="000000"/>
                <w:sz w:val="20"/>
                <w:lang w:val="it-IT"/>
              </w:rPr>
              <w:t>…</w:t>
            </w:r>
          </w:p>
        </w:tc>
        <w:tc>
          <w:tcPr>
            <w:tcW w:w="1393" w:type="dxa"/>
          </w:tcPr>
          <w:p w14:paraId="15C9F9C2" w14:textId="77777777" w:rsidR="004F0998" w:rsidRPr="001F58AD" w:rsidRDefault="004F0998" w:rsidP="00114ADB">
            <w:pPr>
              <w:pStyle w:val="TextZelle"/>
              <w:jc w:val="right"/>
              <w:rPr>
                <w:color w:val="000000"/>
                <w:sz w:val="20"/>
                <w:lang w:val="it-IT"/>
              </w:rPr>
            </w:pPr>
          </w:p>
        </w:tc>
        <w:tc>
          <w:tcPr>
            <w:tcW w:w="1405" w:type="dxa"/>
          </w:tcPr>
          <w:p w14:paraId="007F34AA" w14:textId="77777777" w:rsidR="004F0998" w:rsidRPr="001F58AD" w:rsidRDefault="004F0998" w:rsidP="00114ADB">
            <w:pPr>
              <w:pStyle w:val="TextZelle"/>
              <w:jc w:val="right"/>
              <w:rPr>
                <w:color w:val="000000"/>
                <w:sz w:val="20"/>
                <w:lang w:val="it-IT"/>
              </w:rPr>
            </w:pPr>
          </w:p>
        </w:tc>
      </w:tr>
      <w:tr w:rsidR="004F0998" w:rsidRPr="001F58AD" w14:paraId="25F1D30A" w14:textId="77777777" w:rsidTr="00114ADB">
        <w:tc>
          <w:tcPr>
            <w:tcW w:w="6628" w:type="dxa"/>
            <w:shd w:val="clear" w:color="auto" w:fill="EAEAEA"/>
          </w:tcPr>
          <w:p w14:paraId="39313BA3" w14:textId="77777777" w:rsidR="004F0998" w:rsidRPr="001F58AD" w:rsidRDefault="004F0998" w:rsidP="00114ADB">
            <w:pPr>
              <w:pStyle w:val="TextZelle"/>
              <w:rPr>
                <w:color w:val="000000"/>
                <w:sz w:val="20"/>
                <w:lang w:val="it-IT"/>
              </w:rPr>
            </w:pPr>
            <w:r w:rsidRPr="001F58AD">
              <w:rPr>
                <w:color w:val="000000"/>
                <w:sz w:val="20"/>
                <w:lang w:val="it-IT"/>
              </w:rPr>
              <w:t>Entrate</w:t>
            </w:r>
          </w:p>
        </w:tc>
        <w:tc>
          <w:tcPr>
            <w:tcW w:w="1393" w:type="dxa"/>
            <w:shd w:val="clear" w:color="auto" w:fill="EAEAEA"/>
          </w:tcPr>
          <w:p w14:paraId="30C9BCD6" w14:textId="77777777" w:rsidR="004F0998" w:rsidRPr="001F58AD" w:rsidRDefault="004F0998" w:rsidP="00114ADB">
            <w:pPr>
              <w:pStyle w:val="TextZelle"/>
              <w:jc w:val="right"/>
              <w:rPr>
                <w:color w:val="000000"/>
                <w:sz w:val="20"/>
                <w:lang w:val="it-IT"/>
              </w:rPr>
            </w:pPr>
          </w:p>
        </w:tc>
        <w:tc>
          <w:tcPr>
            <w:tcW w:w="1405" w:type="dxa"/>
            <w:shd w:val="clear" w:color="auto" w:fill="EAEAEA"/>
          </w:tcPr>
          <w:p w14:paraId="465E2D04" w14:textId="77777777" w:rsidR="004F0998" w:rsidRPr="001F58AD" w:rsidRDefault="004F0998" w:rsidP="00114ADB">
            <w:pPr>
              <w:pStyle w:val="TextZelle"/>
              <w:jc w:val="right"/>
              <w:rPr>
                <w:color w:val="000000"/>
                <w:sz w:val="20"/>
                <w:lang w:val="it-IT"/>
              </w:rPr>
            </w:pPr>
          </w:p>
        </w:tc>
      </w:tr>
      <w:tr w:rsidR="004F0998" w:rsidRPr="001F58AD" w14:paraId="6F59FC23" w14:textId="77777777" w:rsidTr="00114ADB">
        <w:tc>
          <w:tcPr>
            <w:tcW w:w="6628" w:type="dxa"/>
          </w:tcPr>
          <w:p w14:paraId="4939DF47" w14:textId="77777777" w:rsidR="004F0998" w:rsidRPr="001F58AD" w:rsidRDefault="004F0998" w:rsidP="00114ADB">
            <w:pPr>
              <w:pStyle w:val="TextZelle"/>
              <w:rPr>
                <w:color w:val="000000"/>
                <w:sz w:val="20"/>
                <w:lang w:val="it-IT"/>
              </w:rPr>
            </w:pPr>
            <w:r w:rsidRPr="001F58AD">
              <w:rPr>
                <w:color w:val="000000"/>
                <w:sz w:val="20"/>
                <w:lang w:val="it-IT"/>
              </w:rPr>
              <w:t>…</w:t>
            </w:r>
          </w:p>
        </w:tc>
        <w:tc>
          <w:tcPr>
            <w:tcW w:w="1393" w:type="dxa"/>
          </w:tcPr>
          <w:p w14:paraId="4C378CEB" w14:textId="77777777" w:rsidR="004F0998" w:rsidRPr="001F58AD" w:rsidRDefault="004F0998" w:rsidP="00114ADB">
            <w:pPr>
              <w:pStyle w:val="TextZelle"/>
              <w:jc w:val="right"/>
              <w:rPr>
                <w:color w:val="000000"/>
                <w:sz w:val="20"/>
                <w:lang w:val="it-IT"/>
              </w:rPr>
            </w:pPr>
          </w:p>
        </w:tc>
        <w:tc>
          <w:tcPr>
            <w:tcW w:w="1405" w:type="dxa"/>
          </w:tcPr>
          <w:p w14:paraId="0A260351" w14:textId="77777777" w:rsidR="004F0998" w:rsidRPr="001F58AD" w:rsidRDefault="004F0998" w:rsidP="00114ADB">
            <w:pPr>
              <w:pStyle w:val="TextZelle"/>
              <w:jc w:val="right"/>
              <w:rPr>
                <w:color w:val="000000"/>
                <w:sz w:val="20"/>
                <w:lang w:val="it-IT"/>
              </w:rPr>
            </w:pPr>
          </w:p>
        </w:tc>
      </w:tr>
      <w:tr w:rsidR="004F0998" w:rsidRPr="001F58AD" w14:paraId="7B375165" w14:textId="77777777" w:rsidTr="00114ADB">
        <w:tc>
          <w:tcPr>
            <w:tcW w:w="6628" w:type="dxa"/>
          </w:tcPr>
          <w:p w14:paraId="6A2AB004" w14:textId="77777777" w:rsidR="004F0998" w:rsidRPr="001F58AD" w:rsidRDefault="004F0998" w:rsidP="00114ADB">
            <w:pPr>
              <w:pStyle w:val="TextZelle"/>
              <w:rPr>
                <w:color w:val="000000"/>
                <w:sz w:val="20"/>
                <w:lang w:val="it-IT"/>
              </w:rPr>
            </w:pPr>
            <w:r w:rsidRPr="001F58AD">
              <w:rPr>
                <w:color w:val="000000"/>
                <w:sz w:val="20"/>
                <w:lang w:val="it-IT"/>
              </w:rPr>
              <w:t>…</w:t>
            </w:r>
          </w:p>
        </w:tc>
        <w:tc>
          <w:tcPr>
            <w:tcW w:w="1393" w:type="dxa"/>
          </w:tcPr>
          <w:p w14:paraId="02AF797A" w14:textId="77777777" w:rsidR="004F0998" w:rsidRPr="001F58AD" w:rsidRDefault="004F0998" w:rsidP="00114ADB">
            <w:pPr>
              <w:pStyle w:val="TextZelle"/>
              <w:jc w:val="right"/>
              <w:rPr>
                <w:color w:val="000000"/>
                <w:sz w:val="20"/>
                <w:lang w:val="it-IT"/>
              </w:rPr>
            </w:pPr>
          </w:p>
        </w:tc>
        <w:tc>
          <w:tcPr>
            <w:tcW w:w="1405" w:type="dxa"/>
          </w:tcPr>
          <w:p w14:paraId="20D3DFA4" w14:textId="77777777" w:rsidR="004F0998" w:rsidRPr="001F58AD" w:rsidRDefault="004F0998" w:rsidP="00114ADB">
            <w:pPr>
              <w:pStyle w:val="TextZelle"/>
              <w:jc w:val="right"/>
              <w:rPr>
                <w:color w:val="000000"/>
                <w:sz w:val="20"/>
                <w:lang w:val="it-IT"/>
              </w:rPr>
            </w:pPr>
          </w:p>
        </w:tc>
      </w:tr>
      <w:tr w:rsidR="004F0998" w:rsidRPr="001F58AD" w14:paraId="7C60706D" w14:textId="77777777" w:rsidTr="00114ADB">
        <w:tc>
          <w:tcPr>
            <w:tcW w:w="6628" w:type="dxa"/>
          </w:tcPr>
          <w:p w14:paraId="143A9717" w14:textId="77777777" w:rsidR="004F0998" w:rsidRPr="001F58AD" w:rsidRDefault="004F0998" w:rsidP="00114ADB">
            <w:pPr>
              <w:pStyle w:val="TextZelle"/>
              <w:rPr>
                <w:color w:val="000000"/>
                <w:sz w:val="20"/>
                <w:lang w:val="it-IT"/>
              </w:rPr>
            </w:pPr>
            <w:r w:rsidRPr="001F58AD">
              <w:rPr>
                <w:color w:val="000000"/>
                <w:sz w:val="20"/>
                <w:lang w:val="it-IT"/>
              </w:rPr>
              <w:t>…</w:t>
            </w:r>
          </w:p>
        </w:tc>
        <w:tc>
          <w:tcPr>
            <w:tcW w:w="1393" w:type="dxa"/>
          </w:tcPr>
          <w:p w14:paraId="26C30986" w14:textId="77777777" w:rsidR="004F0998" w:rsidRPr="001F58AD" w:rsidRDefault="004F0998" w:rsidP="00114ADB">
            <w:pPr>
              <w:pStyle w:val="TextZelle"/>
              <w:jc w:val="right"/>
              <w:rPr>
                <w:color w:val="000000"/>
                <w:sz w:val="20"/>
                <w:lang w:val="it-IT"/>
              </w:rPr>
            </w:pPr>
          </w:p>
        </w:tc>
        <w:tc>
          <w:tcPr>
            <w:tcW w:w="1405" w:type="dxa"/>
          </w:tcPr>
          <w:p w14:paraId="23512E0D" w14:textId="77777777" w:rsidR="004F0998" w:rsidRPr="001F58AD" w:rsidRDefault="004F0998" w:rsidP="00114ADB">
            <w:pPr>
              <w:pStyle w:val="TextZelle"/>
              <w:jc w:val="right"/>
              <w:rPr>
                <w:color w:val="000000"/>
                <w:sz w:val="20"/>
                <w:lang w:val="it-IT"/>
              </w:rPr>
            </w:pPr>
          </w:p>
        </w:tc>
      </w:tr>
      <w:tr w:rsidR="004F0998" w:rsidRPr="001F58AD" w14:paraId="559B3EF6" w14:textId="77777777" w:rsidTr="00114ADB">
        <w:tc>
          <w:tcPr>
            <w:tcW w:w="6628" w:type="dxa"/>
            <w:tcBorders>
              <w:bottom w:val="single" w:sz="4" w:space="0" w:color="C0C0C0"/>
            </w:tcBorders>
          </w:tcPr>
          <w:p w14:paraId="1AC5FF49" w14:textId="77777777" w:rsidR="004F0998" w:rsidRPr="001F58AD" w:rsidRDefault="004F0998" w:rsidP="00114ADB">
            <w:pPr>
              <w:pStyle w:val="TextZelle"/>
              <w:rPr>
                <w:color w:val="000000"/>
                <w:sz w:val="20"/>
                <w:lang w:val="it-IT"/>
              </w:rPr>
            </w:pPr>
            <w:r w:rsidRPr="001F58AD">
              <w:rPr>
                <w:color w:val="000000"/>
                <w:sz w:val="20"/>
                <w:lang w:val="it-IT"/>
              </w:rPr>
              <w:t>…</w:t>
            </w:r>
          </w:p>
        </w:tc>
        <w:tc>
          <w:tcPr>
            <w:tcW w:w="1393" w:type="dxa"/>
            <w:tcBorders>
              <w:bottom w:val="single" w:sz="4" w:space="0" w:color="C0C0C0"/>
            </w:tcBorders>
          </w:tcPr>
          <w:p w14:paraId="38DF4666" w14:textId="77777777" w:rsidR="004F0998" w:rsidRPr="001F58AD" w:rsidRDefault="004F0998" w:rsidP="00114ADB">
            <w:pPr>
              <w:pStyle w:val="TextZelle"/>
              <w:jc w:val="right"/>
              <w:rPr>
                <w:color w:val="000000"/>
                <w:sz w:val="20"/>
                <w:lang w:val="it-IT"/>
              </w:rPr>
            </w:pPr>
          </w:p>
        </w:tc>
        <w:tc>
          <w:tcPr>
            <w:tcW w:w="1405" w:type="dxa"/>
            <w:tcBorders>
              <w:bottom w:val="single" w:sz="4" w:space="0" w:color="C0C0C0"/>
            </w:tcBorders>
          </w:tcPr>
          <w:p w14:paraId="689C7757" w14:textId="77777777" w:rsidR="004F0998" w:rsidRPr="001F58AD" w:rsidRDefault="004F0998" w:rsidP="00114ADB">
            <w:pPr>
              <w:pStyle w:val="TextZelle"/>
              <w:jc w:val="right"/>
              <w:rPr>
                <w:color w:val="000000"/>
                <w:sz w:val="20"/>
                <w:lang w:val="it-IT"/>
              </w:rPr>
            </w:pPr>
          </w:p>
        </w:tc>
      </w:tr>
      <w:tr w:rsidR="004F0998" w:rsidRPr="001F58AD" w14:paraId="6125260F" w14:textId="77777777" w:rsidTr="00114ADB">
        <w:tc>
          <w:tcPr>
            <w:tcW w:w="6628" w:type="dxa"/>
            <w:shd w:val="clear" w:color="auto" w:fill="E6E6E6"/>
          </w:tcPr>
          <w:p w14:paraId="3FCB54F5" w14:textId="77777777" w:rsidR="004F0998" w:rsidRPr="001F58AD" w:rsidRDefault="004F0998" w:rsidP="00114ADB">
            <w:pPr>
              <w:pStyle w:val="TextZelle"/>
              <w:rPr>
                <w:color w:val="000000"/>
                <w:sz w:val="20"/>
                <w:lang w:val="it-IT"/>
              </w:rPr>
            </w:pPr>
            <w:r w:rsidRPr="001F58AD">
              <w:rPr>
                <w:color w:val="000000"/>
                <w:sz w:val="20"/>
                <w:lang w:val="it-IT"/>
              </w:rPr>
              <w:t>Totale</w:t>
            </w:r>
          </w:p>
        </w:tc>
        <w:tc>
          <w:tcPr>
            <w:tcW w:w="1393" w:type="dxa"/>
            <w:shd w:val="clear" w:color="auto" w:fill="E6E6E6"/>
          </w:tcPr>
          <w:p w14:paraId="768722ED" w14:textId="77777777" w:rsidR="004F0998" w:rsidRPr="001F58AD" w:rsidRDefault="004F0998" w:rsidP="00114ADB">
            <w:pPr>
              <w:pStyle w:val="TextZelle"/>
              <w:jc w:val="right"/>
              <w:rPr>
                <w:color w:val="000000"/>
                <w:sz w:val="20"/>
                <w:lang w:val="it-IT"/>
              </w:rPr>
            </w:pPr>
          </w:p>
        </w:tc>
        <w:tc>
          <w:tcPr>
            <w:tcW w:w="1405" w:type="dxa"/>
            <w:shd w:val="clear" w:color="auto" w:fill="E6E6E6"/>
          </w:tcPr>
          <w:p w14:paraId="3953DBD4" w14:textId="77777777" w:rsidR="004F0998" w:rsidRPr="001F58AD" w:rsidRDefault="004F0998" w:rsidP="00114ADB">
            <w:pPr>
              <w:pStyle w:val="TextZelle"/>
              <w:jc w:val="right"/>
              <w:rPr>
                <w:color w:val="000000"/>
                <w:sz w:val="20"/>
                <w:lang w:val="it-IT"/>
              </w:rPr>
            </w:pPr>
          </w:p>
        </w:tc>
      </w:tr>
    </w:tbl>
    <w:p w14:paraId="34C66132" w14:textId="68C8E3AB" w:rsidR="00654580" w:rsidRPr="001F58AD" w:rsidRDefault="00654580" w:rsidP="005D470F">
      <w:pPr>
        <w:pStyle w:val="berschrift2"/>
      </w:pPr>
      <w:r w:rsidRPr="001F58AD">
        <w:t>Economicità</w:t>
      </w:r>
    </w:p>
    <w:p w14:paraId="398B838C" w14:textId="77777777" w:rsidR="00654580" w:rsidRPr="001F58AD" w:rsidRDefault="00654580" w:rsidP="00654580">
      <w:pPr>
        <w:spacing w:after="240"/>
        <w:rPr>
          <w:lang w:val="it-IT"/>
        </w:rPr>
      </w:pPr>
      <w:r w:rsidRPr="001F58AD">
        <w:rPr>
          <w:lang w:val="it-IT"/>
        </w:rPr>
        <w:t>…</w:t>
      </w:r>
    </w:p>
    <w:p w14:paraId="394A90F7" w14:textId="678B9010" w:rsidR="00CC6424" w:rsidRPr="001F58AD" w:rsidRDefault="00654580" w:rsidP="005D470F">
      <w:pPr>
        <w:pStyle w:val="berschrift1"/>
      </w:pPr>
      <w:r w:rsidRPr="001F58AD">
        <w:lastRenderedPageBreak/>
        <w:t>Conclusione e prospettive</w:t>
      </w:r>
    </w:p>
    <w:p w14:paraId="1A7622D3" w14:textId="4122C528" w:rsidR="00654580" w:rsidRPr="001F58AD" w:rsidRDefault="00654580" w:rsidP="005D470F">
      <w:pPr>
        <w:pStyle w:val="berschrift2"/>
      </w:pPr>
      <w:r w:rsidRPr="001F58AD">
        <w:t>Giudizio complessivo</w:t>
      </w:r>
    </w:p>
    <w:p w14:paraId="395C07C5" w14:textId="77777777" w:rsidR="007A6EB8" w:rsidRPr="001F58AD" w:rsidRDefault="007A6EB8" w:rsidP="007A6EB8">
      <w:pPr>
        <w:spacing w:after="240"/>
        <w:rPr>
          <w:lang w:val="it-IT"/>
        </w:rPr>
      </w:pPr>
      <w:r w:rsidRPr="001F58AD">
        <w:rPr>
          <w:lang w:val="it-IT"/>
        </w:rPr>
        <w:t>…</w:t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6"/>
        <w:gridCol w:w="4680"/>
      </w:tblGrid>
      <w:tr w:rsidR="007A6EB8" w:rsidRPr="001F58AD" w14:paraId="3133B449" w14:textId="77777777" w:rsidTr="00114ADB">
        <w:trPr>
          <w:trHeight w:val="92"/>
        </w:trPr>
        <w:tc>
          <w:tcPr>
            <w:tcW w:w="4746" w:type="dxa"/>
            <w:shd w:val="clear" w:color="auto" w:fill="EAEAEA"/>
          </w:tcPr>
          <w:p w14:paraId="1AA2F2CD" w14:textId="18C082A3" w:rsidR="007A6EB8" w:rsidRPr="001F58AD" w:rsidRDefault="007A6EB8" w:rsidP="00114ADB">
            <w:pPr>
              <w:pStyle w:val="TextZelle"/>
              <w:rPr>
                <w:color w:val="000000"/>
                <w:sz w:val="20"/>
                <w:lang w:val="it-IT"/>
              </w:rPr>
            </w:pPr>
            <w:r w:rsidRPr="001F58AD">
              <w:rPr>
                <w:color w:val="000000"/>
                <w:sz w:val="20"/>
                <w:lang w:val="it-IT"/>
              </w:rPr>
              <w:t>Atout</w:t>
            </w:r>
          </w:p>
        </w:tc>
        <w:tc>
          <w:tcPr>
            <w:tcW w:w="4680" w:type="dxa"/>
            <w:shd w:val="clear" w:color="auto" w:fill="EAEAEA"/>
          </w:tcPr>
          <w:p w14:paraId="78495AF7" w14:textId="41EC98E3" w:rsidR="007A6EB8" w:rsidRPr="001F58AD" w:rsidRDefault="007A6EB8" w:rsidP="00114ADB">
            <w:pPr>
              <w:pStyle w:val="TextZelle"/>
              <w:rPr>
                <w:color w:val="000000"/>
                <w:sz w:val="20"/>
                <w:lang w:val="it-IT"/>
              </w:rPr>
            </w:pPr>
            <w:r w:rsidRPr="001F58AD">
              <w:rPr>
                <w:color w:val="000000"/>
                <w:sz w:val="20"/>
                <w:lang w:val="it-IT"/>
              </w:rPr>
              <w:t>Lacune</w:t>
            </w:r>
          </w:p>
        </w:tc>
      </w:tr>
      <w:tr w:rsidR="007A6EB8" w:rsidRPr="001F58AD" w14:paraId="000706B4" w14:textId="77777777" w:rsidTr="00114ADB">
        <w:trPr>
          <w:trHeight w:val="92"/>
        </w:trPr>
        <w:tc>
          <w:tcPr>
            <w:tcW w:w="4746" w:type="dxa"/>
          </w:tcPr>
          <w:p w14:paraId="2798266B" w14:textId="77777777" w:rsidR="007A6EB8" w:rsidRPr="001F58AD" w:rsidRDefault="007A6EB8" w:rsidP="00114ADB">
            <w:pPr>
              <w:pStyle w:val="Eingabe"/>
              <w:rPr>
                <w:color w:val="000000"/>
                <w:sz w:val="20"/>
                <w:lang w:val="it-IT"/>
              </w:rPr>
            </w:pPr>
            <w:r w:rsidRPr="001F58AD">
              <w:rPr>
                <w:color w:val="000000"/>
                <w:sz w:val="20"/>
                <w:lang w:val="it-IT"/>
              </w:rPr>
              <w:t>…</w:t>
            </w:r>
          </w:p>
        </w:tc>
        <w:tc>
          <w:tcPr>
            <w:tcW w:w="4680" w:type="dxa"/>
          </w:tcPr>
          <w:p w14:paraId="13069ECE" w14:textId="77777777" w:rsidR="007A6EB8" w:rsidRPr="001F58AD" w:rsidRDefault="007A6EB8" w:rsidP="00114ADB">
            <w:pPr>
              <w:pStyle w:val="Eingabe"/>
              <w:rPr>
                <w:color w:val="000000"/>
                <w:sz w:val="20"/>
                <w:lang w:val="it-IT"/>
              </w:rPr>
            </w:pPr>
            <w:r w:rsidRPr="001F58AD">
              <w:rPr>
                <w:color w:val="000000"/>
                <w:sz w:val="20"/>
                <w:lang w:val="it-IT"/>
              </w:rPr>
              <w:t>…</w:t>
            </w:r>
          </w:p>
        </w:tc>
      </w:tr>
    </w:tbl>
    <w:p w14:paraId="74FD5E60" w14:textId="6CD49F0D" w:rsidR="007A6EB8" w:rsidRPr="001F58AD" w:rsidRDefault="007A6EB8" w:rsidP="007A6EB8">
      <w:pPr>
        <w:pStyle w:val="berschrift3"/>
        <w:rPr>
          <w:lang w:val="it-IT"/>
        </w:rPr>
      </w:pPr>
      <w:r w:rsidRPr="001F58AD">
        <w:rPr>
          <w:lang w:val="it-IT"/>
        </w:rPr>
        <w:t>Fattori d’incentivazione</w:t>
      </w:r>
    </w:p>
    <w:p w14:paraId="371A8089" w14:textId="77777777" w:rsidR="007A6EB8" w:rsidRPr="001F58AD" w:rsidRDefault="007A6EB8" w:rsidP="007A6EB8">
      <w:pPr>
        <w:pStyle w:val="berschrift3"/>
        <w:rPr>
          <w:lang w:val="it-IT"/>
        </w:rPr>
      </w:pPr>
      <w:r w:rsidRPr="001F58AD">
        <w:rPr>
          <w:lang w:val="it-IT"/>
        </w:rPr>
        <w:t>…</w:t>
      </w:r>
    </w:p>
    <w:p w14:paraId="0EC1E4C2" w14:textId="575BD2CA" w:rsidR="007A6EB8" w:rsidRPr="001F58AD" w:rsidRDefault="007A6EB8" w:rsidP="007A6EB8">
      <w:pPr>
        <w:pStyle w:val="berschrift3"/>
        <w:rPr>
          <w:lang w:val="it-IT"/>
        </w:rPr>
      </w:pPr>
      <w:r w:rsidRPr="001F58AD">
        <w:rPr>
          <w:lang w:val="it-IT"/>
        </w:rPr>
        <w:t>Ostacoli</w:t>
      </w:r>
    </w:p>
    <w:p w14:paraId="41124567" w14:textId="06903BC5" w:rsidR="007A6EB8" w:rsidRPr="001F58AD" w:rsidRDefault="007A6EB8" w:rsidP="00654580">
      <w:pPr>
        <w:spacing w:after="240"/>
        <w:rPr>
          <w:lang w:val="it-IT"/>
        </w:rPr>
      </w:pPr>
      <w:r w:rsidRPr="001F58AD">
        <w:rPr>
          <w:lang w:val="it-IT"/>
        </w:rPr>
        <w:t>…</w:t>
      </w:r>
    </w:p>
    <w:p w14:paraId="7CA81BBC" w14:textId="77777777" w:rsidR="00CC6424" w:rsidRPr="001F58AD" w:rsidRDefault="00DF17ED" w:rsidP="005D470F">
      <w:pPr>
        <w:pStyle w:val="berschrift2"/>
      </w:pPr>
      <w:r w:rsidRPr="001F58AD">
        <w:t>Opportunità e rischi</w:t>
      </w:r>
      <w:r w:rsidR="00CC6424" w:rsidRPr="001F58AD">
        <w:t xml:space="preserve"> </w:t>
      </w:r>
    </w:p>
    <w:p w14:paraId="583CEA7D" w14:textId="77777777" w:rsidR="00CC6424" w:rsidRPr="001F58AD" w:rsidRDefault="00CC6424" w:rsidP="00B90E23">
      <w:pPr>
        <w:spacing w:after="240"/>
        <w:rPr>
          <w:lang w:val="it-IT"/>
        </w:rPr>
      </w:pPr>
      <w:r w:rsidRPr="001F58AD">
        <w:rPr>
          <w:lang w:val="it-IT"/>
        </w:rPr>
        <w:t>…</w:t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6"/>
        <w:gridCol w:w="4680"/>
      </w:tblGrid>
      <w:tr w:rsidR="00A30F78" w:rsidRPr="001F58AD" w14:paraId="11AF0713" w14:textId="77777777" w:rsidTr="00E40CFD">
        <w:trPr>
          <w:trHeight w:val="92"/>
        </w:trPr>
        <w:tc>
          <w:tcPr>
            <w:tcW w:w="4746" w:type="dxa"/>
            <w:shd w:val="clear" w:color="auto" w:fill="EAEAEA"/>
          </w:tcPr>
          <w:p w14:paraId="33FCAC88" w14:textId="77777777" w:rsidR="00A30F78" w:rsidRPr="001F58AD" w:rsidRDefault="00DF17ED" w:rsidP="00E40CFD">
            <w:pPr>
              <w:pStyle w:val="TextZelle"/>
              <w:rPr>
                <w:color w:val="000000"/>
                <w:sz w:val="20"/>
                <w:lang w:val="it-IT"/>
              </w:rPr>
            </w:pPr>
            <w:r w:rsidRPr="001F58AD">
              <w:rPr>
                <w:color w:val="000000"/>
                <w:sz w:val="20"/>
                <w:lang w:val="it-IT"/>
              </w:rPr>
              <w:t>Opportunità</w:t>
            </w:r>
          </w:p>
        </w:tc>
        <w:tc>
          <w:tcPr>
            <w:tcW w:w="4680" w:type="dxa"/>
            <w:shd w:val="clear" w:color="auto" w:fill="EAEAEA"/>
          </w:tcPr>
          <w:p w14:paraId="7F739F31" w14:textId="77777777" w:rsidR="00A30F78" w:rsidRPr="001F58AD" w:rsidRDefault="00DF17ED" w:rsidP="00E40CFD">
            <w:pPr>
              <w:pStyle w:val="TextZelle"/>
              <w:rPr>
                <w:color w:val="000000"/>
                <w:sz w:val="20"/>
                <w:lang w:val="it-IT"/>
              </w:rPr>
            </w:pPr>
            <w:r w:rsidRPr="001F58AD">
              <w:rPr>
                <w:color w:val="000000"/>
                <w:sz w:val="20"/>
                <w:lang w:val="it-IT"/>
              </w:rPr>
              <w:t xml:space="preserve">Rischi </w:t>
            </w:r>
          </w:p>
        </w:tc>
      </w:tr>
      <w:tr w:rsidR="00A30F78" w:rsidRPr="001F58AD" w14:paraId="4A7F9E94" w14:textId="77777777" w:rsidTr="00E40CFD">
        <w:trPr>
          <w:trHeight w:val="92"/>
        </w:trPr>
        <w:tc>
          <w:tcPr>
            <w:tcW w:w="4746" w:type="dxa"/>
          </w:tcPr>
          <w:p w14:paraId="02AF2984" w14:textId="77777777" w:rsidR="00A30F78" w:rsidRPr="001F58AD" w:rsidRDefault="00A30F78" w:rsidP="00E40CFD">
            <w:pPr>
              <w:pStyle w:val="Eingabe"/>
              <w:rPr>
                <w:color w:val="000000"/>
                <w:sz w:val="20"/>
                <w:lang w:val="it-IT"/>
              </w:rPr>
            </w:pPr>
            <w:r w:rsidRPr="001F58AD">
              <w:rPr>
                <w:color w:val="000000"/>
                <w:sz w:val="20"/>
                <w:lang w:val="it-IT"/>
              </w:rPr>
              <w:t>…</w:t>
            </w:r>
          </w:p>
        </w:tc>
        <w:tc>
          <w:tcPr>
            <w:tcW w:w="4680" w:type="dxa"/>
          </w:tcPr>
          <w:p w14:paraId="14D8569E" w14:textId="77777777" w:rsidR="00A30F78" w:rsidRPr="001F58AD" w:rsidRDefault="00A30F78" w:rsidP="00E40CFD">
            <w:pPr>
              <w:pStyle w:val="Eingabe"/>
              <w:rPr>
                <w:color w:val="000000"/>
                <w:sz w:val="20"/>
                <w:lang w:val="it-IT"/>
              </w:rPr>
            </w:pPr>
            <w:r w:rsidRPr="001F58AD">
              <w:rPr>
                <w:color w:val="000000"/>
                <w:sz w:val="20"/>
                <w:lang w:val="it-IT"/>
              </w:rPr>
              <w:t>…</w:t>
            </w:r>
          </w:p>
        </w:tc>
      </w:tr>
    </w:tbl>
    <w:p w14:paraId="1CF36092" w14:textId="1A0AF649" w:rsidR="00CC6424" w:rsidRPr="001F58AD" w:rsidRDefault="00654580" w:rsidP="005D470F">
      <w:pPr>
        <w:pStyle w:val="berschrift2"/>
      </w:pPr>
      <w:r w:rsidRPr="001F58AD">
        <w:t>Suggerimento</w:t>
      </w:r>
    </w:p>
    <w:p w14:paraId="3FCC7B7C" w14:textId="77777777" w:rsidR="00CC6424" w:rsidRPr="001F58AD" w:rsidRDefault="00CC6424" w:rsidP="00B90E23">
      <w:pPr>
        <w:spacing w:after="240"/>
        <w:rPr>
          <w:lang w:val="it-IT"/>
        </w:rPr>
      </w:pPr>
      <w:r w:rsidRPr="001F58AD">
        <w:rPr>
          <w:lang w:val="it-IT"/>
        </w:rPr>
        <w:t>…</w:t>
      </w:r>
    </w:p>
    <w:p w14:paraId="22AA119A" w14:textId="31971E05" w:rsidR="00CC6424" w:rsidRPr="001F58AD" w:rsidRDefault="00DF17ED" w:rsidP="005D470F">
      <w:pPr>
        <w:pStyle w:val="berschrift2"/>
      </w:pPr>
      <w:r w:rsidRPr="001F58AD">
        <w:t>Osservazioni</w:t>
      </w:r>
    </w:p>
    <w:p w14:paraId="7171F458" w14:textId="77777777" w:rsidR="001A12FB" w:rsidRPr="001F58AD" w:rsidRDefault="00C34FC2">
      <w:pPr>
        <w:spacing w:after="240"/>
        <w:rPr>
          <w:lang w:val="it-IT"/>
        </w:rPr>
      </w:pPr>
      <w:r w:rsidRPr="001F58AD">
        <w:rPr>
          <w:lang w:val="it-IT"/>
        </w:rPr>
        <w:t>…</w:t>
      </w:r>
    </w:p>
    <w:p w14:paraId="262D2970" w14:textId="07004F6F" w:rsidR="001D7C1F" w:rsidRPr="001F58AD" w:rsidRDefault="001D7C1F" w:rsidP="001D7C1F">
      <w:pPr>
        <w:rPr>
          <w:b/>
          <w:color w:val="000000"/>
          <w:sz w:val="28"/>
          <w:lang w:val="it-IT"/>
        </w:rPr>
      </w:pPr>
      <w:r w:rsidRPr="001F58AD">
        <w:rPr>
          <w:lang w:val="it-IT"/>
        </w:rPr>
        <w:br w:type="page"/>
      </w:r>
      <w:r w:rsidR="002B5469" w:rsidRPr="001F58AD">
        <w:rPr>
          <w:b/>
          <w:color w:val="000000"/>
          <w:sz w:val="28"/>
          <w:lang w:val="it-IT"/>
        </w:rPr>
        <w:lastRenderedPageBreak/>
        <w:t>Profilo di valutazione</w:t>
      </w:r>
      <w:bookmarkStart w:id="0" w:name="_GoBack"/>
      <w:bookmarkEnd w:id="0"/>
    </w:p>
    <w:tbl>
      <w:tblPr>
        <w:tblW w:w="9639" w:type="dxa"/>
        <w:tblInd w:w="70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  <w:gridCol w:w="1134"/>
        <w:gridCol w:w="426"/>
        <w:gridCol w:w="425"/>
        <w:gridCol w:w="425"/>
        <w:gridCol w:w="425"/>
      </w:tblGrid>
      <w:tr w:rsidR="001D7C1F" w:rsidRPr="005D470F" w14:paraId="672BC4DA" w14:textId="77777777" w:rsidTr="005D470F">
        <w:trPr>
          <w:cantSplit/>
        </w:trPr>
        <w:tc>
          <w:tcPr>
            <w:tcW w:w="6804" w:type="dxa"/>
            <w:tcBorders>
              <w:bottom w:val="single" w:sz="4" w:space="0" w:color="C0C0C0"/>
            </w:tcBorders>
            <w:shd w:val="clear" w:color="auto" w:fill="auto"/>
          </w:tcPr>
          <w:p w14:paraId="2D9B8009" w14:textId="77777777" w:rsidR="001D7C1F" w:rsidRPr="001F58AD" w:rsidRDefault="001D7C1F" w:rsidP="00114ADB">
            <w:pPr>
              <w:pStyle w:val="ZelleStandardplus"/>
              <w:rPr>
                <w:b/>
                <w:color w:val="000000"/>
                <w:lang w:val="it-IT"/>
              </w:rPr>
            </w:pPr>
          </w:p>
        </w:tc>
        <w:tc>
          <w:tcPr>
            <w:tcW w:w="113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418BA4A6" w14:textId="50D5261F" w:rsidR="001D7C1F" w:rsidRPr="0028451B" w:rsidRDefault="00222392" w:rsidP="005D470F">
            <w:pPr>
              <w:pStyle w:val="ZelleTitelzentr"/>
              <w:rPr>
                <w:rFonts w:ascii="Arial" w:hAnsi="Arial"/>
                <w:b w:val="0"/>
                <w:color w:val="000000"/>
                <w:lang w:val="it-IT"/>
              </w:rPr>
            </w:pPr>
            <w:r w:rsidRPr="0028451B">
              <w:rPr>
                <w:rFonts w:ascii="Arial" w:hAnsi="Arial"/>
                <w:b w:val="0"/>
                <w:i/>
                <w:color w:val="000000"/>
                <w:sz w:val="16"/>
                <w:lang w:val="fr-CH"/>
              </w:rPr>
              <w:t xml:space="preserve">per il </w:t>
            </w:r>
            <w:r w:rsidR="005D470F" w:rsidRPr="0028451B">
              <w:rPr>
                <w:rFonts w:ascii="Arial" w:hAnsi="Arial"/>
                <w:b w:val="0"/>
                <w:i/>
                <w:color w:val="000000"/>
                <w:sz w:val="16"/>
                <w:lang w:val="fr-CH"/>
              </w:rPr>
              <w:br/>
            </w:r>
            <w:r w:rsidRPr="0028451B">
              <w:rPr>
                <w:rFonts w:ascii="Arial" w:hAnsi="Arial"/>
                <w:b w:val="0"/>
                <w:i/>
                <w:color w:val="000000"/>
                <w:sz w:val="16"/>
                <w:lang w:val="fr-CH"/>
              </w:rPr>
              <w:t>mome</w:t>
            </w:r>
            <w:r w:rsidRPr="0028451B">
              <w:rPr>
                <w:rFonts w:ascii="Arial" w:hAnsi="Arial"/>
                <w:b w:val="0"/>
                <w:i/>
                <w:color w:val="000000"/>
                <w:sz w:val="16"/>
                <w:lang w:val="fr-CH"/>
              </w:rPr>
              <w:t>n</w:t>
            </w:r>
            <w:r w:rsidRPr="0028451B">
              <w:rPr>
                <w:rFonts w:ascii="Arial" w:hAnsi="Arial"/>
                <w:b w:val="0"/>
                <w:i/>
                <w:color w:val="000000"/>
                <w:sz w:val="16"/>
                <w:lang w:val="fr-CH"/>
              </w:rPr>
              <w:t xml:space="preserve">to </w:t>
            </w:r>
            <w:r w:rsidR="005D470F" w:rsidRPr="0028451B">
              <w:rPr>
                <w:rFonts w:ascii="Arial" w:hAnsi="Arial"/>
                <w:b w:val="0"/>
                <w:i/>
                <w:color w:val="000000"/>
                <w:sz w:val="16"/>
                <w:lang w:val="fr-CH"/>
              </w:rPr>
              <w:br/>
            </w:r>
            <w:r w:rsidRPr="0028451B">
              <w:rPr>
                <w:rFonts w:ascii="Arial" w:hAnsi="Arial"/>
                <w:b w:val="0"/>
                <w:i/>
                <w:color w:val="000000"/>
                <w:sz w:val="16"/>
                <w:lang w:val="fr-CH"/>
              </w:rPr>
              <w:t>non ril</w:t>
            </w:r>
            <w:r w:rsidRPr="0028451B">
              <w:rPr>
                <w:rFonts w:ascii="Arial" w:hAnsi="Arial"/>
                <w:b w:val="0"/>
                <w:i/>
                <w:color w:val="000000"/>
                <w:sz w:val="16"/>
                <w:lang w:val="fr-CH"/>
              </w:rPr>
              <w:t>e</w:t>
            </w:r>
            <w:r w:rsidRPr="0028451B">
              <w:rPr>
                <w:rFonts w:ascii="Arial" w:hAnsi="Arial"/>
                <w:b w:val="0"/>
                <w:i/>
                <w:color w:val="000000"/>
                <w:sz w:val="16"/>
                <w:lang w:val="fr-CH"/>
              </w:rPr>
              <w:t>vante</w:t>
            </w:r>
          </w:p>
        </w:tc>
        <w:tc>
          <w:tcPr>
            <w:tcW w:w="426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253843CE" w14:textId="77777777" w:rsidR="001D7C1F" w:rsidRPr="0028451B" w:rsidRDefault="001D7C1F" w:rsidP="005D470F">
            <w:pPr>
              <w:pStyle w:val="ZelleTitelzentr"/>
              <w:rPr>
                <w:color w:val="000000"/>
                <w:lang w:val="it-IT"/>
              </w:rPr>
            </w:pPr>
            <w:r w:rsidRPr="0028451B">
              <w:rPr>
                <w:color w:val="000000"/>
                <w:lang w:val="it-IT"/>
              </w:rPr>
              <w:t>--</w:t>
            </w:r>
          </w:p>
        </w:tc>
        <w:tc>
          <w:tcPr>
            <w:tcW w:w="425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7A8E04F5" w14:textId="77777777" w:rsidR="001D7C1F" w:rsidRPr="0028451B" w:rsidRDefault="001D7C1F" w:rsidP="005D470F">
            <w:pPr>
              <w:pStyle w:val="ZelleTitelzentr"/>
              <w:rPr>
                <w:color w:val="000000"/>
                <w:lang w:val="it-IT"/>
              </w:rPr>
            </w:pPr>
            <w:r w:rsidRPr="0028451B">
              <w:rPr>
                <w:color w:val="000000"/>
                <w:lang w:val="it-IT"/>
              </w:rPr>
              <w:t>-</w:t>
            </w:r>
          </w:p>
        </w:tc>
        <w:tc>
          <w:tcPr>
            <w:tcW w:w="425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35612404" w14:textId="77777777" w:rsidR="001D7C1F" w:rsidRPr="0028451B" w:rsidRDefault="001D7C1F" w:rsidP="005D470F">
            <w:pPr>
              <w:pStyle w:val="ZelleTitelzentr"/>
              <w:rPr>
                <w:color w:val="000000"/>
                <w:lang w:val="it-IT"/>
              </w:rPr>
            </w:pPr>
            <w:r w:rsidRPr="0028451B">
              <w:rPr>
                <w:color w:val="000000"/>
                <w:lang w:val="it-IT"/>
              </w:rPr>
              <w:t>+</w:t>
            </w:r>
          </w:p>
        </w:tc>
        <w:tc>
          <w:tcPr>
            <w:tcW w:w="425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6AAF6E6A" w14:textId="77777777" w:rsidR="001D7C1F" w:rsidRPr="0028451B" w:rsidRDefault="001D7C1F" w:rsidP="005D470F">
            <w:pPr>
              <w:pStyle w:val="ZelleTitelzentr"/>
              <w:rPr>
                <w:color w:val="000000"/>
                <w:lang w:val="it-IT"/>
              </w:rPr>
            </w:pPr>
            <w:r w:rsidRPr="0028451B">
              <w:rPr>
                <w:color w:val="000000"/>
                <w:lang w:val="it-IT"/>
              </w:rPr>
              <w:t>++</w:t>
            </w:r>
          </w:p>
        </w:tc>
      </w:tr>
      <w:tr w:rsidR="001D7C1F" w:rsidRPr="005D470F" w14:paraId="24928480" w14:textId="77777777" w:rsidTr="00114ADB">
        <w:trPr>
          <w:cantSplit/>
        </w:trPr>
        <w:tc>
          <w:tcPr>
            <w:tcW w:w="6804" w:type="dxa"/>
            <w:shd w:val="clear" w:color="auto" w:fill="D9D9D9"/>
          </w:tcPr>
          <w:p w14:paraId="152BD210" w14:textId="7AF77D3F" w:rsidR="001D7C1F" w:rsidRPr="001F58AD" w:rsidRDefault="001D7C1F" w:rsidP="00114ADB">
            <w:pPr>
              <w:pStyle w:val="ZelleStandardplus"/>
              <w:spacing w:before="40" w:after="40"/>
              <w:rPr>
                <w:rFonts w:ascii="Myriad Pro Light" w:hAnsi="Myriad Pro Light"/>
                <w:b/>
                <w:color w:val="000000"/>
                <w:lang w:val="it-IT"/>
              </w:rPr>
            </w:pPr>
            <w:r w:rsidRPr="001F58AD">
              <w:rPr>
                <w:rFonts w:ascii="Myriad Pro Light" w:hAnsi="Myriad Pro Light"/>
                <w:b/>
                <w:color w:val="000000"/>
                <w:lang w:val="it-IT"/>
              </w:rPr>
              <w:t>1.</w:t>
            </w:r>
            <w:r w:rsidRPr="001F58AD">
              <w:rPr>
                <w:rFonts w:ascii="Myriad Pro Light" w:hAnsi="Myriad Pro Light"/>
                <w:b/>
                <w:color w:val="000000"/>
                <w:lang w:val="it-IT"/>
              </w:rPr>
              <w:tab/>
            </w:r>
            <w:r w:rsidR="006C4299" w:rsidRPr="001F58AD">
              <w:rPr>
                <w:b/>
                <w:color w:val="000000"/>
                <w:lang w:val="it-IT"/>
              </w:rPr>
              <w:t>Basi della promozione della salute e della prevenzione</w:t>
            </w:r>
          </w:p>
        </w:tc>
        <w:tc>
          <w:tcPr>
            <w:tcW w:w="1134" w:type="dxa"/>
            <w:shd w:val="clear" w:color="auto" w:fill="D9D9D9"/>
          </w:tcPr>
          <w:p w14:paraId="4D2674BF" w14:textId="77777777" w:rsidR="001D7C1F" w:rsidRPr="001F58AD" w:rsidRDefault="001D7C1F" w:rsidP="00114ADB">
            <w:pPr>
              <w:pStyle w:val="ZelleStandardplus"/>
              <w:spacing w:before="40" w:after="40"/>
              <w:rPr>
                <w:b/>
                <w:color w:val="000000"/>
                <w:lang w:val="it-IT"/>
              </w:rPr>
            </w:pPr>
          </w:p>
        </w:tc>
        <w:tc>
          <w:tcPr>
            <w:tcW w:w="1701" w:type="dxa"/>
            <w:gridSpan w:val="4"/>
            <w:shd w:val="clear" w:color="auto" w:fill="D9D9D9"/>
          </w:tcPr>
          <w:p w14:paraId="5759A16C" w14:textId="77777777" w:rsidR="001D7C1F" w:rsidRPr="001F58AD" w:rsidRDefault="001D7C1F" w:rsidP="00114ADB">
            <w:pPr>
              <w:pStyle w:val="ZelleStandardplus"/>
              <w:spacing w:before="40" w:after="40"/>
              <w:rPr>
                <w:b/>
                <w:color w:val="000000"/>
                <w:lang w:val="it-IT"/>
              </w:rPr>
            </w:pPr>
          </w:p>
        </w:tc>
      </w:tr>
      <w:tr w:rsidR="00482A42" w:rsidRPr="001F58AD" w14:paraId="7D8EBA72" w14:textId="77777777" w:rsidTr="00114ADB">
        <w:trPr>
          <w:cantSplit/>
        </w:trPr>
        <w:tc>
          <w:tcPr>
            <w:tcW w:w="6804" w:type="dxa"/>
            <w:tcBorders>
              <w:bottom w:val="single" w:sz="4" w:space="0" w:color="C0C0C0"/>
            </w:tcBorders>
            <w:shd w:val="clear" w:color="auto" w:fill="auto"/>
          </w:tcPr>
          <w:p w14:paraId="23F1FB4B" w14:textId="64137983" w:rsidR="00482A42" w:rsidRPr="001F58AD" w:rsidRDefault="00482A42" w:rsidP="00114ADB">
            <w:pPr>
              <w:pStyle w:val="ZelleStandardplus"/>
              <w:spacing w:before="40" w:after="40"/>
              <w:rPr>
                <w:color w:val="000000"/>
                <w:lang w:val="it-IT"/>
              </w:rPr>
            </w:pPr>
            <w:r w:rsidRPr="001F58AD">
              <w:rPr>
                <w:lang w:val="it-IT"/>
              </w:rPr>
              <w:t>1.1</w:t>
            </w:r>
            <w:r w:rsidRPr="001F58AD">
              <w:rPr>
                <w:lang w:val="it-IT"/>
              </w:rPr>
              <w:tab/>
              <w:t>Il progetto tiene conto dei principi di base e dei principi operativi della promozione della salute e della prevenzione</w:t>
            </w:r>
            <w:r w:rsidRPr="001F58AD">
              <w:rPr>
                <w:lang w:val="it-IT"/>
              </w:rPr>
              <w:br/>
            </w:r>
            <w:r w:rsidRPr="001F58AD">
              <w:rPr>
                <w:sz w:val="18"/>
                <w:lang w:val="it-IT"/>
              </w:rPr>
              <w:t>(concetto globale di salute, salutogenesi e orientamento alle risorse, emp</w:t>
            </w:r>
            <w:r w:rsidRPr="001F58AD">
              <w:rPr>
                <w:sz w:val="18"/>
                <w:lang w:val="it-IT"/>
              </w:rPr>
              <w:t>o</w:t>
            </w:r>
            <w:r w:rsidRPr="001F58AD">
              <w:rPr>
                <w:sz w:val="18"/>
                <w:lang w:val="it-IT"/>
              </w:rPr>
              <w:t>werment, partecipazione, setting, equità nella salute).</w:t>
            </w:r>
          </w:p>
        </w:tc>
        <w:tc>
          <w:tcPr>
            <w:tcW w:w="1134" w:type="dxa"/>
            <w:tcBorders>
              <w:bottom w:val="single" w:sz="4" w:space="0" w:color="C0C0C0"/>
            </w:tcBorders>
            <w:shd w:val="clear" w:color="auto" w:fill="auto"/>
          </w:tcPr>
          <w:p w14:paraId="15422917" w14:textId="77777777" w:rsidR="00482A42" w:rsidRPr="001F58AD" w:rsidRDefault="00482A42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1F58AD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6" w:type="dxa"/>
            <w:tcBorders>
              <w:bottom w:val="single" w:sz="4" w:space="0" w:color="C0C0C0"/>
            </w:tcBorders>
            <w:shd w:val="clear" w:color="auto" w:fill="auto"/>
          </w:tcPr>
          <w:p w14:paraId="262F1DB7" w14:textId="77777777" w:rsidR="00482A42" w:rsidRPr="001F58AD" w:rsidRDefault="00482A42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1F58AD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5" w:type="dxa"/>
            <w:tcBorders>
              <w:bottom w:val="single" w:sz="4" w:space="0" w:color="C0C0C0"/>
            </w:tcBorders>
            <w:shd w:val="clear" w:color="auto" w:fill="auto"/>
          </w:tcPr>
          <w:p w14:paraId="7893BE75" w14:textId="77777777" w:rsidR="00482A42" w:rsidRPr="001F58AD" w:rsidRDefault="00482A42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1F58AD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5" w:type="dxa"/>
            <w:tcBorders>
              <w:bottom w:val="single" w:sz="4" w:space="0" w:color="C0C0C0"/>
            </w:tcBorders>
            <w:shd w:val="clear" w:color="auto" w:fill="auto"/>
          </w:tcPr>
          <w:p w14:paraId="56FE8B8F" w14:textId="77777777" w:rsidR="00482A42" w:rsidRPr="001F58AD" w:rsidRDefault="00482A42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1F58AD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5" w:type="dxa"/>
            <w:tcBorders>
              <w:bottom w:val="single" w:sz="4" w:space="0" w:color="C0C0C0"/>
            </w:tcBorders>
            <w:shd w:val="clear" w:color="auto" w:fill="auto"/>
          </w:tcPr>
          <w:p w14:paraId="7E3CCCEE" w14:textId="77777777" w:rsidR="00482A42" w:rsidRPr="001F58AD" w:rsidRDefault="00482A42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1F58AD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</w:tr>
      <w:tr w:rsidR="001D7C1F" w:rsidRPr="001F58AD" w14:paraId="63F02E3B" w14:textId="77777777" w:rsidTr="00114ADB">
        <w:trPr>
          <w:cantSplit/>
        </w:trPr>
        <w:tc>
          <w:tcPr>
            <w:tcW w:w="6804" w:type="dxa"/>
            <w:shd w:val="clear" w:color="auto" w:fill="D9D9D9"/>
          </w:tcPr>
          <w:p w14:paraId="6793AE82" w14:textId="17235750" w:rsidR="001D7C1F" w:rsidRPr="001F58AD" w:rsidRDefault="001D7C1F" w:rsidP="00114ADB">
            <w:pPr>
              <w:pStyle w:val="ZelleStandardplus"/>
              <w:spacing w:before="40" w:after="40"/>
              <w:rPr>
                <w:rFonts w:ascii="Myriad Pro Light" w:hAnsi="Myriad Pro Light"/>
                <w:b/>
                <w:color w:val="000000"/>
                <w:lang w:val="it-IT"/>
              </w:rPr>
            </w:pPr>
            <w:r w:rsidRPr="001F58AD">
              <w:rPr>
                <w:rFonts w:ascii="Myriad Pro Light" w:hAnsi="Myriad Pro Light"/>
                <w:b/>
                <w:color w:val="000000"/>
                <w:lang w:val="it-IT"/>
              </w:rPr>
              <w:t>2.</w:t>
            </w:r>
            <w:r w:rsidRPr="001F58AD">
              <w:rPr>
                <w:rFonts w:ascii="Myriad Pro Light" w:hAnsi="Myriad Pro Light"/>
                <w:b/>
                <w:color w:val="000000"/>
                <w:lang w:val="it-IT"/>
              </w:rPr>
              <w:tab/>
            </w:r>
            <w:r w:rsidR="006C4299" w:rsidRPr="001F58AD">
              <w:rPr>
                <w:b/>
                <w:color w:val="000000"/>
                <w:lang w:val="it-IT"/>
              </w:rPr>
              <w:t xml:space="preserve">Motivazione del </w:t>
            </w:r>
            <w:r w:rsidR="001F58AD" w:rsidRPr="001F58AD">
              <w:rPr>
                <w:b/>
                <w:color w:val="000000"/>
                <w:lang w:val="it-IT"/>
              </w:rPr>
              <w:t>progetto</w:t>
            </w:r>
          </w:p>
        </w:tc>
        <w:tc>
          <w:tcPr>
            <w:tcW w:w="1134" w:type="dxa"/>
            <w:shd w:val="clear" w:color="auto" w:fill="D9D9D9"/>
          </w:tcPr>
          <w:p w14:paraId="279A9E40" w14:textId="77777777" w:rsidR="001D7C1F" w:rsidRPr="001F58AD" w:rsidRDefault="001D7C1F" w:rsidP="00114ADB">
            <w:pPr>
              <w:pStyle w:val="ZelleStandardplus"/>
              <w:spacing w:before="40" w:after="40"/>
              <w:jc w:val="center"/>
              <w:rPr>
                <w:b/>
                <w:color w:val="000000"/>
                <w:lang w:val="it-IT"/>
              </w:rPr>
            </w:pPr>
          </w:p>
        </w:tc>
        <w:tc>
          <w:tcPr>
            <w:tcW w:w="1701" w:type="dxa"/>
            <w:gridSpan w:val="4"/>
            <w:shd w:val="clear" w:color="auto" w:fill="D9D9D9"/>
          </w:tcPr>
          <w:p w14:paraId="71B5BBBD" w14:textId="77777777" w:rsidR="001D7C1F" w:rsidRPr="001F58AD" w:rsidRDefault="001D7C1F" w:rsidP="00114ADB">
            <w:pPr>
              <w:pStyle w:val="ZelleStandardplus"/>
              <w:spacing w:before="40" w:after="40"/>
              <w:jc w:val="center"/>
              <w:rPr>
                <w:b/>
                <w:color w:val="000000"/>
                <w:lang w:val="it-IT"/>
              </w:rPr>
            </w:pPr>
          </w:p>
        </w:tc>
      </w:tr>
      <w:tr w:rsidR="001F58AD" w:rsidRPr="001F58AD" w14:paraId="2D856DB5" w14:textId="77777777" w:rsidTr="00114ADB">
        <w:trPr>
          <w:cantSplit/>
        </w:trPr>
        <w:tc>
          <w:tcPr>
            <w:tcW w:w="6804" w:type="dxa"/>
            <w:shd w:val="clear" w:color="auto" w:fill="auto"/>
          </w:tcPr>
          <w:p w14:paraId="102A6EEB" w14:textId="649ED6E5" w:rsidR="001F58AD" w:rsidRPr="001F58AD" w:rsidRDefault="001F58AD" w:rsidP="00114ADB">
            <w:pPr>
              <w:pStyle w:val="ZelleStandardplus"/>
              <w:spacing w:before="40" w:after="40"/>
              <w:rPr>
                <w:color w:val="000000"/>
                <w:lang w:val="it-IT"/>
              </w:rPr>
            </w:pPr>
            <w:r w:rsidRPr="001F58AD">
              <w:rPr>
                <w:lang w:val="it-IT"/>
              </w:rPr>
              <w:t>2.1</w:t>
            </w:r>
            <w:r w:rsidRPr="001F58AD">
              <w:rPr>
                <w:lang w:val="it-IT"/>
              </w:rPr>
              <w:tab/>
              <w:t>La necessità del progetto è dimostrata, sono state tenute in consider</w:t>
            </w:r>
            <w:r w:rsidRPr="001F58AD">
              <w:rPr>
                <w:lang w:val="it-IT"/>
              </w:rPr>
              <w:t>a</w:t>
            </w:r>
            <w:r w:rsidRPr="001F58AD">
              <w:rPr>
                <w:lang w:val="it-IT"/>
              </w:rPr>
              <w:t>zione le evidenze corrispondenti.</w:t>
            </w:r>
          </w:p>
        </w:tc>
        <w:tc>
          <w:tcPr>
            <w:tcW w:w="1134" w:type="dxa"/>
            <w:shd w:val="clear" w:color="auto" w:fill="auto"/>
          </w:tcPr>
          <w:p w14:paraId="46EDECE9" w14:textId="77777777" w:rsidR="001F58AD" w:rsidRPr="001F58AD" w:rsidRDefault="001F58AD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1F58AD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6" w:type="dxa"/>
            <w:shd w:val="clear" w:color="auto" w:fill="auto"/>
          </w:tcPr>
          <w:p w14:paraId="30A681AF" w14:textId="77777777" w:rsidR="001F58AD" w:rsidRPr="001F58AD" w:rsidRDefault="001F58AD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1F58AD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7EC9E4A5" w14:textId="77777777" w:rsidR="001F58AD" w:rsidRPr="001F58AD" w:rsidRDefault="001F58AD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1F58AD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2255987C" w14:textId="77777777" w:rsidR="001F58AD" w:rsidRPr="001F58AD" w:rsidRDefault="001F58AD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1F58AD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48C7A157" w14:textId="77777777" w:rsidR="001F58AD" w:rsidRPr="001F58AD" w:rsidRDefault="001F58AD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1F58AD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</w:tr>
      <w:tr w:rsidR="001F58AD" w:rsidRPr="001F58AD" w14:paraId="3008DE8E" w14:textId="77777777" w:rsidTr="00114ADB">
        <w:trPr>
          <w:cantSplit/>
        </w:trPr>
        <w:tc>
          <w:tcPr>
            <w:tcW w:w="6804" w:type="dxa"/>
            <w:shd w:val="clear" w:color="auto" w:fill="auto"/>
          </w:tcPr>
          <w:p w14:paraId="72CE9031" w14:textId="6B01812B" w:rsidR="001F58AD" w:rsidRPr="001F58AD" w:rsidRDefault="001F58AD" w:rsidP="00114ADB">
            <w:pPr>
              <w:pStyle w:val="ZelleStandardplus"/>
              <w:spacing w:before="40" w:after="40"/>
              <w:rPr>
                <w:color w:val="000000"/>
                <w:lang w:val="it-IT"/>
              </w:rPr>
            </w:pPr>
            <w:r w:rsidRPr="001F58AD">
              <w:rPr>
                <w:lang w:val="it-IT"/>
              </w:rPr>
              <w:t>2.2</w:t>
            </w:r>
            <w:r w:rsidRPr="001F58AD">
              <w:rPr>
                <w:lang w:val="it-IT"/>
              </w:rPr>
              <w:tab/>
              <w:t>Le esigenze e lo stile di vita dei gruppi d’interesse e dei target vengono tenuti adeguatamente in considerazione.</w:t>
            </w:r>
          </w:p>
        </w:tc>
        <w:tc>
          <w:tcPr>
            <w:tcW w:w="1134" w:type="dxa"/>
            <w:shd w:val="clear" w:color="auto" w:fill="auto"/>
          </w:tcPr>
          <w:p w14:paraId="797EA707" w14:textId="77777777" w:rsidR="001F58AD" w:rsidRPr="001F58AD" w:rsidRDefault="001F58AD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1F58AD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6" w:type="dxa"/>
            <w:shd w:val="clear" w:color="auto" w:fill="auto"/>
          </w:tcPr>
          <w:p w14:paraId="0ADAA1DF" w14:textId="77777777" w:rsidR="001F58AD" w:rsidRPr="001F58AD" w:rsidRDefault="001F58AD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1F58AD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008091E7" w14:textId="77777777" w:rsidR="001F58AD" w:rsidRPr="001F58AD" w:rsidRDefault="001F58AD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1F58AD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5F69ECA2" w14:textId="77777777" w:rsidR="001F58AD" w:rsidRPr="001F58AD" w:rsidRDefault="001F58AD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1F58AD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7DA7F903" w14:textId="77777777" w:rsidR="001F58AD" w:rsidRPr="001F58AD" w:rsidRDefault="001F58AD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1F58AD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</w:tr>
      <w:tr w:rsidR="001F58AD" w:rsidRPr="001F58AD" w14:paraId="6C86247D" w14:textId="77777777" w:rsidTr="00114ADB">
        <w:trPr>
          <w:cantSplit/>
        </w:trPr>
        <w:tc>
          <w:tcPr>
            <w:tcW w:w="6804" w:type="dxa"/>
            <w:shd w:val="clear" w:color="auto" w:fill="auto"/>
          </w:tcPr>
          <w:p w14:paraId="5F4EA7CE" w14:textId="33766616" w:rsidR="001F58AD" w:rsidRPr="001F58AD" w:rsidRDefault="001F58AD" w:rsidP="00114ADB">
            <w:pPr>
              <w:pStyle w:val="ZelleStandardplus"/>
              <w:spacing w:before="40" w:after="40"/>
              <w:rPr>
                <w:color w:val="000000"/>
                <w:lang w:val="it-IT"/>
              </w:rPr>
            </w:pPr>
            <w:r w:rsidRPr="001F58AD">
              <w:rPr>
                <w:lang w:val="it-IT"/>
              </w:rPr>
              <w:t>2.3</w:t>
            </w:r>
            <w:r w:rsidRPr="001F58AD">
              <w:rPr>
                <w:lang w:val="it-IT"/>
              </w:rPr>
              <w:tab/>
              <w:t>Le esperienze positive e negative di altri progetti sono state oggetto di riflessione e vengono messe a frutto.</w:t>
            </w:r>
          </w:p>
        </w:tc>
        <w:tc>
          <w:tcPr>
            <w:tcW w:w="1134" w:type="dxa"/>
            <w:shd w:val="clear" w:color="auto" w:fill="auto"/>
          </w:tcPr>
          <w:p w14:paraId="678868D8" w14:textId="77777777" w:rsidR="001F58AD" w:rsidRPr="001F58AD" w:rsidRDefault="001F58AD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1F58AD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6" w:type="dxa"/>
            <w:shd w:val="clear" w:color="auto" w:fill="auto"/>
          </w:tcPr>
          <w:p w14:paraId="772B0C98" w14:textId="77777777" w:rsidR="001F58AD" w:rsidRPr="001F58AD" w:rsidRDefault="001F58AD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1F58AD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498F1329" w14:textId="77777777" w:rsidR="001F58AD" w:rsidRPr="001F58AD" w:rsidRDefault="001F58AD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1F58AD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10DEF41F" w14:textId="77777777" w:rsidR="001F58AD" w:rsidRPr="001F58AD" w:rsidRDefault="001F58AD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1F58AD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54481623" w14:textId="77777777" w:rsidR="001F58AD" w:rsidRPr="001F58AD" w:rsidRDefault="001F58AD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1F58AD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</w:tr>
      <w:tr w:rsidR="001F58AD" w:rsidRPr="001F58AD" w14:paraId="36EA541F" w14:textId="77777777" w:rsidTr="00114ADB">
        <w:trPr>
          <w:cantSplit/>
        </w:trPr>
        <w:tc>
          <w:tcPr>
            <w:tcW w:w="6804" w:type="dxa"/>
            <w:shd w:val="clear" w:color="auto" w:fill="auto"/>
          </w:tcPr>
          <w:p w14:paraId="7132BF33" w14:textId="40F7621C" w:rsidR="001F58AD" w:rsidRPr="001F58AD" w:rsidRDefault="001F58AD" w:rsidP="00114ADB">
            <w:pPr>
              <w:pStyle w:val="ZelleStandardplus"/>
              <w:spacing w:before="40" w:after="40"/>
              <w:rPr>
                <w:color w:val="000000"/>
                <w:lang w:val="it-IT"/>
              </w:rPr>
            </w:pPr>
            <w:r w:rsidRPr="001F58AD">
              <w:rPr>
                <w:lang w:val="it-IT"/>
              </w:rPr>
              <w:t>2.4</w:t>
            </w:r>
            <w:r w:rsidRPr="001F58AD">
              <w:rPr>
                <w:lang w:val="it-IT"/>
              </w:rPr>
              <w:tab/>
              <w:t>Il contesto e le condizioni quadro rilevanti ai fini del progetto vengono tenuti sufficientemente in considerazione.</w:t>
            </w:r>
          </w:p>
        </w:tc>
        <w:tc>
          <w:tcPr>
            <w:tcW w:w="1134" w:type="dxa"/>
            <w:shd w:val="clear" w:color="auto" w:fill="auto"/>
          </w:tcPr>
          <w:p w14:paraId="42DE0808" w14:textId="77777777" w:rsidR="001F58AD" w:rsidRPr="001F58AD" w:rsidRDefault="001F58AD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1F58AD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6" w:type="dxa"/>
            <w:shd w:val="clear" w:color="auto" w:fill="auto"/>
          </w:tcPr>
          <w:p w14:paraId="5AE6E229" w14:textId="77777777" w:rsidR="001F58AD" w:rsidRPr="001F58AD" w:rsidRDefault="001F58AD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1F58AD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667F3521" w14:textId="77777777" w:rsidR="001F58AD" w:rsidRPr="001F58AD" w:rsidRDefault="001F58AD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1F58AD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392624F4" w14:textId="77777777" w:rsidR="001F58AD" w:rsidRPr="001F58AD" w:rsidRDefault="001F58AD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1F58AD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0764890C" w14:textId="77777777" w:rsidR="001F58AD" w:rsidRPr="001F58AD" w:rsidRDefault="001F58AD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1F58AD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</w:tr>
      <w:tr w:rsidR="001F58AD" w:rsidRPr="001F58AD" w14:paraId="27E3A947" w14:textId="77777777" w:rsidTr="00114ADB">
        <w:trPr>
          <w:cantSplit/>
        </w:trPr>
        <w:tc>
          <w:tcPr>
            <w:tcW w:w="6804" w:type="dxa"/>
            <w:tcBorders>
              <w:bottom w:val="single" w:sz="4" w:space="0" w:color="C0C0C0"/>
            </w:tcBorders>
            <w:shd w:val="clear" w:color="auto" w:fill="auto"/>
          </w:tcPr>
          <w:p w14:paraId="56A9FD08" w14:textId="3DC759CD" w:rsidR="001F58AD" w:rsidRPr="001F58AD" w:rsidRDefault="001F58AD" w:rsidP="00114ADB">
            <w:pPr>
              <w:pStyle w:val="ZelleStandardplus"/>
              <w:spacing w:before="40" w:after="40"/>
              <w:rPr>
                <w:color w:val="000000"/>
                <w:lang w:val="it-IT"/>
              </w:rPr>
            </w:pPr>
            <w:r w:rsidRPr="001F58AD">
              <w:rPr>
                <w:lang w:val="it-IT"/>
              </w:rPr>
              <w:t>2.5</w:t>
            </w:r>
            <w:r w:rsidRPr="001F58AD">
              <w:rPr>
                <w:lang w:val="it-IT"/>
              </w:rPr>
              <w:tab/>
              <w:t>Il progetto s’inserisce nel quadro di una strategia sovraordinata .</w:t>
            </w:r>
          </w:p>
        </w:tc>
        <w:tc>
          <w:tcPr>
            <w:tcW w:w="1134" w:type="dxa"/>
            <w:tcBorders>
              <w:bottom w:val="single" w:sz="4" w:space="0" w:color="C0C0C0"/>
            </w:tcBorders>
            <w:shd w:val="clear" w:color="auto" w:fill="auto"/>
          </w:tcPr>
          <w:p w14:paraId="525CF897" w14:textId="77777777" w:rsidR="001F58AD" w:rsidRPr="001F58AD" w:rsidRDefault="001F58AD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1F58AD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6" w:type="dxa"/>
            <w:tcBorders>
              <w:bottom w:val="single" w:sz="4" w:space="0" w:color="C0C0C0"/>
            </w:tcBorders>
            <w:shd w:val="clear" w:color="auto" w:fill="auto"/>
          </w:tcPr>
          <w:p w14:paraId="53B9AD25" w14:textId="77777777" w:rsidR="001F58AD" w:rsidRPr="001F58AD" w:rsidRDefault="001F58AD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1F58AD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5" w:type="dxa"/>
            <w:tcBorders>
              <w:bottom w:val="single" w:sz="4" w:space="0" w:color="C0C0C0"/>
            </w:tcBorders>
            <w:shd w:val="clear" w:color="auto" w:fill="auto"/>
          </w:tcPr>
          <w:p w14:paraId="15343AB0" w14:textId="77777777" w:rsidR="001F58AD" w:rsidRPr="001F58AD" w:rsidRDefault="001F58AD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1F58AD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5" w:type="dxa"/>
            <w:tcBorders>
              <w:bottom w:val="single" w:sz="4" w:space="0" w:color="C0C0C0"/>
            </w:tcBorders>
            <w:shd w:val="clear" w:color="auto" w:fill="auto"/>
          </w:tcPr>
          <w:p w14:paraId="0FBC280A" w14:textId="77777777" w:rsidR="001F58AD" w:rsidRPr="001F58AD" w:rsidRDefault="001F58AD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1F58AD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5" w:type="dxa"/>
            <w:tcBorders>
              <w:bottom w:val="single" w:sz="4" w:space="0" w:color="C0C0C0"/>
            </w:tcBorders>
            <w:shd w:val="clear" w:color="auto" w:fill="auto"/>
          </w:tcPr>
          <w:p w14:paraId="4058C0A7" w14:textId="77777777" w:rsidR="001F58AD" w:rsidRPr="001F58AD" w:rsidRDefault="001F58AD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1F58AD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</w:tr>
      <w:tr w:rsidR="001D7C1F" w:rsidRPr="001F58AD" w14:paraId="4F811501" w14:textId="77777777" w:rsidTr="00114ADB">
        <w:trPr>
          <w:cantSplit/>
        </w:trPr>
        <w:tc>
          <w:tcPr>
            <w:tcW w:w="6804" w:type="dxa"/>
            <w:shd w:val="clear" w:color="auto" w:fill="D9D9D9"/>
          </w:tcPr>
          <w:p w14:paraId="63E1BDC4" w14:textId="29681CE0" w:rsidR="001D7C1F" w:rsidRPr="001F58AD" w:rsidRDefault="001D7C1F" w:rsidP="00114ADB">
            <w:pPr>
              <w:pStyle w:val="ZelleStandardplus"/>
              <w:spacing w:before="40" w:after="40"/>
              <w:rPr>
                <w:b/>
                <w:color w:val="000000"/>
                <w:lang w:val="it-IT"/>
              </w:rPr>
            </w:pPr>
            <w:r w:rsidRPr="001F58AD">
              <w:rPr>
                <w:b/>
                <w:color w:val="000000"/>
                <w:lang w:val="it-IT"/>
              </w:rPr>
              <w:t>3.</w:t>
            </w:r>
            <w:r w:rsidRPr="001F58AD">
              <w:rPr>
                <w:b/>
                <w:color w:val="000000"/>
                <w:lang w:val="it-IT"/>
              </w:rPr>
              <w:tab/>
            </w:r>
            <w:r w:rsidR="006C4299" w:rsidRPr="001F58AD">
              <w:rPr>
                <w:b/>
                <w:color w:val="000000"/>
                <w:lang w:val="it-IT"/>
              </w:rPr>
              <w:t xml:space="preserve">Pianificazione del </w:t>
            </w:r>
            <w:r w:rsidR="001F58AD" w:rsidRPr="001F58AD">
              <w:rPr>
                <w:b/>
                <w:color w:val="000000"/>
                <w:lang w:val="it-IT"/>
              </w:rPr>
              <w:t>progetto</w:t>
            </w:r>
          </w:p>
        </w:tc>
        <w:tc>
          <w:tcPr>
            <w:tcW w:w="1134" w:type="dxa"/>
            <w:shd w:val="clear" w:color="auto" w:fill="D9D9D9"/>
          </w:tcPr>
          <w:p w14:paraId="6639F226" w14:textId="77777777" w:rsidR="001D7C1F" w:rsidRPr="001F58AD" w:rsidRDefault="001D7C1F" w:rsidP="00114ADB">
            <w:pPr>
              <w:pStyle w:val="ZelleStandardplus"/>
              <w:spacing w:before="40" w:after="40"/>
              <w:jc w:val="center"/>
              <w:rPr>
                <w:b/>
                <w:color w:val="000000"/>
                <w:lang w:val="it-IT"/>
              </w:rPr>
            </w:pPr>
          </w:p>
        </w:tc>
        <w:tc>
          <w:tcPr>
            <w:tcW w:w="1701" w:type="dxa"/>
            <w:gridSpan w:val="4"/>
            <w:shd w:val="clear" w:color="auto" w:fill="D9D9D9"/>
          </w:tcPr>
          <w:p w14:paraId="580B95DD" w14:textId="77777777" w:rsidR="001D7C1F" w:rsidRPr="001F58AD" w:rsidRDefault="001D7C1F" w:rsidP="00114ADB">
            <w:pPr>
              <w:pStyle w:val="ZelleStandardplus"/>
              <w:spacing w:before="40" w:after="40"/>
              <w:jc w:val="center"/>
              <w:rPr>
                <w:b/>
                <w:color w:val="000000"/>
                <w:lang w:val="it-IT"/>
              </w:rPr>
            </w:pPr>
          </w:p>
        </w:tc>
      </w:tr>
      <w:tr w:rsidR="001F58AD" w:rsidRPr="001F58AD" w14:paraId="45E9F669" w14:textId="77777777" w:rsidTr="00114ADB">
        <w:trPr>
          <w:cantSplit/>
        </w:trPr>
        <w:tc>
          <w:tcPr>
            <w:tcW w:w="6804" w:type="dxa"/>
            <w:shd w:val="clear" w:color="auto" w:fill="auto"/>
          </w:tcPr>
          <w:p w14:paraId="260F9969" w14:textId="5C620441" w:rsidR="001F58AD" w:rsidRPr="001F58AD" w:rsidRDefault="001F58AD" w:rsidP="00114ADB">
            <w:pPr>
              <w:pStyle w:val="ZelleStandardplus"/>
              <w:spacing w:before="40" w:after="40"/>
              <w:rPr>
                <w:color w:val="000000"/>
                <w:lang w:val="it-IT"/>
              </w:rPr>
            </w:pPr>
            <w:r w:rsidRPr="001F58AD">
              <w:rPr>
                <w:lang w:val="it-IT"/>
              </w:rPr>
              <w:t>3.1</w:t>
            </w:r>
            <w:r w:rsidRPr="001F58AD">
              <w:rPr>
                <w:lang w:val="it-IT"/>
              </w:rPr>
              <w:tab/>
              <w:t>Il progetto ha una visione e obiettivi concreti (orientati verso gli esiti) e valutabili.</w:t>
            </w:r>
          </w:p>
        </w:tc>
        <w:tc>
          <w:tcPr>
            <w:tcW w:w="1134" w:type="dxa"/>
            <w:shd w:val="clear" w:color="auto" w:fill="auto"/>
          </w:tcPr>
          <w:p w14:paraId="3F7D2703" w14:textId="77777777" w:rsidR="001F58AD" w:rsidRPr="001F58AD" w:rsidRDefault="001F58AD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1F58AD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6" w:type="dxa"/>
            <w:shd w:val="clear" w:color="auto" w:fill="auto"/>
          </w:tcPr>
          <w:p w14:paraId="3F4E7E13" w14:textId="77777777" w:rsidR="001F58AD" w:rsidRPr="001F58AD" w:rsidRDefault="001F58AD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1F58AD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41476C87" w14:textId="77777777" w:rsidR="001F58AD" w:rsidRPr="001F58AD" w:rsidRDefault="001F58AD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1F58AD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6C1B57C6" w14:textId="77777777" w:rsidR="001F58AD" w:rsidRPr="001F58AD" w:rsidRDefault="001F58AD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1F58AD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700333DF" w14:textId="77777777" w:rsidR="001F58AD" w:rsidRPr="001F58AD" w:rsidRDefault="001F58AD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1F58AD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</w:tr>
      <w:tr w:rsidR="001F58AD" w:rsidRPr="001F58AD" w14:paraId="18E298C5" w14:textId="77777777" w:rsidTr="00114ADB">
        <w:trPr>
          <w:cantSplit/>
        </w:trPr>
        <w:tc>
          <w:tcPr>
            <w:tcW w:w="6804" w:type="dxa"/>
            <w:shd w:val="clear" w:color="auto" w:fill="auto"/>
          </w:tcPr>
          <w:p w14:paraId="3B9EF27C" w14:textId="2FC2C603" w:rsidR="001F58AD" w:rsidRPr="001F58AD" w:rsidRDefault="001F58AD" w:rsidP="00114ADB">
            <w:pPr>
              <w:pStyle w:val="ZelleStandardplus"/>
              <w:spacing w:before="40" w:after="40"/>
              <w:rPr>
                <w:color w:val="000000"/>
                <w:lang w:val="it-IT"/>
              </w:rPr>
            </w:pPr>
            <w:r w:rsidRPr="001F58AD">
              <w:rPr>
                <w:lang w:val="it-IT"/>
              </w:rPr>
              <w:t>3.2</w:t>
            </w:r>
            <w:r w:rsidRPr="001F58AD">
              <w:rPr>
                <w:lang w:val="it-IT"/>
              </w:rPr>
              <w:tab/>
              <w:t>La scelta dei setting, dei target ed eventualmente dei moltiplicatori è plausibilmente giustificata in un’ottica di  esiti che si intendono otten</w:t>
            </w:r>
            <w:r w:rsidRPr="001F58AD">
              <w:rPr>
                <w:lang w:val="it-IT"/>
              </w:rPr>
              <w:t>e</w:t>
            </w:r>
            <w:r w:rsidRPr="001F58AD">
              <w:rPr>
                <w:lang w:val="it-IT"/>
              </w:rPr>
              <w:t>re.</w:t>
            </w:r>
          </w:p>
        </w:tc>
        <w:tc>
          <w:tcPr>
            <w:tcW w:w="1134" w:type="dxa"/>
            <w:shd w:val="clear" w:color="auto" w:fill="auto"/>
          </w:tcPr>
          <w:p w14:paraId="5BC95ECE" w14:textId="77777777" w:rsidR="001F58AD" w:rsidRPr="001F58AD" w:rsidRDefault="001F58AD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1F58AD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6" w:type="dxa"/>
            <w:shd w:val="clear" w:color="auto" w:fill="auto"/>
          </w:tcPr>
          <w:p w14:paraId="5746E3EB" w14:textId="77777777" w:rsidR="001F58AD" w:rsidRPr="001F58AD" w:rsidRDefault="001F58AD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1F58AD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55A29B77" w14:textId="77777777" w:rsidR="001F58AD" w:rsidRPr="001F58AD" w:rsidRDefault="001F58AD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1F58AD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5A33100D" w14:textId="77777777" w:rsidR="001F58AD" w:rsidRPr="001F58AD" w:rsidRDefault="001F58AD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1F58AD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73FBAB2B" w14:textId="77777777" w:rsidR="001F58AD" w:rsidRPr="001F58AD" w:rsidRDefault="001F58AD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1F58AD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</w:tr>
      <w:tr w:rsidR="001F58AD" w:rsidRPr="001F58AD" w14:paraId="1695D5EC" w14:textId="77777777" w:rsidTr="00114ADB">
        <w:trPr>
          <w:cantSplit/>
        </w:trPr>
        <w:tc>
          <w:tcPr>
            <w:tcW w:w="6804" w:type="dxa"/>
            <w:shd w:val="clear" w:color="auto" w:fill="auto"/>
          </w:tcPr>
          <w:p w14:paraId="480B72B1" w14:textId="6AB118F0" w:rsidR="001F58AD" w:rsidRPr="001F58AD" w:rsidRDefault="001F58AD" w:rsidP="00114ADB">
            <w:pPr>
              <w:pStyle w:val="ZelleStandardplus"/>
              <w:spacing w:before="40" w:after="40"/>
              <w:rPr>
                <w:color w:val="000000"/>
                <w:lang w:val="it-IT"/>
              </w:rPr>
            </w:pPr>
            <w:r w:rsidRPr="001F58AD">
              <w:rPr>
                <w:lang w:val="it-IT"/>
              </w:rPr>
              <w:t>3.3</w:t>
            </w:r>
            <w:r w:rsidRPr="001F58AD">
              <w:rPr>
                <w:lang w:val="it-IT"/>
              </w:rPr>
              <w:tab/>
              <w:t>La procedura è motivata in modo chiaro con riferimento ai nessi caus</w:t>
            </w:r>
            <w:r w:rsidRPr="001F58AD">
              <w:rPr>
                <w:lang w:val="it-IT"/>
              </w:rPr>
              <w:t>a</w:t>
            </w:r>
            <w:r w:rsidRPr="001F58AD">
              <w:rPr>
                <w:lang w:val="it-IT"/>
              </w:rPr>
              <w:t>li presunti.</w:t>
            </w:r>
          </w:p>
        </w:tc>
        <w:tc>
          <w:tcPr>
            <w:tcW w:w="1134" w:type="dxa"/>
            <w:shd w:val="clear" w:color="auto" w:fill="auto"/>
          </w:tcPr>
          <w:p w14:paraId="7A3BC1D2" w14:textId="77777777" w:rsidR="001F58AD" w:rsidRPr="001F58AD" w:rsidRDefault="001F58AD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1F58AD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6" w:type="dxa"/>
            <w:shd w:val="clear" w:color="auto" w:fill="auto"/>
          </w:tcPr>
          <w:p w14:paraId="6187871A" w14:textId="77777777" w:rsidR="001F58AD" w:rsidRPr="001F58AD" w:rsidRDefault="001F58AD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1F58AD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2756ED5A" w14:textId="77777777" w:rsidR="001F58AD" w:rsidRPr="001F58AD" w:rsidRDefault="001F58AD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1F58AD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4CDC67AB" w14:textId="77777777" w:rsidR="001F58AD" w:rsidRPr="001F58AD" w:rsidRDefault="001F58AD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1F58AD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3E81DA05" w14:textId="77777777" w:rsidR="001F58AD" w:rsidRPr="001F58AD" w:rsidRDefault="001F58AD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1F58AD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</w:tr>
      <w:tr w:rsidR="001F58AD" w:rsidRPr="001F58AD" w14:paraId="557644A7" w14:textId="77777777" w:rsidTr="00114ADB">
        <w:trPr>
          <w:cantSplit/>
        </w:trPr>
        <w:tc>
          <w:tcPr>
            <w:tcW w:w="6804" w:type="dxa"/>
            <w:shd w:val="clear" w:color="auto" w:fill="auto"/>
          </w:tcPr>
          <w:p w14:paraId="0D3C8BFD" w14:textId="29B59F22" w:rsidR="001F58AD" w:rsidRPr="001F58AD" w:rsidRDefault="001F58AD" w:rsidP="00114ADB">
            <w:pPr>
              <w:pStyle w:val="ZelleStandardplus"/>
              <w:spacing w:before="40" w:after="40"/>
              <w:rPr>
                <w:color w:val="000000"/>
                <w:lang w:val="it-IT"/>
              </w:rPr>
            </w:pPr>
            <w:r w:rsidRPr="001F58AD">
              <w:rPr>
                <w:lang w:val="it-IT"/>
              </w:rPr>
              <w:t>3.4</w:t>
            </w:r>
            <w:r w:rsidRPr="001F58AD">
              <w:rPr>
                <w:lang w:val="it-IT"/>
              </w:rPr>
              <w:tab/>
              <w:t>Il progetto è teso a generare esiti durevoli.</w:t>
            </w:r>
          </w:p>
        </w:tc>
        <w:tc>
          <w:tcPr>
            <w:tcW w:w="1134" w:type="dxa"/>
            <w:shd w:val="clear" w:color="auto" w:fill="auto"/>
          </w:tcPr>
          <w:p w14:paraId="66D326CD" w14:textId="77777777" w:rsidR="001F58AD" w:rsidRPr="001F58AD" w:rsidRDefault="001F58AD" w:rsidP="00114ADB">
            <w:pPr>
              <w:spacing w:before="40" w:after="40"/>
              <w:jc w:val="center"/>
              <w:rPr>
                <w:rFonts w:ascii="Arial Unicode MS" w:eastAsia="Arial Unicode MS" w:hAnsi="Arial Unicode MS" w:cs="Arial Unicode MS"/>
                <w:color w:val="000000"/>
                <w:lang w:val="it-IT"/>
              </w:rPr>
            </w:pPr>
            <w:r w:rsidRPr="001F58AD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6" w:type="dxa"/>
            <w:shd w:val="clear" w:color="auto" w:fill="auto"/>
          </w:tcPr>
          <w:p w14:paraId="4D8461A9" w14:textId="77777777" w:rsidR="001F58AD" w:rsidRPr="001F58AD" w:rsidRDefault="001F58AD" w:rsidP="00114ADB">
            <w:pPr>
              <w:spacing w:before="40" w:after="40"/>
              <w:jc w:val="center"/>
              <w:rPr>
                <w:rFonts w:ascii="Arial Unicode MS" w:eastAsia="Arial Unicode MS" w:hAnsi="Arial Unicode MS" w:cs="Arial Unicode MS"/>
                <w:color w:val="000000"/>
                <w:lang w:val="it-IT"/>
              </w:rPr>
            </w:pPr>
            <w:r w:rsidRPr="001F58AD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6AA36C67" w14:textId="77777777" w:rsidR="001F58AD" w:rsidRPr="001F58AD" w:rsidRDefault="001F58AD" w:rsidP="00114ADB">
            <w:pPr>
              <w:spacing w:before="40" w:after="40"/>
              <w:jc w:val="center"/>
              <w:rPr>
                <w:rFonts w:ascii="Arial Unicode MS" w:eastAsia="Arial Unicode MS" w:hAnsi="Arial Unicode MS" w:cs="Arial Unicode MS"/>
                <w:color w:val="000000"/>
                <w:lang w:val="it-IT"/>
              </w:rPr>
            </w:pPr>
            <w:r w:rsidRPr="001F58AD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1A82ADB9" w14:textId="77777777" w:rsidR="001F58AD" w:rsidRPr="001F58AD" w:rsidRDefault="001F58AD" w:rsidP="00114ADB">
            <w:pPr>
              <w:spacing w:before="40" w:after="40"/>
              <w:jc w:val="center"/>
              <w:rPr>
                <w:rFonts w:ascii="Arial Unicode MS" w:eastAsia="Arial Unicode MS" w:hAnsi="Arial Unicode MS" w:cs="Arial Unicode MS"/>
                <w:color w:val="000000"/>
                <w:lang w:val="it-IT"/>
              </w:rPr>
            </w:pPr>
            <w:r w:rsidRPr="001F58AD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224F40D1" w14:textId="77777777" w:rsidR="001F58AD" w:rsidRPr="001F58AD" w:rsidRDefault="001F58AD" w:rsidP="00114ADB">
            <w:pPr>
              <w:spacing w:before="40" w:after="40"/>
              <w:jc w:val="center"/>
              <w:rPr>
                <w:rFonts w:ascii="Arial Unicode MS" w:eastAsia="Arial Unicode MS" w:hAnsi="Arial Unicode MS" w:cs="Arial Unicode MS"/>
                <w:color w:val="000000"/>
                <w:lang w:val="it-IT"/>
              </w:rPr>
            </w:pPr>
            <w:r w:rsidRPr="001F58AD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</w:tr>
      <w:tr w:rsidR="001F58AD" w:rsidRPr="001F58AD" w14:paraId="1FF1E6A0" w14:textId="77777777" w:rsidTr="00114ADB">
        <w:trPr>
          <w:cantSplit/>
        </w:trPr>
        <w:tc>
          <w:tcPr>
            <w:tcW w:w="6804" w:type="dxa"/>
            <w:shd w:val="clear" w:color="auto" w:fill="auto"/>
          </w:tcPr>
          <w:p w14:paraId="35349362" w14:textId="119BC950" w:rsidR="001F58AD" w:rsidRPr="001F58AD" w:rsidRDefault="001F58AD" w:rsidP="00114ADB">
            <w:pPr>
              <w:pStyle w:val="ZelleStandardplus"/>
              <w:spacing w:before="40" w:after="40"/>
              <w:rPr>
                <w:color w:val="000000"/>
                <w:lang w:val="it-IT"/>
              </w:rPr>
            </w:pPr>
            <w:r w:rsidRPr="001F58AD">
              <w:rPr>
                <w:lang w:val="it-IT"/>
              </w:rPr>
              <w:t>3.5</w:t>
            </w:r>
            <w:r w:rsidRPr="001F58AD">
              <w:rPr>
                <w:lang w:val="it-IT"/>
              </w:rPr>
              <w:tab/>
              <w:t>Le risorse finanziarie e di personale necessarie ai fini del progetto sono garantite.</w:t>
            </w:r>
          </w:p>
        </w:tc>
        <w:tc>
          <w:tcPr>
            <w:tcW w:w="1134" w:type="dxa"/>
            <w:shd w:val="clear" w:color="auto" w:fill="auto"/>
          </w:tcPr>
          <w:p w14:paraId="3D06F2D7" w14:textId="77777777" w:rsidR="001F58AD" w:rsidRPr="001F58AD" w:rsidRDefault="001F58AD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1F58AD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6" w:type="dxa"/>
            <w:shd w:val="clear" w:color="auto" w:fill="auto"/>
          </w:tcPr>
          <w:p w14:paraId="4E9EEC95" w14:textId="77777777" w:rsidR="001F58AD" w:rsidRPr="001F58AD" w:rsidRDefault="001F58AD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1F58AD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41E6FF19" w14:textId="77777777" w:rsidR="001F58AD" w:rsidRPr="001F58AD" w:rsidRDefault="001F58AD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1F58AD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55D53C4B" w14:textId="77777777" w:rsidR="001F58AD" w:rsidRPr="001F58AD" w:rsidRDefault="001F58AD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1F58AD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7076FDC2" w14:textId="77777777" w:rsidR="001F58AD" w:rsidRPr="001F58AD" w:rsidRDefault="001F58AD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1F58AD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</w:tr>
      <w:tr w:rsidR="001D7C1F" w:rsidRPr="001F58AD" w14:paraId="1D4A1626" w14:textId="77777777" w:rsidTr="00114ADB">
        <w:trPr>
          <w:cantSplit/>
        </w:trPr>
        <w:tc>
          <w:tcPr>
            <w:tcW w:w="6804" w:type="dxa"/>
            <w:shd w:val="clear" w:color="auto" w:fill="D9D9D9"/>
          </w:tcPr>
          <w:p w14:paraId="597EF926" w14:textId="2EB06795" w:rsidR="001D7C1F" w:rsidRPr="001F58AD" w:rsidRDefault="001D7C1F" w:rsidP="00114ADB">
            <w:pPr>
              <w:pStyle w:val="ZelleStandardplus"/>
              <w:spacing w:before="40" w:after="40"/>
              <w:rPr>
                <w:b/>
                <w:color w:val="000000"/>
                <w:lang w:val="it-IT"/>
              </w:rPr>
            </w:pPr>
            <w:r w:rsidRPr="001F58AD">
              <w:rPr>
                <w:color w:val="000000"/>
                <w:lang w:val="it-IT"/>
              </w:rPr>
              <w:br w:type="page"/>
            </w:r>
            <w:r w:rsidRPr="001F58AD">
              <w:rPr>
                <w:b/>
                <w:color w:val="000000"/>
                <w:lang w:val="it-IT"/>
              </w:rPr>
              <w:t>4.</w:t>
            </w:r>
            <w:r w:rsidRPr="001F58AD">
              <w:rPr>
                <w:b/>
                <w:color w:val="000000"/>
                <w:lang w:val="it-IT"/>
              </w:rPr>
              <w:tab/>
            </w:r>
            <w:r w:rsidR="006C4299" w:rsidRPr="001F58AD">
              <w:rPr>
                <w:b/>
                <w:color w:val="000000"/>
                <w:lang w:val="it-IT"/>
              </w:rPr>
              <w:t xml:space="preserve">Organizzazione del </w:t>
            </w:r>
            <w:r w:rsidR="001F58AD" w:rsidRPr="001F58AD">
              <w:rPr>
                <w:b/>
                <w:color w:val="000000"/>
                <w:lang w:val="it-IT"/>
              </w:rPr>
              <w:t>progetto</w:t>
            </w:r>
          </w:p>
        </w:tc>
        <w:tc>
          <w:tcPr>
            <w:tcW w:w="1134" w:type="dxa"/>
            <w:shd w:val="clear" w:color="auto" w:fill="D9D9D9"/>
          </w:tcPr>
          <w:p w14:paraId="77290DE7" w14:textId="77777777" w:rsidR="001D7C1F" w:rsidRPr="001F58AD" w:rsidRDefault="001D7C1F" w:rsidP="00114ADB">
            <w:pPr>
              <w:pStyle w:val="ZelleStandardplus"/>
              <w:spacing w:before="40" w:after="40"/>
              <w:jc w:val="center"/>
              <w:rPr>
                <w:b/>
                <w:color w:val="000000"/>
                <w:lang w:val="it-IT"/>
              </w:rPr>
            </w:pPr>
          </w:p>
        </w:tc>
        <w:tc>
          <w:tcPr>
            <w:tcW w:w="1701" w:type="dxa"/>
            <w:gridSpan w:val="4"/>
            <w:shd w:val="clear" w:color="auto" w:fill="D9D9D9"/>
          </w:tcPr>
          <w:p w14:paraId="7D0754B8" w14:textId="77777777" w:rsidR="001D7C1F" w:rsidRPr="001F58AD" w:rsidRDefault="001D7C1F" w:rsidP="00114ADB">
            <w:pPr>
              <w:pStyle w:val="ZelleStandardplus"/>
              <w:spacing w:before="40" w:after="40"/>
              <w:jc w:val="center"/>
              <w:rPr>
                <w:b/>
                <w:color w:val="000000"/>
                <w:lang w:val="it-IT"/>
              </w:rPr>
            </w:pPr>
          </w:p>
        </w:tc>
      </w:tr>
      <w:tr w:rsidR="001F58AD" w:rsidRPr="001F58AD" w14:paraId="06796A79" w14:textId="77777777" w:rsidTr="00114ADB">
        <w:trPr>
          <w:cantSplit/>
        </w:trPr>
        <w:tc>
          <w:tcPr>
            <w:tcW w:w="6804" w:type="dxa"/>
            <w:shd w:val="clear" w:color="auto" w:fill="auto"/>
          </w:tcPr>
          <w:p w14:paraId="3E407AA9" w14:textId="62A6FC79" w:rsidR="001F58AD" w:rsidRPr="001F58AD" w:rsidRDefault="001F58AD" w:rsidP="00114ADB">
            <w:pPr>
              <w:pStyle w:val="ZelleStandardplus"/>
              <w:spacing w:before="40" w:after="40"/>
              <w:rPr>
                <w:color w:val="000000"/>
                <w:lang w:val="it-IT"/>
              </w:rPr>
            </w:pPr>
            <w:r w:rsidRPr="001F58AD">
              <w:rPr>
                <w:lang w:val="it-IT"/>
              </w:rPr>
              <w:t>4.1</w:t>
            </w:r>
            <w:r w:rsidRPr="001F58AD">
              <w:rPr>
                <w:lang w:val="it-IT"/>
              </w:rPr>
              <w:tab/>
              <w:t>Il progetto vanta una struttura progettuale adeguata e chiara per tutti gli attori.</w:t>
            </w:r>
          </w:p>
        </w:tc>
        <w:tc>
          <w:tcPr>
            <w:tcW w:w="1134" w:type="dxa"/>
            <w:shd w:val="clear" w:color="auto" w:fill="auto"/>
          </w:tcPr>
          <w:p w14:paraId="4AAE6A7A" w14:textId="77777777" w:rsidR="001F58AD" w:rsidRPr="001F58AD" w:rsidRDefault="001F58AD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1F58AD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6" w:type="dxa"/>
            <w:shd w:val="clear" w:color="auto" w:fill="auto"/>
          </w:tcPr>
          <w:p w14:paraId="2037B64B" w14:textId="77777777" w:rsidR="001F58AD" w:rsidRPr="001F58AD" w:rsidRDefault="001F58AD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1F58AD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14592B46" w14:textId="77777777" w:rsidR="001F58AD" w:rsidRPr="001F58AD" w:rsidRDefault="001F58AD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1F58AD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3BDDCF9B" w14:textId="77777777" w:rsidR="001F58AD" w:rsidRPr="001F58AD" w:rsidRDefault="001F58AD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1F58AD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47724978" w14:textId="77777777" w:rsidR="001F58AD" w:rsidRPr="001F58AD" w:rsidRDefault="001F58AD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1F58AD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</w:tr>
      <w:tr w:rsidR="001F58AD" w:rsidRPr="001F58AD" w14:paraId="19083E6D" w14:textId="77777777" w:rsidTr="00114ADB">
        <w:trPr>
          <w:cantSplit/>
        </w:trPr>
        <w:tc>
          <w:tcPr>
            <w:tcW w:w="6804" w:type="dxa"/>
            <w:shd w:val="clear" w:color="auto" w:fill="auto"/>
          </w:tcPr>
          <w:p w14:paraId="7AF64A51" w14:textId="532668A1" w:rsidR="001F58AD" w:rsidRPr="001F58AD" w:rsidRDefault="001F58AD" w:rsidP="00114ADB">
            <w:pPr>
              <w:pStyle w:val="ZelleStandardplus"/>
              <w:spacing w:before="40" w:after="40"/>
              <w:rPr>
                <w:color w:val="000000"/>
                <w:lang w:val="it-IT"/>
              </w:rPr>
            </w:pPr>
            <w:r w:rsidRPr="001F58AD">
              <w:rPr>
                <w:lang w:val="it-IT"/>
              </w:rPr>
              <w:t>4.2</w:t>
            </w:r>
            <w:r w:rsidRPr="001F58AD">
              <w:rPr>
                <w:lang w:val="it-IT"/>
              </w:rPr>
              <w:tab/>
              <w:t>La direzione del progetto e gli altri partecipanti al progetto sono qualif</w:t>
            </w:r>
            <w:r w:rsidRPr="001F58AD">
              <w:rPr>
                <w:lang w:val="it-IT"/>
              </w:rPr>
              <w:t>i</w:t>
            </w:r>
            <w:r w:rsidRPr="001F58AD">
              <w:rPr>
                <w:lang w:val="it-IT"/>
              </w:rPr>
              <w:t>cati per i compiti che devono svolgere.</w:t>
            </w:r>
          </w:p>
        </w:tc>
        <w:tc>
          <w:tcPr>
            <w:tcW w:w="1134" w:type="dxa"/>
            <w:shd w:val="clear" w:color="auto" w:fill="auto"/>
          </w:tcPr>
          <w:p w14:paraId="558E05A1" w14:textId="77777777" w:rsidR="001F58AD" w:rsidRPr="001F58AD" w:rsidRDefault="001F58AD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1F58AD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6" w:type="dxa"/>
            <w:shd w:val="clear" w:color="auto" w:fill="auto"/>
          </w:tcPr>
          <w:p w14:paraId="447AC33C" w14:textId="77777777" w:rsidR="001F58AD" w:rsidRPr="001F58AD" w:rsidRDefault="001F58AD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1F58AD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34A0B528" w14:textId="77777777" w:rsidR="001F58AD" w:rsidRPr="001F58AD" w:rsidRDefault="001F58AD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1F58AD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145289A3" w14:textId="77777777" w:rsidR="001F58AD" w:rsidRPr="001F58AD" w:rsidRDefault="001F58AD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1F58AD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3D76FE58" w14:textId="77777777" w:rsidR="001F58AD" w:rsidRPr="001F58AD" w:rsidRDefault="001F58AD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1F58AD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</w:tr>
      <w:tr w:rsidR="001F58AD" w:rsidRPr="001F58AD" w14:paraId="072BBB99" w14:textId="77777777" w:rsidTr="00114ADB">
        <w:trPr>
          <w:cantSplit/>
        </w:trPr>
        <w:tc>
          <w:tcPr>
            <w:tcW w:w="6804" w:type="dxa"/>
            <w:shd w:val="clear" w:color="auto" w:fill="auto"/>
          </w:tcPr>
          <w:p w14:paraId="6C4FA7DF" w14:textId="324BAE67" w:rsidR="001F58AD" w:rsidRPr="001F58AD" w:rsidRDefault="001F58AD" w:rsidP="00114ADB">
            <w:pPr>
              <w:pStyle w:val="ZelleStandardplus"/>
              <w:spacing w:before="40" w:after="40"/>
              <w:rPr>
                <w:color w:val="000000"/>
                <w:lang w:val="it-IT"/>
              </w:rPr>
            </w:pPr>
            <w:r w:rsidRPr="001F58AD">
              <w:rPr>
                <w:lang w:val="it-IT"/>
              </w:rPr>
              <w:t>4.3</w:t>
            </w:r>
            <w:r w:rsidRPr="001F58AD">
              <w:rPr>
                <w:lang w:val="it-IT"/>
              </w:rPr>
              <w:tab/>
              <w:t>Il progetto vanta interconnessioni specifiche e un coordinamento fin</w:t>
            </w:r>
            <w:r w:rsidRPr="001F58AD">
              <w:rPr>
                <w:lang w:val="it-IT"/>
              </w:rPr>
              <w:t>a</w:t>
            </w:r>
            <w:r w:rsidRPr="001F58AD">
              <w:rPr>
                <w:lang w:val="it-IT"/>
              </w:rPr>
              <w:t>lizzato.</w:t>
            </w:r>
          </w:p>
        </w:tc>
        <w:tc>
          <w:tcPr>
            <w:tcW w:w="1134" w:type="dxa"/>
            <w:shd w:val="clear" w:color="auto" w:fill="auto"/>
          </w:tcPr>
          <w:p w14:paraId="46E812C4" w14:textId="77777777" w:rsidR="001F58AD" w:rsidRPr="001F58AD" w:rsidRDefault="001F58AD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1F58AD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6" w:type="dxa"/>
            <w:shd w:val="clear" w:color="auto" w:fill="auto"/>
          </w:tcPr>
          <w:p w14:paraId="5024D3AD" w14:textId="77777777" w:rsidR="001F58AD" w:rsidRPr="001F58AD" w:rsidRDefault="001F58AD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1F58AD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2FD971F5" w14:textId="77777777" w:rsidR="001F58AD" w:rsidRPr="001F58AD" w:rsidRDefault="001F58AD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1F58AD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43F5A33D" w14:textId="77777777" w:rsidR="001F58AD" w:rsidRPr="001F58AD" w:rsidRDefault="001F58AD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1F58AD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41842FD4" w14:textId="77777777" w:rsidR="001F58AD" w:rsidRPr="001F58AD" w:rsidRDefault="001F58AD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1F58AD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</w:tr>
      <w:tr w:rsidR="001F58AD" w:rsidRPr="001F58AD" w14:paraId="0ADE2961" w14:textId="77777777" w:rsidTr="00114ADB">
        <w:trPr>
          <w:cantSplit/>
        </w:trPr>
        <w:tc>
          <w:tcPr>
            <w:tcW w:w="6804" w:type="dxa"/>
            <w:tcBorders>
              <w:bottom w:val="single" w:sz="4" w:space="0" w:color="C0C0C0"/>
            </w:tcBorders>
            <w:shd w:val="clear" w:color="auto" w:fill="auto"/>
          </w:tcPr>
          <w:p w14:paraId="33C89F6B" w14:textId="53829643" w:rsidR="001F58AD" w:rsidRPr="001F58AD" w:rsidRDefault="001F58AD" w:rsidP="00114ADB">
            <w:pPr>
              <w:pStyle w:val="ZelleStandardplus"/>
              <w:spacing w:before="40" w:after="40"/>
              <w:rPr>
                <w:color w:val="000000"/>
                <w:lang w:val="it-IT"/>
              </w:rPr>
            </w:pPr>
            <w:r w:rsidRPr="001F58AD">
              <w:rPr>
                <w:lang w:val="it-IT"/>
              </w:rPr>
              <w:t>4.4</w:t>
            </w:r>
            <w:r w:rsidRPr="001F58AD">
              <w:rPr>
                <w:lang w:val="it-IT"/>
              </w:rPr>
              <w:tab/>
              <w:t>La direzione del progetto, il team del progetto e gli altri partecipanti al progetto hanno stabilito una collaborazione costruttiva.</w:t>
            </w:r>
          </w:p>
        </w:tc>
        <w:tc>
          <w:tcPr>
            <w:tcW w:w="1134" w:type="dxa"/>
            <w:tcBorders>
              <w:bottom w:val="single" w:sz="4" w:space="0" w:color="C0C0C0"/>
            </w:tcBorders>
            <w:shd w:val="clear" w:color="auto" w:fill="auto"/>
          </w:tcPr>
          <w:p w14:paraId="3298A69C" w14:textId="77777777" w:rsidR="001F58AD" w:rsidRPr="001F58AD" w:rsidRDefault="001F58AD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1F58AD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6" w:type="dxa"/>
            <w:tcBorders>
              <w:bottom w:val="single" w:sz="4" w:space="0" w:color="C0C0C0"/>
            </w:tcBorders>
            <w:shd w:val="clear" w:color="auto" w:fill="auto"/>
          </w:tcPr>
          <w:p w14:paraId="253C873D" w14:textId="77777777" w:rsidR="001F58AD" w:rsidRPr="001F58AD" w:rsidRDefault="001F58AD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1F58AD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5" w:type="dxa"/>
            <w:tcBorders>
              <w:bottom w:val="single" w:sz="4" w:space="0" w:color="C0C0C0"/>
            </w:tcBorders>
            <w:shd w:val="clear" w:color="auto" w:fill="auto"/>
          </w:tcPr>
          <w:p w14:paraId="1E1CFD76" w14:textId="77777777" w:rsidR="001F58AD" w:rsidRPr="001F58AD" w:rsidRDefault="001F58AD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1F58AD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5" w:type="dxa"/>
            <w:tcBorders>
              <w:bottom w:val="single" w:sz="4" w:space="0" w:color="C0C0C0"/>
            </w:tcBorders>
            <w:shd w:val="clear" w:color="auto" w:fill="auto"/>
          </w:tcPr>
          <w:p w14:paraId="59346A96" w14:textId="77777777" w:rsidR="001F58AD" w:rsidRPr="001F58AD" w:rsidRDefault="001F58AD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1F58AD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5" w:type="dxa"/>
            <w:tcBorders>
              <w:bottom w:val="single" w:sz="4" w:space="0" w:color="C0C0C0"/>
            </w:tcBorders>
            <w:shd w:val="clear" w:color="auto" w:fill="auto"/>
          </w:tcPr>
          <w:p w14:paraId="4AE9EAB6" w14:textId="77777777" w:rsidR="001F58AD" w:rsidRPr="001F58AD" w:rsidRDefault="001F58AD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1F58AD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</w:tr>
      <w:tr w:rsidR="001D7C1F" w:rsidRPr="001F58AD" w14:paraId="20AAE440" w14:textId="77777777" w:rsidTr="00114ADB">
        <w:trPr>
          <w:cantSplit/>
        </w:trPr>
        <w:tc>
          <w:tcPr>
            <w:tcW w:w="6804" w:type="dxa"/>
            <w:shd w:val="clear" w:color="auto" w:fill="D9D9D9"/>
          </w:tcPr>
          <w:p w14:paraId="07E618E0" w14:textId="1F3EBD72" w:rsidR="001D7C1F" w:rsidRPr="001F58AD" w:rsidRDefault="001D7C1F" w:rsidP="00114ADB">
            <w:pPr>
              <w:pStyle w:val="ZelleStandardplus"/>
              <w:spacing w:before="40" w:after="40"/>
              <w:rPr>
                <w:b/>
                <w:color w:val="000000"/>
                <w:lang w:val="it-IT"/>
              </w:rPr>
            </w:pPr>
            <w:r w:rsidRPr="001F58AD">
              <w:rPr>
                <w:b/>
                <w:color w:val="000000"/>
                <w:lang w:val="it-IT"/>
              </w:rPr>
              <w:t>5.</w:t>
            </w:r>
            <w:r w:rsidRPr="001F58AD">
              <w:rPr>
                <w:b/>
                <w:color w:val="000000"/>
                <w:lang w:val="it-IT"/>
              </w:rPr>
              <w:tab/>
            </w:r>
            <w:r w:rsidR="006C4299" w:rsidRPr="001F58AD">
              <w:rPr>
                <w:b/>
                <w:color w:val="000000"/>
                <w:lang w:val="it-IT"/>
              </w:rPr>
              <w:t xml:space="preserve">Conduzione del </w:t>
            </w:r>
            <w:r w:rsidR="001F58AD" w:rsidRPr="001F58AD">
              <w:rPr>
                <w:b/>
                <w:color w:val="000000"/>
                <w:lang w:val="it-IT"/>
              </w:rPr>
              <w:t>progetto</w:t>
            </w:r>
          </w:p>
        </w:tc>
        <w:tc>
          <w:tcPr>
            <w:tcW w:w="1134" w:type="dxa"/>
            <w:shd w:val="clear" w:color="auto" w:fill="D9D9D9"/>
          </w:tcPr>
          <w:p w14:paraId="21550A6A" w14:textId="77777777" w:rsidR="001D7C1F" w:rsidRPr="001F58AD" w:rsidRDefault="001D7C1F" w:rsidP="00114ADB">
            <w:pPr>
              <w:pStyle w:val="ZelleStandardplus"/>
              <w:spacing w:before="40" w:after="40"/>
              <w:jc w:val="center"/>
              <w:rPr>
                <w:b/>
                <w:color w:val="000000"/>
                <w:lang w:val="it-IT"/>
              </w:rPr>
            </w:pPr>
          </w:p>
        </w:tc>
        <w:tc>
          <w:tcPr>
            <w:tcW w:w="1701" w:type="dxa"/>
            <w:gridSpan w:val="4"/>
            <w:shd w:val="clear" w:color="auto" w:fill="D9D9D9"/>
          </w:tcPr>
          <w:p w14:paraId="567D5175" w14:textId="77777777" w:rsidR="001D7C1F" w:rsidRPr="001F58AD" w:rsidRDefault="001D7C1F" w:rsidP="00114ADB">
            <w:pPr>
              <w:pStyle w:val="ZelleStandardplus"/>
              <w:spacing w:before="40" w:after="40"/>
              <w:jc w:val="center"/>
              <w:rPr>
                <w:b/>
                <w:color w:val="000000"/>
                <w:lang w:val="it-IT"/>
              </w:rPr>
            </w:pPr>
          </w:p>
        </w:tc>
      </w:tr>
      <w:tr w:rsidR="001F58AD" w:rsidRPr="001F58AD" w14:paraId="5004CD2B" w14:textId="77777777" w:rsidTr="00114ADB">
        <w:trPr>
          <w:cantSplit/>
        </w:trPr>
        <w:tc>
          <w:tcPr>
            <w:tcW w:w="6804" w:type="dxa"/>
            <w:shd w:val="clear" w:color="auto" w:fill="auto"/>
          </w:tcPr>
          <w:p w14:paraId="5703308F" w14:textId="35099532" w:rsidR="001F58AD" w:rsidRPr="001F58AD" w:rsidRDefault="001F58AD" w:rsidP="00114ADB">
            <w:pPr>
              <w:pStyle w:val="ZelleStandardplus"/>
              <w:spacing w:before="40" w:after="40"/>
              <w:rPr>
                <w:color w:val="000000"/>
                <w:lang w:val="it-IT"/>
              </w:rPr>
            </w:pPr>
            <w:r w:rsidRPr="001F58AD">
              <w:rPr>
                <w:lang w:val="it-IT"/>
              </w:rPr>
              <w:t>5.1</w:t>
            </w:r>
            <w:r w:rsidRPr="001F58AD">
              <w:rPr>
                <w:lang w:val="it-IT"/>
              </w:rPr>
              <w:tab/>
              <w:t>Il progetto sottostà periodicamente a una riflessione sistematica e, all’occorrenza , viene modificato.</w:t>
            </w:r>
          </w:p>
        </w:tc>
        <w:tc>
          <w:tcPr>
            <w:tcW w:w="1134" w:type="dxa"/>
            <w:shd w:val="clear" w:color="auto" w:fill="auto"/>
          </w:tcPr>
          <w:p w14:paraId="306AB877" w14:textId="77777777" w:rsidR="001F58AD" w:rsidRPr="001F58AD" w:rsidRDefault="001F58AD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1F58AD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6" w:type="dxa"/>
            <w:shd w:val="clear" w:color="auto" w:fill="auto"/>
          </w:tcPr>
          <w:p w14:paraId="093370E5" w14:textId="77777777" w:rsidR="001F58AD" w:rsidRPr="001F58AD" w:rsidRDefault="001F58AD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1F58AD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157EB57F" w14:textId="77777777" w:rsidR="001F58AD" w:rsidRPr="001F58AD" w:rsidRDefault="001F58AD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1F58AD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3905745F" w14:textId="77777777" w:rsidR="001F58AD" w:rsidRPr="001F58AD" w:rsidRDefault="001F58AD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1F58AD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214E32EF" w14:textId="77777777" w:rsidR="001F58AD" w:rsidRPr="001F58AD" w:rsidRDefault="001F58AD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1F58AD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</w:tr>
      <w:tr w:rsidR="001F58AD" w:rsidRPr="001F58AD" w14:paraId="24D6891E" w14:textId="77777777" w:rsidTr="00114ADB">
        <w:trPr>
          <w:cantSplit/>
        </w:trPr>
        <w:tc>
          <w:tcPr>
            <w:tcW w:w="6804" w:type="dxa"/>
            <w:shd w:val="clear" w:color="auto" w:fill="auto"/>
          </w:tcPr>
          <w:p w14:paraId="633FDC5C" w14:textId="552279E9" w:rsidR="001F58AD" w:rsidRPr="001F58AD" w:rsidRDefault="001F58AD" w:rsidP="00114ADB">
            <w:pPr>
              <w:pStyle w:val="ZelleStandardplus"/>
              <w:spacing w:before="40" w:after="40"/>
              <w:rPr>
                <w:color w:val="000000"/>
                <w:lang w:val="it-IT"/>
              </w:rPr>
            </w:pPr>
            <w:r w:rsidRPr="001F58AD">
              <w:rPr>
                <w:lang w:val="it-IT"/>
              </w:rPr>
              <w:t>5.2</w:t>
            </w:r>
            <w:r w:rsidRPr="001F58AD">
              <w:rPr>
                <w:lang w:val="it-IT"/>
              </w:rPr>
              <w:tab/>
              <w:t>Gli aspetti importanti del progetto sono documentati in modo chiaro.</w:t>
            </w:r>
          </w:p>
        </w:tc>
        <w:tc>
          <w:tcPr>
            <w:tcW w:w="1134" w:type="dxa"/>
            <w:shd w:val="clear" w:color="auto" w:fill="auto"/>
          </w:tcPr>
          <w:p w14:paraId="23F5AB49" w14:textId="77777777" w:rsidR="001F58AD" w:rsidRPr="001F58AD" w:rsidRDefault="001F58AD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1F58AD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6" w:type="dxa"/>
            <w:shd w:val="clear" w:color="auto" w:fill="auto"/>
          </w:tcPr>
          <w:p w14:paraId="22B8DEA5" w14:textId="77777777" w:rsidR="001F58AD" w:rsidRPr="001F58AD" w:rsidRDefault="001F58AD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1F58AD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29423297" w14:textId="77777777" w:rsidR="001F58AD" w:rsidRPr="001F58AD" w:rsidRDefault="001F58AD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1F58AD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6B9B8BBE" w14:textId="77777777" w:rsidR="001F58AD" w:rsidRPr="001F58AD" w:rsidRDefault="001F58AD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1F58AD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494CDD67" w14:textId="77777777" w:rsidR="001F58AD" w:rsidRPr="001F58AD" w:rsidRDefault="001F58AD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1F58AD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</w:tr>
      <w:tr w:rsidR="001F58AD" w:rsidRPr="001F58AD" w14:paraId="04342235" w14:textId="77777777" w:rsidTr="00114ADB">
        <w:trPr>
          <w:cantSplit/>
        </w:trPr>
        <w:tc>
          <w:tcPr>
            <w:tcW w:w="6804" w:type="dxa"/>
            <w:shd w:val="clear" w:color="auto" w:fill="auto"/>
          </w:tcPr>
          <w:p w14:paraId="55570F6D" w14:textId="267BAA43" w:rsidR="001F58AD" w:rsidRPr="001F58AD" w:rsidRDefault="001F58AD" w:rsidP="00114ADB">
            <w:pPr>
              <w:pStyle w:val="ZelleStandardplus"/>
              <w:spacing w:before="40" w:after="40"/>
              <w:rPr>
                <w:color w:val="000000"/>
                <w:lang w:val="it-IT"/>
              </w:rPr>
            </w:pPr>
            <w:r w:rsidRPr="001F58AD">
              <w:rPr>
                <w:lang w:val="it-IT"/>
              </w:rPr>
              <w:t>5.3</w:t>
            </w:r>
            <w:r w:rsidRPr="001F58AD">
              <w:rPr>
                <w:lang w:val="it-IT"/>
              </w:rPr>
              <w:tab/>
              <w:t>La comunicazione interna ed esterna è finalizzata.</w:t>
            </w:r>
          </w:p>
        </w:tc>
        <w:tc>
          <w:tcPr>
            <w:tcW w:w="1134" w:type="dxa"/>
            <w:shd w:val="clear" w:color="auto" w:fill="auto"/>
          </w:tcPr>
          <w:p w14:paraId="07F7A609" w14:textId="77777777" w:rsidR="001F58AD" w:rsidRPr="001F58AD" w:rsidRDefault="001F58AD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1F58AD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6" w:type="dxa"/>
            <w:shd w:val="clear" w:color="auto" w:fill="auto"/>
          </w:tcPr>
          <w:p w14:paraId="42A96E27" w14:textId="77777777" w:rsidR="001F58AD" w:rsidRPr="001F58AD" w:rsidRDefault="001F58AD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1F58AD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78F3A18F" w14:textId="77777777" w:rsidR="001F58AD" w:rsidRPr="001F58AD" w:rsidRDefault="001F58AD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1F58AD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3589F185" w14:textId="77777777" w:rsidR="001F58AD" w:rsidRPr="001F58AD" w:rsidRDefault="001F58AD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1F58AD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08035DDA" w14:textId="77777777" w:rsidR="001F58AD" w:rsidRPr="001F58AD" w:rsidRDefault="001F58AD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1F58AD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</w:tr>
    </w:tbl>
    <w:p w14:paraId="0479C28B" w14:textId="54AC480A" w:rsidR="001F58AD" w:rsidRPr="001F58AD" w:rsidRDefault="001F58AD">
      <w:pPr>
        <w:rPr>
          <w:lang w:val="it-IT"/>
        </w:rPr>
      </w:pPr>
    </w:p>
    <w:p w14:paraId="13663FDA" w14:textId="77777777" w:rsidR="001F58AD" w:rsidRPr="001F58AD" w:rsidRDefault="001F58AD">
      <w:pPr>
        <w:rPr>
          <w:lang w:val="it-IT"/>
        </w:rPr>
      </w:pPr>
      <w:r w:rsidRPr="001F58AD">
        <w:rPr>
          <w:lang w:val="it-IT"/>
        </w:rPr>
        <w:br w:type="page"/>
      </w:r>
    </w:p>
    <w:tbl>
      <w:tblPr>
        <w:tblW w:w="9639" w:type="dxa"/>
        <w:tblInd w:w="70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  <w:gridCol w:w="1134"/>
        <w:gridCol w:w="426"/>
        <w:gridCol w:w="425"/>
        <w:gridCol w:w="425"/>
        <w:gridCol w:w="425"/>
      </w:tblGrid>
      <w:tr w:rsidR="001D7C1F" w:rsidRPr="001F58AD" w14:paraId="40D934B6" w14:textId="77777777" w:rsidTr="00114ADB">
        <w:trPr>
          <w:cantSplit/>
        </w:trPr>
        <w:tc>
          <w:tcPr>
            <w:tcW w:w="6804" w:type="dxa"/>
            <w:shd w:val="clear" w:color="auto" w:fill="D9D9D9"/>
          </w:tcPr>
          <w:p w14:paraId="543F1C8C" w14:textId="0E2F60C5" w:rsidR="001D7C1F" w:rsidRPr="001F58AD" w:rsidRDefault="001D7C1F" w:rsidP="00114ADB">
            <w:pPr>
              <w:pStyle w:val="ZelleStandardplus"/>
              <w:spacing w:before="40" w:after="40"/>
              <w:rPr>
                <w:b/>
                <w:color w:val="000000"/>
                <w:lang w:val="it-IT"/>
              </w:rPr>
            </w:pPr>
            <w:r w:rsidRPr="001F58AD">
              <w:rPr>
                <w:b/>
                <w:color w:val="000000"/>
                <w:lang w:val="it-IT"/>
              </w:rPr>
              <w:t>6.</w:t>
            </w:r>
            <w:r w:rsidRPr="001F58AD">
              <w:rPr>
                <w:b/>
                <w:color w:val="000000"/>
                <w:lang w:val="it-IT"/>
              </w:rPr>
              <w:tab/>
            </w:r>
            <w:r w:rsidR="006C4299" w:rsidRPr="001F58AD">
              <w:rPr>
                <w:b/>
                <w:color w:val="000000"/>
                <w:lang w:val="it-IT"/>
              </w:rPr>
              <w:t>Valutazione e valorizzazione</w:t>
            </w:r>
          </w:p>
        </w:tc>
        <w:tc>
          <w:tcPr>
            <w:tcW w:w="1134" w:type="dxa"/>
            <w:shd w:val="clear" w:color="auto" w:fill="D9D9D9"/>
          </w:tcPr>
          <w:p w14:paraId="1437166E" w14:textId="77777777" w:rsidR="001D7C1F" w:rsidRPr="001F58AD" w:rsidRDefault="001D7C1F" w:rsidP="00114ADB">
            <w:pPr>
              <w:pStyle w:val="ZelleStandardplus"/>
              <w:spacing w:before="40" w:after="40"/>
              <w:jc w:val="center"/>
              <w:rPr>
                <w:b/>
                <w:color w:val="000000"/>
                <w:lang w:val="it-IT"/>
              </w:rPr>
            </w:pPr>
          </w:p>
        </w:tc>
        <w:tc>
          <w:tcPr>
            <w:tcW w:w="1701" w:type="dxa"/>
            <w:gridSpan w:val="4"/>
            <w:shd w:val="clear" w:color="auto" w:fill="D9D9D9"/>
          </w:tcPr>
          <w:p w14:paraId="20643F32" w14:textId="77777777" w:rsidR="001D7C1F" w:rsidRPr="001F58AD" w:rsidRDefault="001D7C1F" w:rsidP="00114ADB">
            <w:pPr>
              <w:pStyle w:val="ZelleStandardplus"/>
              <w:spacing w:before="40" w:after="40"/>
              <w:jc w:val="center"/>
              <w:rPr>
                <w:b/>
                <w:color w:val="000000"/>
                <w:lang w:val="it-IT"/>
              </w:rPr>
            </w:pPr>
          </w:p>
        </w:tc>
      </w:tr>
      <w:tr w:rsidR="001F58AD" w:rsidRPr="001F58AD" w14:paraId="3D5295F3" w14:textId="77777777" w:rsidTr="00114ADB">
        <w:trPr>
          <w:cantSplit/>
        </w:trPr>
        <w:tc>
          <w:tcPr>
            <w:tcW w:w="6804" w:type="dxa"/>
            <w:shd w:val="clear" w:color="auto" w:fill="auto"/>
          </w:tcPr>
          <w:p w14:paraId="67C7F1E5" w14:textId="19F955D4" w:rsidR="001F58AD" w:rsidRPr="001F58AD" w:rsidRDefault="001F58AD" w:rsidP="00114ADB">
            <w:pPr>
              <w:pStyle w:val="ZelleStandardplus"/>
              <w:rPr>
                <w:color w:val="000000"/>
                <w:lang w:val="it-IT"/>
              </w:rPr>
            </w:pPr>
            <w:r w:rsidRPr="001F58AD">
              <w:rPr>
                <w:lang w:val="it-IT"/>
              </w:rPr>
              <w:t>6.1</w:t>
            </w:r>
            <w:r w:rsidRPr="001F58AD">
              <w:rPr>
                <w:lang w:val="it-IT"/>
              </w:rPr>
              <w:tab/>
              <w:t>La valutazione aiuta a gestire il progetto in modo fondato e a giudicare gli esiti del progetto a conclusione dello stesso.</w:t>
            </w:r>
          </w:p>
        </w:tc>
        <w:tc>
          <w:tcPr>
            <w:tcW w:w="1134" w:type="dxa"/>
            <w:shd w:val="clear" w:color="auto" w:fill="auto"/>
          </w:tcPr>
          <w:p w14:paraId="7C97DED7" w14:textId="77777777" w:rsidR="001F58AD" w:rsidRPr="001F58AD" w:rsidRDefault="001F58AD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1F58AD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6" w:type="dxa"/>
            <w:shd w:val="clear" w:color="auto" w:fill="auto"/>
          </w:tcPr>
          <w:p w14:paraId="694CD996" w14:textId="77777777" w:rsidR="001F58AD" w:rsidRPr="001F58AD" w:rsidRDefault="001F58AD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1F58AD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44443685" w14:textId="77777777" w:rsidR="001F58AD" w:rsidRPr="001F58AD" w:rsidRDefault="001F58AD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1F58AD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07EC5CCB" w14:textId="77777777" w:rsidR="001F58AD" w:rsidRPr="001F58AD" w:rsidRDefault="001F58AD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1F58AD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11B08E5F" w14:textId="77777777" w:rsidR="001F58AD" w:rsidRPr="001F58AD" w:rsidRDefault="001F58AD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1F58AD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</w:tr>
      <w:tr w:rsidR="001F58AD" w:rsidRPr="001F58AD" w14:paraId="50991EC8" w14:textId="77777777" w:rsidTr="00114ADB">
        <w:trPr>
          <w:cantSplit/>
        </w:trPr>
        <w:tc>
          <w:tcPr>
            <w:tcW w:w="6804" w:type="dxa"/>
            <w:shd w:val="clear" w:color="auto" w:fill="auto"/>
          </w:tcPr>
          <w:p w14:paraId="244F510A" w14:textId="79C9AF5A" w:rsidR="001F58AD" w:rsidRPr="001F58AD" w:rsidRDefault="001F58AD" w:rsidP="00114ADB">
            <w:pPr>
              <w:pStyle w:val="ZelleStandardplus"/>
              <w:rPr>
                <w:color w:val="000000"/>
                <w:lang w:val="it-IT"/>
              </w:rPr>
            </w:pPr>
            <w:r w:rsidRPr="001F58AD">
              <w:rPr>
                <w:lang w:val="it-IT"/>
              </w:rPr>
              <w:t>6.2</w:t>
            </w:r>
            <w:r w:rsidRPr="001F58AD">
              <w:rPr>
                <w:lang w:val="it-IT"/>
              </w:rPr>
              <w:tab/>
              <w:t>Gli obiettivi del progetto sono stati realizzati e vi sono le premesse per esiti durevoli.</w:t>
            </w:r>
          </w:p>
        </w:tc>
        <w:tc>
          <w:tcPr>
            <w:tcW w:w="1134" w:type="dxa"/>
            <w:shd w:val="clear" w:color="auto" w:fill="auto"/>
          </w:tcPr>
          <w:p w14:paraId="11E4A43C" w14:textId="77777777" w:rsidR="001F58AD" w:rsidRPr="001F58AD" w:rsidRDefault="001F58AD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1F58AD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6" w:type="dxa"/>
            <w:shd w:val="clear" w:color="auto" w:fill="auto"/>
          </w:tcPr>
          <w:p w14:paraId="0B7D3CBC" w14:textId="77777777" w:rsidR="001F58AD" w:rsidRPr="001F58AD" w:rsidRDefault="001F58AD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1F58AD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5E8FAED8" w14:textId="77777777" w:rsidR="001F58AD" w:rsidRPr="001F58AD" w:rsidRDefault="001F58AD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1F58AD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4933774D" w14:textId="77777777" w:rsidR="001F58AD" w:rsidRPr="001F58AD" w:rsidRDefault="001F58AD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1F58AD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56748EDA" w14:textId="77777777" w:rsidR="001F58AD" w:rsidRPr="001F58AD" w:rsidRDefault="001F58AD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1F58AD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</w:tr>
      <w:tr w:rsidR="001F58AD" w:rsidRPr="001F58AD" w14:paraId="5466F24C" w14:textId="77777777" w:rsidTr="00114ADB">
        <w:trPr>
          <w:cantSplit/>
        </w:trPr>
        <w:tc>
          <w:tcPr>
            <w:tcW w:w="6804" w:type="dxa"/>
            <w:shd w:val="clear" w:color="auto" w:fill="auto"/>
          </w:tcPr>
          <w:p w14:paraId="1D3EB37A" w14:textId="30D8B3E2" w:rsidR="001F58AD" w:rsidRPr="001F58AD" w:rsidRDefault="001F58AD" w:rsidP="00114ADB">
            <w:pPr>
              <w:pStyle w:val="ZelleStandardplus"/>
              <w:rPr>
                <w:color w:val="000000"/>
                <w:lang w:val="it-IT"/>
              </w:rPr>
            </w:pPr>
            <w:r w:rsidRPr="001F58AD">
              <w:rPr>
                <w:lang w:val="it-IT"/>
              </w:rPr>
              <w:t>6.3</w:t>
            </w:r>
            <w:r w:rsidRPr="001F58AD">
              <w:rPr>
                <w:lang w:val="it-IT"/>
              </w:rPr>
              <w:tab/>
              <w:t>I risultati del progetto e le conoscenze acquisite con esso vengono divulgati e resi accessibili in maniera finalizzata per una moltiplicazione del progetto.</w:t>
            </w:r>
          </w:p>
        </w:tc>
        <w:tc>
          <w:tcPr>
            <w:tcW w:w="1134" w:type="dxa"/>
            <w:shd w:val="clear" w:color="auto" w:fill="auto"/>
          </w:tcPr>
          <w:p w14:paraId="09781A7A" w14:textId="77777777" w:rsidR="001F58AD" w:rsidRPr="001F58AD" w:rsidRDefault="001F58AD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1F58AD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6" w:type="dxa"/>
            <w:shd w:val="clear" w:color="auto" w:fill="auto"/>
          </w:tcPr>
          <w:p w14:paraId="5F9C74EA" w14:textId="77777777" w:rsidR="001F58AD" w:rsidRPr="001F58AD" w:rsidRDefault="001F58AD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1F58AD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103E1080" w14:textId="77777777" w:rsidR="001F58AD" w:rsidRPr="001F58AD" w:rsidRDefault="001F58AD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1F58AD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380BA9A9" w14:textId="77777777" w:rsidR="001F58AD" w:rsidRPr="001F58AD" w:rsidRDefault="001F58AD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1F58AD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327883D9" w14:textId="77777777" w:rsidR="001F58AD" w:rsidRPr="001F58AD" w:rsidRDefault="001F58AD" w:rsidP="00114ADB">
            <w:pPr>
              <w:spacing w:before="40" w:after="40"/>
              <w:jc w:val="center"/>
              <w:rPr>
                <w:color w:val="000000"/>
                <w:lang w:val="it-IT"/>
              </w:rPr>
            </w:pPr>
            <w:r w:rsidRPr="001F58AD">
              <w:rPr>
                <w:rFonts w:ascii="Arial Unicode MS" w:eastAsia="Arial Unicode MS" w:hAnsi="Arial Unicode MS" w:cs="Arial Unicode MS"/>
                <w:color w:val="000000"/>
                <w:lang w:val="it-IT"/>
              </w:rPr>
              <w:sym w:font="Wingdings" w:char="F071"/>
            </w:r>
          </w:p>
        </w:tc>
      </w:tr>
    </w:tbl>
    <w:p w14:paraId="0C6A3EFB" w14:textId="77777777" w:rsidR="001D7C1F" w:rsidRPr="001F58AD" w:rsidRDefault="001D7C1F" w:rsidP="005D470F">
      <w:pPr>
        <w:pStyle w:val="berschrift2"/>
        <w:numPr>
          <w:ilvl w:val="0"/>
          <w:numId w:val="0"/>
        </w:numPr>
      </w:pPr>
    </w:p>
    <w:p w14:paraId="62FECFD7" w14:textId="0AE8CC7A" w:rsidR="001D7C1F" w:rsidRPr="001F58AD" w:rsidRDefault="001D7C1F" w:rsidP="005D470F">
      <w:pPr>
        <w:pStyle w:val="berschrift2"/>
        <w:numPr>
          <w:ilvl w:val="0"/>
          <w:numId w:val="0"/>
        </w:numPr>
      </w:pPr>
      <w:r w:rsidRPr="001F58AD">
        <w:br w:type="page"/>
      </w:r>
      <w:r w:rsidR="00C364B2" w:rsidRPr="001F58AD">
        <w:lastRenderedPageBreak/>
        <w:t xml:space="preserve">Principali atout e potenziali di miglioramento del </w:t>
      </w:r>
      <w:r w:rsidR="008F0526">
        <w:t>progetto</w:t>
      </w:r>
    </w:p>
    <w:p w14:paraId="64784ED5" w14:textId="77777777" w:rsidR="001D7C1F" w:rsidRPr="001F58AD" w:rsidRDefault="001D7C1F" w:rsidP="001D7C1F">
      <w:pPr>
        <w:rPr>
          <w:color w:val="000000"/>
          <w:lang w:val="it-IT"/>
        </w:rPr>
      </w:pPr>
    </w:p>
    <w:p w14:paraId="76753883" w14:textId="2BC5F30A" w:rsidR="001D7C1F" w:rsidRPr="001F58AD" w:rsidRDefault="00C364B2" w:rsidP="005D470F">
      <w:pPr>
        <w:pStyle w:val="berschrift2"/>
        <w:numPr>
          <w:ilvl w:val="0"/>
          <w:numId w:val="0"/>
        </w:numPr>
      </w:pPr>
      <w:r w:rsidRPr="001F58AD">
        <w:t>Atout</w:t>
      </w:r>
    </w:p>
    <w:p w14:paraId="0A05F274" w14:textId="77777777" w:rsidR="001D7C1F" w:rsidRPr="001F58AD" w:rsidRDefault="001D7C1F" w:rsidP="001D7C1F">
      <w:pPr>
        <w:spacing w:after="240"/>
        <w:rPr>
          <w:lang w:val="it-IT"/>
        </w:rPr>
      </w:pPr>
      <w:bookmarkStart w:id="1" w:name="OLE_LINK26"/>
      <w:r w:rsidRPr="001F58AD">
        <w:rPr>
          <w:lang w:val="it-IT"/>
        </w:rPr>
        <w:t>…</w:t>
      </w:r>
    </w:p>
    <w:bookmarkEnd w:id="1"/>
    <w:p w14:paraId="2132FF2B" w14:textId="7A2B98F2" w:rsidR="001D7C1F" w:rsidRPr="001F58AD" w:rsidRDefault="00C364B2" w:rsidP="005D470F">
      <w:pPr>
        <w:pStyle w:val="berschrift2"/>
        <w:numPr>
          <w:ilvl w:val="0"/>
          <w:numId w:val="0"/>
        </w:numPr>
      </w:pPr>
      <w:r w:rsidRPr="001F58AD">
        <w:t>Potenziali di miglioramento</w:t>
      </w:r>
    </w:p>
    <w:p w14:paraId="3C73E2D9" w14:textId="77777777" w:rsidR="001D7C1F" w:rsidRPr="001F58AD" w:rsidRDefault="001D7C1F" w:rsidP="001D7C1F">
      <w:pPr>
        <w:spacing w:after="240"/>
        <w:rPr>
          <w:lang w:val="it-IT"/>
        </w:rPr>
      </w:pPr>
      <w:r w:rsidRPr="001F58AD">
        <w:rPr>
          <w:lang w:val="it-IT"/>
        </w:rPr>
        <w:t>…</w:t>
      </w:r>
    </w:p>
    <w:p w14:paraId="44D26A96" w14:textId="0553C0CE" w:rsidR="001D7C1F" w:rsidRPr="001F58AD" w:rsidRDefault="00C364B2" w:rsidP="005D470F">
      <w:pPr>
        <w:pStyle w:val="berschrift2"/>
        <w:numPr>
          <w:ilvl w:val="0"/>
          <w:numId w:val="0"/>
        </w:numPr>
      </w:pPr>
      <w:r w:rsidRPr="001F58AD">
        <w:t>Quali suggerimenti ne possono derivare?</w:t>
      </w:r>
    </w:p>
    <w:p w14:paraId="574FC878" w14:textId="77777777" w:rsidR="001D7C1F" w:rsidRPr="001F58AD" w:rsidRDefault="001D7C1F" w:rsidP="001D7C1F">
      <w:pPr>
        <w:spacing w:after="240"/>
        <w:rPr>
          <w:lang w:val="it-IT"/>
        </w:rPr>
      </w:pPr>
      <w:r w:rsidRPr="001F58AD">
        <w:rPr>
          <w:lang w:val="it-IT"/>
        </w:rPr>
        <w:t>…</w:t>
      </w:r>
    </w:p>
    <w:p w14:paraId="2ACA847A" w14:textId="77777777" w:rsidR="001D7C1F" w:rsidRPr="001F58AD" w:rsidRDefault="001D7C1F" w:rsidP="001D7C1F">
      <w:pPr>
        <w:rPr>
          <w:lang w:val="it-IT"/>
        </w:rPr>
      </w:pPr>
    </w:p>
    <w:p w14:paraId="3E3A2477" w14:textId="5795BAD4" w:rsidR="001D7C1F" w:rsidRPr="001F58AD" w:rsidRDefault="001D7C1F">
      <w:pPr>
        <w:spacing w:after="240"/>
        <w:rPr>
          <w:lang w:val="it-IT"/>
        </w:rPr>
      </w:pPr>
    </w:p>
    <w:sectPr w:rsidR="001D7C1F" w:rsidRPr="001F58AD" w:rsidSect="00AA271A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134" w:right="1134" w:bottom="1814" w:left="1418" w:header="851" w:footer="851" w:gutter="0"/>
      <w:cols w:space="709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4FF239" w14:textId="77777777" w:rsidR="0028451B" w:rsidRDefault="0028451B">
      <w:r>
        <w:separator/>
      </w:r>
    </w:p>
  </w:endnote>
  <w:endnote w:type="continuationSeparator" w:id="0">
    <w:p w14:paraId="57A4AB45" w14:textId="77777777" w:rsidR="0028451B" w:rsidRDefault="00284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Zapf Dingbats"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yriad Pro Light">
    <w:panose1 w:val="020B06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E6A61D" w14:textId="1D47BC84" w:rsidR="002D26DC" w:rsidRPr="005D470F" w:rsidRDefault="005E4DEC" w:rsidP="005E4DEC">
    <w:pPr>
      <w:pStyle w:val="Fuzeile"/>
      <w:tabs>
        <w:tab w:val="clear" w:pos="9406"/>
        <w:tab w:val="right" w:pos="9356"/>
      </w:tabs>
      <w:rPr>
        <w:color w:val="7F7F7F"/>
        <w:lang w:val="fr-CH"/>
      </w:rPr>
    </w:pPr>
    <w:r w:rsidRPr="005D470F">
      <w:rPr>
        <w:color w:val="FF9900"/>
        <w:lang w:val="fr-CH"/>
      </w:rPr>
      <w:t>www.quint-essenz.ch</w:t>
    </w:r>
    <w:r w:rsidRPr="005D470F">
      <w:rPr>
        <w:color w:val="7F7F7F"/>
        <w:lang w:val="fr-CH"/>
      </w:rPr>
      <w:t>, un'offerta di Promozione Salute Svizzera</w:t>
    </w:r>
    <w:r w:rsidRPr="005D470F">
      <w:rPr>
        <w:color w:val="7F7F7F"/>
        <w:lang w:val="fr-CH"/>
      </w:rPr>
      <w:br/>
    </w:r>
    <w:r w:rsidR="0060162D" w:rsidRPr="005D470F">
      <w:rPr>
        <w:color w:val="7F7F7F"/>
        <w:lang w:val="fr-CH"/>
      </w:rPr>
      <w:t xml:space="preserve">Rapporto conclusivo </w:t>
    </w:r>
    <w:r w:rsidRPr="005D470F">
      <w:rPr>
        <w:color w:val="7F7F7F"/>
        <w:lang w:val="fr-CH"/>
      </w:rPr>
      <w:t>[</w:t>
    </w:r>
    <w:r w:rsidR="00451B88" w:rsidRPr="005D470F">
      <w:rPr>
        <w:color w:val="7F7F7F"/>
        <w:lang w:val="fr-CH"/>
      </w:rPr>
      <w:t>Progetto</w:t>
    </w:r>
    <w:r w:rsidRPr="005D470F">
      <w:rPr>
        <w:color w:val="7F7F7F"/>
        <w:lang w:val="fr-CH"/>
      </w:rPr>
      <w:t>], [Autore/Autrice], [Data]</w:t>
    </w:r>
    <w:r w:rsidRPr="005D470F">
      <w:rPr>
        <w:color w:val="7F7F7F"/>
        <w:lang w:val="fr-CH"/>
      </w:rPr>
      <w:tab/>
    </w:r>
    <w:r w:rsidRPr="005D470F">
      <w:rPr>
        <w:color w:val="7F7F7F"/>
        <w:lang w:val="fr-CH"/>
      </w:rPr>
      <w:tab/>
    </w:r>
    <w:r w:rsidRPr="00E459D6">
      <w:rPr>
        <w:color w:val="7F7F7F"/>
        <w:lang w:val="fr-FR"/>
      </w:rPr>
      <w:fldChar w:fldCharType="begin"/>
    </w:r>
    <w:r w:rsidRPr="005D470F">
      <w:rPr>
        <w:color w:val="7F7F7F"/>
        <w:lang w:val="fr-CH"/>
      </w:rPr>
      <w:instrText xml:space="preserve"> </w:instrText>
    </w:r>
    <w:r w:rsidR="00103AB9" w:rsidRPr="005D470F">
      <w:rPr>
        <w:color w:val="7F7F7F"/>
        <w:lang w:val="fr-CH"/>
      </w:rPr>
      <w:instrText>PAGE</w:instrText>
    </w:r>
    <w:r w:rsidRPr="005D470F">
      <w:rPr>
        <w:color w:val="7F7F7F"/>
        <w:lang w:val="fr-CH"/>
      </w:rPr>
      <w:instrText xml:space="preserve"> </w:instrText>
    </w:r>
    <w:r w:rsidRPr="00E459D6">
      <w:rPr>
        <w:color w:val="7F7F7F"/>
        <w:lang w:val="fr-FR"/>
      </w:rPr>
      <w:fldChar w:fldCharType="separate"/>
    </w:r>
    <w:r w:rsidR="005D470F">
      <w:rPr>
        <w:noProof/>
        <w:color w:val="7F7F7F"/>
        <w:lang w:val="fr-CH"/>
      </w:rPr>
      <w:t>4</w:t>
    </w:r>
    <w:r w:rsidRPr="00E459D6">
      <w:rPr>
        <w:color w:val="7F7F7F"/>
        <w:lang w:val="fr-FR"/>
      </w:rPr>
      <w:fldChar w:fldCharType="end"/>
    </w:r>
    <w:r w:rsidRPr="005D470F">
      <w:rPr>
        <w:color w:val="7F7F7F"/>
        <w:lang w:val="fr-CH"/>
      </w:rPr>
      <w:t>/</w:t>
    </w:r>
    <w:r w:rsidRPr="00E459D6">
      <w:rPr>
        <w:color w:val="7F7F7F"/>
      </w:rPr>
      <w:fldChar w:fldCharType="begin"/>
    </w:r>
    <w:r w:rsidRPr="005D470F">
      <w:rPr>
        <w:color w:val="7F7F7F"/>
        <w:lang w:val="fr-CH"/>
      </w:rPr>
      <w:instrText xml:space="preserve"> </w:instrText>
    </w:r>
    <w:r w:rsidR="00103AB9" w:rsidRPr="005D470F">
      <w:rPr>
        <w:color w:val="7F7F7F"/>
        <w:lang w:val="fr-CH"/>
      </w:rPr>
      <w:instrText>NUMPAGES</w:instrText>
    </w:r>
    <w:r w:rsidRPr="005D470F">
      <w:rPr>
        <w:color w:val="7F7F7F"/>
        <w:lang w:val="fr-CH"/>
      </w:rPr>
      <w:instrText xml:space="preserve"> </w:instrText>
    </w:r>
    <w:r w:rsidRPr="00E459D6">
      <w:rPr>
        <w:color w:val="7F7F7F"/>
      </w:rPr>
      <w:fldChar w:fldCharType="separate"/>
    </w:r>
    <w:r w:rsidR="005D470F">
      <w:rPr>
        <w:noProof/>
        <w:color w:val="7F7F7F"/>
        <w:lang w:val="fr-CH"/>
      </w:rPr>
      <w:t>7</w:t>
    </w:r>
    <w:r w:rsidRPr="00E459D6">
      <w:rPr>
        <w:color w:val="7F7F7F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55E9F3" w14:textId="77777777" w:rsidR="002D26DC" w:rsidRPr="00E459D6" w:rsidRDefault="002D26DC" w:rsidP="002D26DC">
    <w:pPr>
      <w:pStyle w:val="Fuzeile"/>
      <w:tabs>
        <w:tab w:val="clear" w:pos="9406"/>
        <w:tab w:val="right" w:pos="9639"/>
      </w:tabs>
      <w:rPr>
        <w:color w:val="7F7F7F"/>
      </w:rPr>
    </w:pPr>
    <w:r w:rsidRPr="00242ADD">
      <w:rPr>
        <w:color w:val="FF9900"/>
      </w:rPr>
      <w:t>www.quint-essenz.ch</w:t>
    </w:r>
    <w:r w:rsidRPr="00E459D6">
      <w:rPr>
        <w:color w:val="7F7F7F"/>
      </w:rPr>
      <w:t>, ein Angebot von Gesundheitsförderung Schweiz</w:t>
    </w:r>
    <w:r w:rsidRPr="00E459D6">
      <w:rPr>
        <w:color w:val="7F7F7F"/>
      </w:rPr>
      <w:br/>
    </w:r>
    <w:r>
      <w:rPr>
        <w:color w:val="7F7F7F"/>
      </w:rPr>
      <w:t>Konzept [Projekt]</w:t>
    </w:r>
    <w:r w:rsidRPr="00E459D6">
      <w:rPr>
        <w:color w:val="7F7F7F"/>
      </w:rPr>
      <w:t>,</w:t>
    </w:r>
    <w:r>
      <w:rPr>
        <w:color w:val="7F7F7F"/>
      </w:rPr>
      <w:t xml:space="preserve"> [Autor/in], [Datum]</w:t>
    </w:r>
    <w:r w:rsidRPr="00E459D6">
      <w:rPr>
        <w:color w:val="7F7F7F"/>
      </w:rPr>
      <w:tab/>
    </w:r>
    <w:r w:rsidRPr="00E459D6">
      <w:rPr>
        <w:color w:val="7F7F7F"/>
      </w:rPr>
      <w:tab/>
    </w:r>
    <w:r>
      <w:rPr>
        <w:color w:val="7F7F7F"/>
      </w:rPr>
      <w:tab/>
    </w:r>
    <w:r w:rsidRPr="00E459D6">
      <w:rPr>
        <w:color w:val="7F7F7F"/>
        <w:lang w:val="fr-FR"/>
      </w:rPr>
      <w:fldChar w:fldCharType="begin"/>
    </w:r>
    <w:r w:rsidRPr="00E459D6">
      <w:rPr>
        <w:color w:val="7F7F7F"/>
      </w:rPr>
      <w:instrText xml:space="preserve"> </w:instrText>
    </w:r>
    <w:r w:rsidR="00103AB9">
      <w:rPr>
        <w:color w:val="7F7F7F"/>
      </w:rPr>
      <w:instrText>PAGE</w:instrText>
    </w:r>
    <w:r w:rsidRPr="00E459D6">
      <w:rPr>
        <w:color w:val="7F7F7F"/>
      </w:rPr>
      <w:instrText xml:space="preserve"> </w:instrText>
    </w:r>
    <w:r w:rsidRPr="00E459D6">
      <w:rPr>
        <w:color w:val="7F7F7F"/>
        <w:lang w:val="fr-FR"/>
      </w:rPr>
      <w:fldChar w:fldCharType="separate"/>
    </w:r>
    <w:r w:rsidR="005E4DEC">
      <w:rPr>
        <w:noProof/>
        <w:color w:val="7F7F7F"/>
      </w:rPr>
      <w:t>1</w:t>
    </w:r>
    <w:r w:rsidRPr="00E459D6">
      <w:rPr>
        <w:color w:val="7F7F7F"/>
        <w:lang w:val="fr-FR"/>
      </w:rPr>
      <w:fldChar w:fldCharType="end"/>
    </w:r>
    <w:r w:rsidRPr="00E459D6">
      <w:rPr>
        <w:color w:val="7F7F7F"/>
      </w:rPr>
      <w:t>/</w:t>
    </w:r>
    <w:r w:rsidRPr="00E459D6">
      <w:rPr>
        <w:color w:val="7F7F7F"/>
      </w:rPr>
      <w:fldChar w:fldCharType="begin"/>
    </w:r>
    <w:r w:rsidRPr="00E459D6">
      <w:rPr>
        <w:color w:val="7F7F7F"/>
      </w:rPr>
      <w:instrText xml:space="preserve"> </w:instrText>
    </w:r>
    <w:r w:rsidR="00103AB9">
      <w:rPr>
        <w:color w:val="7F7F7F"/>
      </w:rPr>
      <w:instrText>NUMPAGES</w:instrText>
    </w:r>
    <w:r w:rsidRPr="00E459D6">
      <w:rPr>
        <w:color w:val="7F7F7F"/>
      </w:rPr>
      <w:instrText xml:space="preserve"> </w:instrText>
    </w:r>
    <w:r w:rsidRPr="00E459D6">
      <w:rPr>
        <w:color w:val="7F7F7F"/>
      </w:rPr>
      <w:fldChar w:fldCharType="separate"/>
    </w:r>
    <w:r w:rsidR="005E4DEC">
      <w:rPr>
        <w:noProof/>
        <w:color w:val="7F7F7F"/>
      </w:rPr>
      <w:t>5</w:t>
    </w:r>
    <w:r w:rsidRPr="00E459D6">
      <w:rPr>
        <w:color w:val="7F7F7F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37DB08" w14:textId="77777777" w:rsidR="0028451B" w:rsidRDefault="0028451B">
      <w:r>
        <w:separator/>
      </w:r>
    </w:p>
  </w:footnote>
  <w:footnote w:type="continuationSeparator" w:id="0">
    <w:p w14:paraId="5B92892B" w14:textId="77777777" w:rsidR="0028451B" w:rsidRDefault="002845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BAADDC" w14:textId="77777777" w:rsidR="002D26DC" w:rsidRPr="00F01D28" w:rsidRDefault="002D26DC" w:rsidP="002D26DC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A7E156" w14:textId="77777777" w:rsidR="002D26DC" w:rsidRPr="00242ADD" w:rsidRDefault="002D26DC" w:rsidP="007E7A4A">
    <w:pPr>
      <w:tabs>
        <w:tab w:val="left" w:pos="753"/>
        <w:tab w:val="right" w:pos="9639"/>
      </w:tabs>
      <w:ind w:right="-143"/>
    </w:pPr>
    <w:r>
      <w:tab/>
    </w:r>
    <w:r w:rsidR="00B90E23">
      <w:tab/>
    </w:r>
    <w:r w:rsidR="005D470F">
      <w:rPr>
        <w:noProof/>
        <w:lang w:eastAsia="de-DE"/>
      </w:rPr>
      <w:pict w14:anchorId="044E02F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Grafik 2" o:spid="_x0000_i1025" type="#_x0000_t75" style="width:184.3pt;height:59.1pt;visibility:visibl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E385D"/>
    <w:multiLevelType w:val="multilevel"/>
    <w:tmpl w:val="01AC868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>
    <w:nsid w:val="653742EE"/>
    <w:multiLevelType w:val="multilevel"/>
    <w:tmpl w:val="06E00204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intFractionalCharacterWidth/>
  <w:embedSystemFonts/>
  <w:activeWritingStyle w:appName="MSWord" w:lang="de-CH" w:vendorID="6" w:dllVersion="2" w:checkStyle="1"/>
  <w:activeWritingStyle w:appName="MSWord" w:lang="fr-FR" w:vendorID="65" w:dllVersion="514" w:checkStyle="1"/>
  <w:activeWritingStyle w:appName="MSWord" w:lang="de-CH" w:vendorID="9" w:dllVersion="512" w:checkStyle="1"/>
  <w:activeWritingStyle w:appName="MSWord" w:lang="de-DE" w:vendorID="9" w:dllVersion="512" w:checkStyle="1"/>
  <w:activeWritingStyle w:appName="MSWord" w:lang="de-DE" w:vendorID="6" w:dllVersion="2" w:checkStyle="1"/>
  <w:activeWritingStyle w:appName="MSWord" w:lang="it-IT" w:vendorID="3" w:dllVersion="517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567"/>
  <w:autoHyphenation/>
  <w:hyphenationZone w:val="425"/>
  <w:drawingGridHorizontalSpacing w:val="110"/>
  <w:drawingGridVerticalSpacing w:val="163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2195"/>
    <w:rsid w:val="000D62A7"/>
    <w:rsid w:val="000E1BDD"/>
    <w:rsid w:val="000F705F"/>
    <w:rsid w:val="00103AB9"/>
    <w:rsid w:val="00173C96"/>
    <w:rsid w:val="001949F1"/>
    <w:rsid w:val="001A12FB"/>
    <w:rsid w:val="001D7C1F"/>
    <w:rsid w:val="001F58AD"/>
    <w:rsid w:val="00222392"/>
    <w:rsid w:val="00242ADD"/>
    <w:rsid w:val="002615E3"/>
    <w:rsid w:val="0028451B"/>
    <w:rsid w:val="002B5469"/>
    <w:rsid w:val="002D26DC"/>
    <w:rsid w:val="003005F4"/>
    <w:rsid w:val="00311C87"/>
    <w:rsid w:val="00315637"/>
    <w:rsid w:val="00321817"/>
    <w:rsid w:val="0034798C"/>
    <w:rsid w:val="0038323E"/>
    <w:rsid w:val="00396FE5"/>
    <w:rsid w:val="003C6EBE"/>
    <w:rsid w:val="004001D7"/>
    <w:rsid w:val="00451B88"/>
    <w:rsid w:val="00462027"/>
    <w:rsid w:val="0047177E"/>
    <w:rsid w:val="00482A42"/>
    <w:rsid w:val="004A76F2"/>
    <w:rsid w:val="004B4E8A"/>
    <w:rsid w:val="004C3709"/>
    <w:rsid w:val="004D6FF9"/>
    <w:rsid w:val="004F0998"/>
    <w:rsid w:val="00522195"/>
    <w:rsid w:val="00587E1D"/>
    <w:rsid w:val="0059137D"/>
    <w:rsid w:val="00592279"/>
    <w:rsid w:val="005B0224"/>
    <w:rsid w:val="005D470F"/>
    <w:rsid w:val="005E4DEC"/>
    <w:rsid w:val="006006FA"/>
    <w:rsid w:val="0060162D"/>
    <w:rsid w:val="0061496F"/>
    <w:rsid w:val="00636660"/>
    <w:rsid w:val="00642CDC"/>
    <w:rsid w:val="00654580"/>
    <w:rsid w:val="00673555"/>
    <w:rsid w:val="006B21E9"/>
    <w:rsid w:val="006C4299"/>
    <w:rsid w:val="006C4C6E"/>
    <w:rsid w:val="00733E1A"/>
    <w:rsid w:val="0074202C"/>
    <w:rsid w:val="00782AEB"/>
    <w:rsid w:val="007A6ABA"/>
    <w:rsid w:val="007A6EB8"/>
    <w:rsid w:val="007B58A7"/>
    <w:rsid w:val="007D06E4"/>
    <w:rsid w:val="007E7A4A"/>
    <w:rsid w:val="00813BF1"/>
    <w:rsid w:val="00862A7B"/>
    <w:rsid w:val="00893635"/>
    <w:rsid w:val="00895EC3"/>
    <w:rsid w:val="008A410A"/>
    <w:rsid w:val="008F0526"/>
    <w:rsid w:val="00910DD4"/>
    <w:rsid w:val="00A05635"/>
    <w:rsid w:val="00A235B1"/>
    <w:rsid w:val="00A30F78"/>
    <w:rsid w:val="00A70FF4"/>
    <w:rsid w:val="00A92552"/>
    <w:rsid w:val="00AA271A"/>
    <w:rsid w:val="00AA595C"/>
    <w:rsid w:val="00AE239D"/>
    <w:rsid w:val="00B267DA"/>
    <w:rsid w:val="00B463D2"/>
    <w:rsid w:val="00B72442"/>
    <w:rsid w:val="00B90E23"/>
    <w:rsid w:val="00BF7A36"/>
    <w:rsid w:val="00C0513E"/>
    <w:rsid w:val="00C07F12"/>
    <w:rsid w:val="00C34FC2"/>
    <w:rsid w:val="00C364B2"/>
    <w:rsid w:val="00CA7293"/>
    <w:rsid w:val="00CC6424"/>
    <w:rsid w:val="00D62ED3"/>
    <w:rsid w:val="00D74DAF"/>
    <w:rsid w:val="00D9560A"/>
    <w:rsid w:val="00DD3A16"/>
    <w:rsid w:val="00DF17ED"/>
    <w:rsid w:val="00E0257F"/>
    <w:rsid w:val="00E05056"/>
    <w:rsid w:val="00E054C1"/>
    <w:rsid w:val="00E22A45"/>
    <w:rsid w:val="00E27F71"/>
    <w:rsid w:val="00E40CFD"/>
    <w:rsid w:val="00E91FD1"/>
    <w:rsid w:val="00ED22C7"/>
    <w:rsid w:val="00F42C07"/>
    <w:rsid w:val="00FA0BD7"/>
    <w:rsid w:val="00FA0C22"/>
    <w:rsid w:val="00FC3B24"/>
    <w:rsid w:val="00FC7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;"/>
  <w14:docId w14:val="1E8717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" w:hAnsi="Times" w:cs="Times New Roman"/>
        <w:lang w:val="de-CH" w:eastAsia="de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A6EB8"/>
    <w:pPr>
      <w:spacing w:before="60" w:after="60"/>
    </w:pPr>
    <w:rPr>
      <w:rFonts w:ascii="Arial" w:hAnsi="Arial"/>
      <w:sz w:val="22"/>
      <w:lang w:val="de-DE" w:eastAsia="fr-FR"/>
    </w:rPr>
  </w:style>
  <w:style w:type="paragraph" w:styleId="berschrift1">
    <w:name w:val="heading 1"/>
    <w:basedOn w:val="berschrift2"/>
    <w:next w:val="Standard"/>
    <w:link w:val="berschrift1Zchn"/>
    <w:qFormat/>
    <w:rsid w:val="00A05635"/>
    <w:pPr>
      <w:numPr>
        <w:ilvl w:val="0"/>
      </w:numPr>
      <w:shd w:val="clear" w:color="auto" w:fill="D9D9D9"/>
      <w:spacing w:before="360" w:after="240"/>
      <w:ind w:left="578" w:hanging="578"/>
      <w:outlineLvl w:val="0"/>
    </w:pPr>
    <w:rPr>
      <w:sz w:val="24"/>
    </w:rPr>
  </w:style>
  <w:style w:type="paragraph" w:styleId="berschrift2">
    <w:name w:val="heading 2"/>
    <w:basedOn w:val="Standard"/>
    <w:next w:val="Standard"/>
    <w:link w:val="berschrift2Zchn"/>
    <w:autoRedefine/>
    <w:qFormat/>
    <w:rsid w:val="005D470F"/>
    <w:pPr>
      <w:keepNext/>
      <w:keepLines/>
      <w:numPr>
        <w:ilvl w:val="1"/>
        <w:numId w:val="1"/>
      </w:numPr>
      <w:spacing w:before="480" w:after="120"/>
      <w:ind w:left="578" w:hanging="578"/>
      <w:outlineLvl w:val="1"/>
    </w:pPr>
    <w:rPr>
      <w:rFonts w:eastAsia="Times New Roman"/>
      <w:b/>
      <w:color w:val="000000"/>
      <w:lang w:val="de-CH"/>
    </w:rPr>
  </w:style>
  <w:style w:type="paragraph" w:styleId="berschrift3">
    <w:name w:val="heading 3"/>
    <w:basedOn w:val="Standard"/>
    <w:next w:val="Standard"/>
    <w:link w:val="berschrift3Zchn"/>
    <w:autoRedefine/>
    <w:qFormat/>
    <w:rsid w:val="007A6EB8"/>
    <w:pPr>
      <w:keepNext/>
      <w:tabs>
        <w:tab w:val="left" w:pos="567"/>
        <w:tab w:val="right" w:pos="10206"/>
      </w:tabs>
      <w:spacing w:before="240" w:after="120"/>
      <w:outlineLvl w:val="2"/>
    </w:pPr>
    <w:rPr>
      <w:rFonts w:eastAsia="Times New Roman"/>
      <w:i/>
      <w:lang w:val="de-CH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ED22C7"/>
    <w:pPr>
      <w:keepNext/>
      <w:numPr>
        <w:ilvl w:val="3"/>
        <w:numId w:val="1"/>
      </w:numPr>
      <w:spacing w:before="24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semiHidden/>
    <w:unhideWhenUsed/>
    <w:qFormat/>
    <w:rsid w:val="00ED22C7"/>
    <w:pPr>
      <w:numPr>
        <w:ilvl w:val="4"/>
        <w:numId w:val="1"/>
      </w:numPr>
      <w:spacing w:before="24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semiHidden/>
    <w:unhideWhenUsed/>
    <w:qFormat/>
    <w:rsid w:val="00ED22C7"/>
    <w:pPr>
      <w:numPr>
        <w:ilvl w:val="5"/>
        <w:numId w:val="1"/>
      </w:numPr>
      <w:spacing w:before="240"/>
      <w:outlineLvl w:val="5"/>
    </w:pPr>
    <w:rPr>
      <w:rFonts w:ascii="Calibri" w:eastAsia="Times New Roman" w:hAnsi="Calibri"/>
      <w:b/>
      <w:bCs/>
      <w:szCs w:val="22"/>
    </w:rPr>
  </w:style>
  <w:style w:type="paragraph" w:styleId="berschrift7">
    <w:name w:val="heading 7"/>
    <w:basedOn w:val="Standard"/>
    <w:next w:val="Standard"/>
    <w:link w:val="berschrift7Zchn"/>
    <w:semiHidden/>
    <w:unhideWhenUsed/>
    <w:qFormat/>
    <w:rsid w:val="00ED22C7"/>
    <w:pPr>
      <w:numPr>
        <w:ilvl w:val="6"/>
        <w:numId w:val="1"/>
      </w:numPr>
      <w:spacing w:before="240"/>
      <w:outlineLvl w:val="6"/>
    </w:pPr>
    <w:rPr>
      <w:rFonts w:ascii="Calibri" w:eastAsia="Times New Roman" w:hAnsi="Calibri"/>
      <w:sz w:val="24"/>
      <w:szCs w:val="24"/>
    </w:rPr>
  </w:style>
  <w:style w:type="paragraph" w:styleId="berschrift8">
    <w:name w:val="heading 8"/>
    <w:basedOn w:val="Standard"/>
    <w:next w:val="Standard"/>
    <w:link w:val="berschrift8Zchn"/>
    <w:semiHidden/>
    <w:unhideWhenUsed/>
    <w:qFormat/>
    <w:rsid w:val="00ED22C7"/>
    <w:pPr>
      <w:numPr>
        <w:ilvl w:val="7"/>
        <w:numId w:val="1"/>
      </w:numPr>
      <w:spacing w:before="240"/>
      <w:outlineLvl w:val="7"/>
    </w:pPr>
    <w:rPr>
      <w:rFonts w:ascii="Calibri" w:eastAsia="Times New Roman" w:hAnsi="Calibri"/>
      <w:i/>
      <w:i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semiHidden/>
    <w:unhideWhenUsed/>
    <w:qFormat/>
    <w:rsid w:val="00ED22C7"/>
    <w:pPr>
      <w:numPr>
        <w:ilvl w:val="8"/>
        <w:numId w:val="1"/>
      </w:numPr>
      <w:spacing w:before="240"/>
      <w:outlineLvl w:val="8"/>
    </w:pPr>
    <w:rPr>
      <w:rFonts w:ascii="Cambria" w:eastAsia="Times New Roman" w:hAnsi="Cambria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459D6"/>
    <w:pPr>
      <w:tabs>
        <w:tab w:val="center" w:pos="4513"/>
        <w:tab w:val="right" w:pos="9026"/>
      </w:tabs>
    </w:pPr>
  </w:style>
  <w:style w:type="paragraph" w:styleId="Fuzeile">
    <w:name w:val="footer"/>
    <w:basedOn w:val="Standard"/>
    <w:link w:val="FuzeileZchn"/>
    <w:qFormat/>
    <w:rsid w:val="00522195"/>
    <w:pPr>
      <w:tabs>
        <w:tab w:val="center" w:pos="4703"/>
        <w:tab w:val="right" w:pos="9406"/>
      </w:tabs>
    </w:pPr>
    <w:rPr>
      <w:sz w:val="18"/>
    </w:rPr>
  </w:style>
  <w:style w:type="character" w:customStyle="1" w:styleId="KopfzeileZchn">
    <w:name w:val="Kopfzeile Zchn"/>
    <w:link w:val="Kopfzeile"/>
    <w:uiPriority w:val="99"/>
    <w:rsid w:val="00E459D6"/>
    <w:rPr>
      <w:rFonts w:ascii="Arial" w:hAnsi="Arial"/>
      <w:sz w:val="22"/>
      <w:lang w:val="de-DE"/>
    </w:rPr>
  </w:style>
  <w:style w:type="paragraph" w:customStyle="1" w:styleId="ZelleStandard">
    <w:name w:val="Zelle Standard"/>
    <w:basedOn w:val="Standard"/>
    <w:qFormat/>
    <w:rsid w:val="005C0AA4"/>
    <w:pPr>
      <w:keepLines/>
      <w:tabs>
        <w:tab w:val="left" w:pos="227"/>
      </w:tabs>
    </w:pPr>
    <w:rPr>
      <w:sz w:val="18"/>
    </w:rPr>
  </w:style>
  <w:style w:type="paragraph" w:customStyle="1" w:styleId="ZelleTitel">
    <w:name w:val="Zelle Titel"/>
    <w:basedOn w:val="Standard"/>
    <w:autoRedefine/>
    <w:qFormat/>
    <w:rsid w:val="005C0AA4"/>
    <w:pPr>
      <w:keepNext/>
      <w:spacing w:before="20" w:after="20"/>
    </w:pPr>
    <w:rPr>
      <w:b/>
      <w:sz w:val="18"/>
      <w:lang w:val="de-CH" w:eastAsia="de-DE"/>
    </w:rPr>
  </w:style>
  <w:style w:type="paragraph" w:styleId="Verzeichnis1">
    <w:name w:val="toc 1"/>
    <w:basedOn w:val="Standard"/>
    <w:next w:val="Standard"/>
    <w:autoRedefine/>
    <w:semiHidden/>
    <w:rsid w:val="002E7DDC"/>
    <w:pPr>
      <w:tabs>
        <w:tab w:val="right" w:leader="dot" w:pos="10194"/>
      </w:tabs>
      <w:spacing w:before="120"/>
    </w:pPr>
    <w:rPr>
      <w:b/>
      <w:noProof/>
    </w:rPr>
  </w:style>
  <w:style w:type="paragraph" w:styleId="Verzeichnis2">
    <w:name w:val="toc 2"/>
    <w:basedOn w:val="Standard"/>
    <w:next w:val="Standard"/>
    <w:autoRedefine/>
    <w:semiHidden/>
    <w:rsid w:val="002E7DDC"/>
    <w:pPr>
      <w:tabs>
        <w:tab w:val="right" w:pos="10194"/>
      </w:tabs>
      <w:ind w:left="227"/>
    </w:pPr>
    <w:rPr>
      <w:noProof/>
    </w:rPr>
  </w:style>
  <w:style w:type="paragraph" w:styleId="Verzeichnis3">
    <w:name w:val="toc 3"/>
    <w:basedOn w:val="Standard"/>
    <w:next w:val="Standard"/>
    <w:autoRedefine/>
    <w:semiHidden/>
    <w:rsid w:val="002E7DDC"/>
    <w:pPr>
      <w:ind w:left="480"/>
    </w:pPr>
  </w:style>
  <w:style w:type="paragraph" w:styleId="Verzeichnis4">
    <w:name w:val="toc 4"/>
    <w:basedOn w:val="Standard"/>
    <w:next w:val="Standard"/>
    <w:autoRedefine/>
    <w:semiHidden/>
    <w:rsid w:val="002E7DDC"/>
    <w:pPr>
      <w:ind w:left="720"/>
    </w:pPr>
  </w:style>
  <w:style w:type="paragraph" w:styleId="Verzeichnis5">
    <w:name w:val="toc 5"/>
    <w:basedOn w:val="Standard"/>
    <w:next w:val="Standard"/>
    <w:autoRedefine/>
    <w:semiHidden/>
    <w:rsid w:val="002E7DDC"/>
    <w:pPr>
      <w:ind w:left="960"/>
    </w:pPr>
  </w:style>
  <w:style w:type="paragraph" w:styleId="Verzeichnis6">
    <w:name w:val="toc 6"/>
    <w:basedOn w:val="Standard"/>
    <w:next w:val="Standard"/>
    <w:autoRedefine/>
    <w:semiHidden/>
    <w:rsid w:val="002E7DDC"/>
    <w:pPr>
      <w:ind w:left="1200"/>
    </w:pPr>
  </w:style>
  <w:style w:type="paragraph" w:styleId="Verzeichnis7">
    <w:name w:val="toc 7"/>
    <w:basedOn w:val="Standard"/>
    <w:next w:val="Standard"/>
    <w:autoRedefine/>
    <w:semiHidden/>
    <w:rsid w:val="002E7DDC"/>
    <w:pPr>
      <w:ind w:left="1440"/>
    </w:pPr>
  </w:style>
  <w:style w:type="paragraph" w:styleId="Verzeichnis8">
    <w:name w:val="toc 8"/>
    <w:basedOn w:val="Standard"/>
    <w:next w:val="Standard"/>
    <w:autoRedefine/>
    <w:semiHidden/>
    <w:rsid w:val="002E7DDC"/>
    <w:pPr>
      <w:ind w:left="1680"/>
    </w:pPr>
  </w:style>
  <w:style w:type="paragraph" w:styleId="Verzeichnis9">
    <w:name w:val="toc 9"/>
    <w:basedOn w:val="Standard"/>
    <w:next w:val="Standard"/>
    <w:autoRedefine/>
    <w:semiHidden/>
    <w:rsid w:val="002E7DDC"/>
    <w:pPr>
      <w:ind w:left="1920"/>
    </w:pPr>
  </w:style>
  <w:style w:type="paragraph" w:styleId="Dokumentstruktur">
    <w:name w:val="Document Map"/>
    <w:basedOn w:val="Standard"/>
    <w:semiHidden/>
    <w:rsid w:val="001B5241"/>
    <w:pPr>
      <w:shd w:val="clear" w:color="auto" w:fill="C6D5EC"/>
    </w:pPr>
    <w:rPr>
      <w:rFonts w:ascii="Lucida Grande" w:hAnsi="Lucida Grande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C4C9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8C4C93"/>
    <w:rPr>
      <w:rFonts w:ascii="Tahoma" w:hAnsi="Tahoma" w:cs="Tahoma"/>
      <w:sz w:val="16"/>
      <w:szCs w:val="16"/>
      <w:lang w:val="de-DE"/>
    </w:rPr>
  </w:style>
  <w:style w:type="paragraph" w:customStyle="1" w:styleId="ZelleKasten">
    <w:name w:val="Zelle Kasten"/>
    <w:basedOn w:val="ZelleStandard"/>
    <w:rsid w:val="003F33FD"/>
    <w:pPr>
      <w:keepLines w:val="0"/>
      <w:suppressLineNumbers/>
      <w:tabs>
        <w:tab w:val="clear" w:pos="227"/>
      </w:tabs>
      <w:suppressAutoHyphens/>
      <w:snapToGrid w:val="0"/>
      <w:spacing w:before="20"/>
      <w:jc w:val="center"/>
    </w:pPr>
    <w:rPr>
      <w:rFonts w:ascii="Zapf Dingbats" w:hAnsi="Zapf Dingbats"/>
      <w:sz w:val="24"/>
      <w:lang w:val="de-CH"/>
    </w:rPr>
  </w:style>
  <w:style w:type="paragraph" w:customStyle="1" w:styleId="Bemerkungen">
    <w:name w:val="Bemerkungen"/>
    <w:basedOn w:val="Standard"/>
    <w:autoRedefine/>
    <w:qFormat/>
    <w:rsid w:val="003F33FD"/>
    <w:pPr>
      <w:tabs>
        <w:tab w:val="right" w:leader="dot" w:pos="10206"/>
      </w:tabs>
      <w:spacing w:line="340" w:lineRule="atLeast"/>
      <w:contextualSpacing/>
    </w:pPr>
    <w:rPr>
      <w:rFonts w:eastAsia="Times New Roman" w:cs="Times"/>
      <w:i/>
      <w:lang w:eastAsia="ar-SA"/>
    </w:rPr>
  </w:style>
  <w:style w:type="paragraph" w:customStyle="1" w:styleId="Bemerkungenerst">
    <w:name w:val="Bemerkungen erst"/>
    <w:basedOn w:val="Bemerkungen"/>
    <w:qFormat/>
    <w:rsid w:val="003F33FD"/>
    <w:pPr>
      <w:keepNext/>
      <w:keepLines/>
      <w:spacing w:before="240" w:line="100" w:lineRule="atLeast"/>
    </w:pPr>
    <w:rPr>
      <w:lang w:val="de-CH"/>
    </w:rPr>
  </w:style>
  <w:style w:type="paragraph" w:customStyle="1" w:styleId="FormatvorlageBemerkungenVor6pt">
    <w:name w:val="Formatvorlage Bemerkungen + Vor:  6 pt"/>
    <w:basedOn w:val="Bemerkungen"/>
    <w:rsid w:val="003F33FD"/>
    <w:pPr>
      <w:spacing w:before="120"/>
    </w:pPr>
    <w:rPr>
      <w:rFonts w:cs="Times New Roman"/>
      <w:iCs/>
    </w:rPr>
  </w:style>
  <w:style w:type="paragraph" w:customStyle="1" w:styleId="Feld">
    <w:name w:val="Feld"/>
    <w:basedOn w:val="berschrift3"/>
    <w:autoRedefine/>
    <w:qFormat/>
    <w:rsid w:val="00ED22C7"/>
    <w:pPr>
      <w:keepNext w:val="0"/>
      <w:tabs>
        <w:tab w:val="right" w:leader="dot" w:pos="10206"/>
      </w:tabs>
      <w:suppressAutoHyphens/>
      <w:spacing w:before="60" w:after="60"/>
    </w:pPr>
    <w:rPr>
      <w:b/>
      <w:color w:val="000000"/>
      <w:lang w:eastAsia="de-DE"/>
    </w:rPr>
  </w:style>
  <w:style w:type="paragraph" w:customStyle="1" w:styleId="Balken">
    <w:name w:val="Balken"/>
    <w:basedOn w:val="Standard"/>
    <w:next w:val="Standard"/>
    <w:rsid w:val="004011EA"/>
    <w:pPr>
      <w:keepNext/>
      <w:shd w:val="pct25" w:color="auto" w:fill="FFFFFF"/>
      <w:spacing w:before="120" w:after="120"/>
    </w:pPr>
    <w:rPr>
      <w:b/>
    </w:rPr>
  </w:style>
  <w:style w:type="paragraph" w:customStyle="1" w:styleId="TextZelle">
    <w:name w:val="Text Zelle"/>
    <w:basedOn w:val="Standard"/>
    <w:rsid w:val="004011EA"/>
    <w:rPr>
      <w:rFonts w:eastAsia="Times New Roman"/>
      <w:color w:val="0000FF"/>
      <w:lang w:val="de-CH"/>
    </w:rPr>
  </w:style>
  <w:style w:type="paragraph" w:customStyle="1" w:styleId="Eingabe">
    <w:name w:val="Eingabe"/>
    <w:basedOn w:val="Standard"/>
    <w:rsid w:val="00004F60"/>
    <w:pPr>
      <w:tabs>
        <w:tab w:val="left" w:pos="637"/>
        <w:tab w:val="left" w:pos="10344"/>
      </w:tabs>
    </w:pPr>
    <w:rPr>
      <w:rFonts w:eastAsia="Times New Roman"/>
      <w:color w:val="808080"/>
      <w:lang w:val="de-CH"/>
    </w:rPr>
  </w:style>
  <w:style w:type="character" w:customStyle="1" w:styleId="berschrift4Zchn">
    <w:name w:val="Überschrift 4 Zchn"/>
    <w:link w:val="berschrift4"/>
    <w:uiPriority w:val="9"/>
    <w:semiHidden/>
    <w:rsid w:val="00ED22C7"/>
    <w:rPr>
      <w:rFonts w:ascii="Calibri" w:eastAsia="Times New Roman" w:hAnsi="Calibri"/>
      <w:b/>
      <w:bCs/>
      <w:sz w:val="28"/>
      <w:szCs w:val="28"/>
      <w:lang w:val="de-DE" w:eastAsia="fr-FR"/>
    </w:rPr>
  </w:style>
  <w:style w:type="character" w:customStyle="1" w:styleId="berschrift5Zchn">
    <w:name w:val="Überschrift 5 Zchn"/>
    <w:link w:val="berschrift5"/>
    <w:uiPriority w:val="9"/>
    <w:semiHidden/>
    <w:rsid w:val="00ED22C7"/>
    <w:rPr>
      <w:rFonts w:ascii="Calibri" w:eastAsia="Times New Roman" w:hAnsi="Calibri"/>
      <w:b/>
      <w:bCs/>
      <w:i/>
      <w:iCs/>
      <w:sz w:val="26"/>
      <w:szCs w:val="26"/>
      <w:lang w:val="de-DE" w:eastAsia="fr-FR"/>
    </w:rPr>
  </w:style>
  <w:style w:type="character" w:customStyle="1" w:styleId="berschrift6Zchn">
    <w:name w:val="Überschrift 6 Zchn"/>
    <w:link w:val="berschrift6"/>
    <w:uiPriority w:val="9"/>
    <w:semiHidden/>
    <w:rsid w:val="00ED22C7"/>
    <w:rPr>
      <w:rFonts w:ascii="Calibri" w:eastAsia="Times New Roman" w:hAnsi="Calibri"/>
      <w:b/>
      <w:bCs/>
      <w:sz w:val="22"/>
      <w:szCs w:val="22"/>
      <w:lang w:val="de-DE" w:eastAsia="fr-FR"/>
    </w:rPr>
  </w:style>
  <w:style w:type="character" w:customStyle="1" w:styleId="berschrift7Zchn">
    <w:name w:val="Überschrift 7 Zchn"/>
    <w:link w:val="berschrift7"/>
    <w:uiPriority w:val="9"/>
    <w:semiHidden/>
    <w:rsid w:val="00ED22C7"/>
    <w:rPr>
      <w:rFonts w:ascii="Calibri" w:eastAsia="Times New Roman" w:hAnsi="Calibri"/>
      <w:sz w:val="24"/>
      <w:szCs w:val="24"/>
      <w:lang w:val="de-DE" w:eastAsia="fr-FR"/>
    </w:rPr>
  </w:style>
  <w:style w:type="character" w:customStyle="1" w:styleId="berschrift8Zchn">
    <w:name w:val="Überschrift 8 Zchn"/>
    <w:link w:val="berschrift8"/>
    <w:uiPriority w:val="9"/>
    <w:semiHidden/>
    <w:rsid w:val="00ED22C7"/>
    <w:rPr>
      <w:rFonts w:ascii="Calibri" w:eastAsia="Times New Roman" w:hAnsi="Calibri"/>
      <w:i/>
      <w:iCs/>
      <w:sz w:val="24"/>
      <w:szCs w:val="24"/>
      <w:lang w:val="de-DE" w:eastAsia="fr-FR"/>
    </w:rPr>
  </w:style>
  <w:style w:type="character" w:customStyle="1" w:styleId="berschrift9Zchn">
    <w:name w:val="Überschrift 9 Zchn"/>
    <w:link w:val="berschrift9"/>
    <w:uiPriority w:val="9"/>
    <w:semiHidden/>
    <w:rsid w:val="00ED22C7"/>
    <w:rPr>
      <w:rFonts w:ascii="Cambria" w:eastAsia="Times New Roman" w:hAnsi="Cambria"/>
      <w:sz w:val="22"/>
      <w:szCs w:val="22"/>
      <w:lang w:val="de-DE" w:eastAsia="fr-FR"/>
    </w:rPr>
  </w:style>
  <w:style w:type="character" w:customStyle="1" w:styleId="berschrift1Zchn">
    <w:name w:val="Überschrift 1 Zchn"/>
    <w:link w:val="berschrift1"/>
    <w:rsid w:val="00A05635"/>
    <w:rPr>
      <w:rFonts w:ascii="Arial" w:eastAsia="Times New Roman" w:hAnsi="Arial"/>
      <w:b/>
      <w:color w:val="000000"/>
      <w:sz w:val="24"/>
      <w:shd w:val="clear" w:color="auto" w:fill="D9D9D9"/>
      <w:lang w:val="de-CH" w:eastAsia="fr-FR"/>
    </w:rPr>
  </w:style>
  <w:style w:type="character" w:customStyle="1" w:styleId="berschrift2Zchn">
    <w:name w:val="Überschrift 2 Zchn"/>
    <w:link w:val="berschrift2"/>
    <w:rsid w:val="005D470F"/>
    <w:rPr>
      <w:rFonts w:ascii="Arial" w:eastAsia="Times New Roman" w:hAnsi="Arial"/>
      <w:b/>
      <w:color w:val="000000"/>
      <w:sz w:val="22"/>
      <w:lang w:val="de-CH" w:eastAsia="fr-FR"/>
    </w:rPr>
  </w:style>
  <w:style w:type="character" w:customStyle="1" w:styleId="FuzeileZchn">
    <w:name w:val="Fußzeile Zchn"/>
    <w:link w:val="Fuzeile"/>
    <w:rsid w:val="005E4DEC"/>
    <w:rPr>
      <w:rFonts w:ascii="Arial" w:hAnsi="Arial"/>
      <w:sz w:val="18"/>
      <w:lang w:eastAsia="fr-FR"/>
    </w:rPr>
  </w:style>
  <w:style w:type="paragraph" w:customStyle="1" w:styleId="ZelleStandardplus">
    <w:name w:val="Zelle Standard plus"/>
    <w:basedOn w:val="Standard"/>
    <w:rsid w:val="001D7C1F"/>
    <w:pPr>
      <w:keepLines/>
      <w:tabs>
        <w:tab w:val="left" w:pos="227"/>
      </w:tabs>
      <w:spacing w:before="20" w:after="20"/>
      <w:ind w:left="352" w:hanging="352"/>
    </w:pPr>
    <w:rPr>
      <w:rFonts w:cs="Arial"/>
      <w:sz w:val="20"/>
      <w:lang w:eastAsia="de-CH"/>
    </w:rPr>
  </w:style>
  <w:style w:type="paragraph" w:customStyle="1" w:styleId="ZelleTitelzentr">
    <w:name w:val="Zelle Titel zentr"/>
    <w:basedOn w:val="Standard"/>
    <w:rsid w:val="001D7C1F"/>
    <w:pPr>
      <w:keepNext/>
      <w:tabs>
        <w:tab w:val="left" w:pos="352"/>
      </w:tabs>
      <w:spacing w:before="20" w:after="20"/>
      <w:jc w:val="center"/>
    </w:pPr>
    <w:rPr>
      <w:rFonts w:ascii="Courier New" w:hAnsi="Courier New" w:cs="Arial"/>
      <w:b/>
      <w:color w:val="800000"/>
      <w:sz w:val="20"/>
      <w:lang w:val="de-CH" w:eastAsia="de-CH"/>
    </w:rPr>
  </w:style>
  <w:style w:type="character" w:customStyle="1" w:styleId="berschrift3Zchn">
    <w:name w:val="Überschrift 3 Zchn"/>
    <w:link w:val="berschrift3"/>
    <w:rsid w:val="007A6EB8"/>
    <w:rPr>
      <w:rFonts w:ascii="Arial" w:eastAsia="Times New Roman" w:hAnsi="Arial"/>
      <w:i/>
      <w:sz w:val="22"/>
      <w:lang w:val="de-CH"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a\My%20Documents\My%20Dropbox\quintessenz\Neue%20Layouts%20Juliette\Vorlage%20Arial%20de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 Arial de.dotx</Template>
  <TotalTime>0</TotalTime>
  <Pages>7</Pages>
  <Words>579</Words>
  <Characters>3651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Name Instrument</vt:lpstr>
    </vt:vector>
  </TitlesOfParts>
  <Company>ispmz</Company>
  <LinksUpToDate>false</LinksUpToDate>
  <CharactersWithSpaces>4222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Instrument</dc:title>
  <dc:subject/>
  <dc:creator>Your User Name</dc:creator>
  <cp:keywords/>
  <cp:lastModifiedBy>admin</cp:lastModifiedBy>
  <cp:revision>12</cp:revision>
  <cp:lastPrinted>2014-06-16T09:31:00Z</cp:lastPrinted>
  <dcterms:created xsi:type="dcterms:W3CDTF">2016-09-27T13:03:00Z</dcterms:created>
  <dcterms:modified xsi:type="dcterms:W3CDTF">2016-09-27T15:40:00Z</dcterms:modified>
</cp:coreProperties>
</file>